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BE7B16" w14:textId="77777777" w:rsidR="00B71373" w:rsidRDefault="00336DB1">
      <w:pPr>
        <w:pStyle w:val="TOC1"/>
        <w:tabs>
          <w:tab w:val="right" w:leader="dot" w:pos="9350"/>
        </w:tabs>
        <w:rPr>
          <w:rFonts w:asciiTheme="minorHAnsi" w:eastAsiaTheme="minorEastAsia" w:hAnsiTheme="minorHAnsi" w:cstheme="minorBidi"/>
          <w:noProof/>
          <w:sz w:val="24"/>
          <w:szCs w:val="24"/>
          <w:lang w:eastAsia="ja-JP"/>
        </w:rPr>
      </w:pPr>
      <w:r>
        <w:fldChar w:fldCharType="begin"/>
      </w:r>
      <w:r>
        <w:instrText xml:space="preserve"> TOC \o "1-3" </w:instrText>
      </w:r>
      <w:r>
        <w:fldChar w:fldCharType="separate"/>
      </w:r>
      <w:r w:rsidR="00B71373">
        <w:rPr>
          <w:noProof/>
        </w:rPr>
        <w:t>1NC</w:t>
      </w:r>
      <w:r w:rsidR="00B71373">
        <w:rPr>
          <w:noProof/>
        </w:rPr>
        <w:tab/>
      </w:r>
      <w:r w:rsidR="00B71373">
        <w:rPr>
          <w:noProof/>
        </w:rPr>
        <w:fldChar w:fldCharType="begin"/>
      </w:r>
      <w:r w:rsidR="00B71373">
        <w:rPr>
          <w:noProof/>
        </w:rPr>
        <w:instrText xml:space="preserve"> PAGEREF _Toc196625900 \h </w:instrText>
      </w:r>
      <w:r w:rsidR="00B71373">
        <w:rPr>
          <w:noProof/>
        </w:rPr>
      </w:r>
      <w:r w:rsidR="00B71373">
        <w:rPr>
          <w:noProof/>
        </w:rPr>
        <w:fldChar w:fldCharType="separate"/>
      </w:r>
      <w:r w:rsidR="00B71373">
        <w:rPr>
          <w:noProof/>
        </w:rPr>
        <w:t>2</w:t>
      </w:r>
      <w:r w:rsidR="00B71373">
        <w:rPr>
          <w:noProof/>
        </w:rPr>
        <w:fldChar w:fldCharType="end"/>
      </w:r>
    </w:p>
    <w:p w14:paraId="530F57DC" w14:textId="77777777" w:rsidR="00B71373" w:rsidRDefault="00B71373">
      <w:pPr>
        <w:pStyle w:val="TOC1"/>
        <w:tabs>
          <w:tab w:val="right" w:leader="dot" w:pos="9350"/>
        </w:tabs>
        <w:rPr>
          <w:noProof/>
        </w:rPr>
      </w:pPr>
    </w:p>
    <w:p w14:paraId="5884E0AB" w14:textId="77777777" w:rsidR="00B71373" w:rsidRDefault="00B71373">
      <w:pPr>
        <w:pStyle w:val="TOC1"/>
        <w:tabs>
          <w:tab w:val="right" w:leader="dot" w:pos="9350"/>
        </w:tabs>
        <w:rPr>
          <w:rFonts w:asciiTheme="minorHAnsi" w:eastAsiaTheme="minorEastAsia" w:hAnsiTheme="minorHAnsi" w:cstheme="minorBidi"/>
          <w:noProof/>
          <w:sz w:val="24"/>
          <w:szCs w:val="24"/>
          <w:lang w:eastAsia="ja-JP"/>
        </w:rPr>
      </w:pPr>
      <w:r>
        <w:rPr>
          <w:noProof/>
        </w:rPr>
        <w:t>**Framework Extensions**</w:t>
      </w:r>
      <w:r>
        <w:rPr>
          <w:noProof/>
        </w:rPr>
        <w:tab/>
      </w:r>
      <w:r>
        <w:rPr>
          <w:noProof/>
        </w:rPr>
        <w:fldChar w:fldCharType="begin"/>
      </w:r>
      <w:r>
        <w:rPr>
          <w:noProof/>
        </w:rPr>
        <w:instrText xml:space="preserve"> PAGEREF _Toc196625901 \h </w:instrText>
      </w:r>
      <w:r>
        <w:rPr>
          <w:noProof/>
        </w:rPr>
      </w:r>
      <w:r>
        <w:rPr>
          <w:noProof/>
        </w:rPr>
        <w:fldChar w:fldCharType="separate"/>
      </w:r>
      <w:r>
        <w:rPr>
          <w:noProof/>
        </w:rPr>
        <w:t>4</w:t>
      </w:r>
      <w:r>
        <w:rPr>
          <w:noProof/>
        </w:rPr>
        <w:fldChar w:fldCharType="end"/>
      </w:r>
    </w:p>
    <w:p w14:paraId="7CABEC9D" w14:textId="77777777" w:rsidR="00B71373" w:rsidRDefault="00B71373">
      <w:pPr>
        <w:pStyle w:val="TOC1"/>
        <w:tabs>
          <w:tab w:val="left" w:pos="429"/>
          <w:tab w:val="right" w:leader="dot" w:pos="9350"/>
        </w:tabs>
        <w:rPr>
          <w:rFonts w:asciiTheme="minorHAnsi" w:eastAsiaTheme="minorEastAsia" w:hAnsiTheme="minorHAnsi" w:cstheme="minorBidi"/>
          <w:noProof/>
          <w:sz w:val="24"/>
          <w:szCs w:val="24"/>
          <w:lang w:eastAsia="ja-JP"/>
        </w:rPr>
      </w:pPr>
      <w:r w:rsidRPr="00BC30F8">
        <w:rPr>
          <w:noProof/>
        </w:rPr>
        <w:t>A.</w:t>
      </w:r>
      <w:r>
        <w:rPr>
          <w:rFonts w:asciiTheme="minorHAnsi" w:eastAsiaTheme="minorEastAsia" w:hAnsiTheme="minorHAnsi" w:cstheme="minorBidi"/>
          <w:noProof/>
          <w:sz w:val="24"/>
          <w:szCs w:val="24"/>
          <w:lang w:eastAsia="ja-JP"/>
        </w:rPr>
        <w:tab/>
      </w:r>
      <w:r>
        <w:rPr>
          <w:noProof/>
        </w:rPr>
        <w:t>Guide to Action</w:t>
      </w:r>
      <w:r>
        <w:rPr>
          <w:noProof/>
        </w:rPr>
        <w:tab/>
      </w:r>
      <w:r>
        <w:rPr>
          <w:noProof/>
        </w:rPr>
        <w:fldChar w:fldCharType="begin"/>
      </w:r>
      <w:r>
        <w:rPr>
          <w:noProof/>
        </w:rPr>
        <w:instrText xml:space="preserve"> PAGEREF _Toc196625902 \h </w:instrText>
      </w:r>
      <w:r>
        <w:rPr>
          <w:noProof/>
        </w:rPr>
      </w:r>
      <w:r>
        <w:rPr>
          <w:noProof/>
        </w:rPr>
        <w:fldChar w:fldCharType="separate"/>
      </w:r>
      <w:r>
        <w:rPr>
          <w:noProof/>
        </w:rPr>
        <w:t>5</w:t>
      </w:r>
      <w:r>
        <w:rPr>
          <w:noProof/>
        </w:rPr>
        <w:fldChar w:fldCharType="end"/>
      </w:r>
    </w:p>
    <w:p w14:paraId="6AA143D6" w14:textId="77777777" w:rsidR="00B71373" w:rsidRDefault="00B71373">
      <w:pPr>
        <w:pStyle w:val="TOC1"/>
        <w:tabs>
          <w:tab w:val="left" w:pos="429"/>
          <w:tab w:val="right" w:leader="dot" w:pos="9350"/>
        </w:tabs>
        <w:rPr>
          <w:rFonts w:asciiTheme="minorHAnsi" w:eastAsiaTheme="minorEastAsia" w:hAnsiTheme="minorHAnsi" w:cstheme="minorBidi"/>
          <w:noProof/>
          <w:sz w:val="24"/>
          <w:szCs w:val="24"/>
          <w:lang w:eastAsia="ja-JP"/>
        </w:rPr>
      </w:pPr>
      <w:r w:rsidRPr="00BC30F8">
        <w:rPr>
          <w:noProof/>
        </w:rPr>
        <w:t>B.</w:t>
      </w:r>
      <w:r>
        <w:rPr>
          <w:rFonts w:asciiTheme="minorHAnsi" w:eastAsiaTheme="minorEastAsia" w:hAnsiTheme="minorHAnsi" w:cstheme="minorBidi"/>
          <w:noProof/>
          <w:sz w:val="24"/>
          <w:szCs w:val="24"/>
          <w:lang w:eastAsia="ja-JP"/>
        </w:rPr>
        <w:tab/>
      </w:r>
      <w:r>
        <w:rPr>
          <w:noProof/>
        </w:rPr>
        <w:t>Coherence with our Beliefs</w:t>
      </w:r>
      <w:r>
        <w:rPr>
          <w:noProof/>
        </w:rPr>
        <w:tab/>
      </w:r>
      <w:r>
        <w:rPr>
          <w:noProof/>
        </w:rPr>
        <w:fldChar w:fldCharType="begin"/>
      </w:r>
      <w:r>
        <w:rPr>
          <w:noProof/>
        </w:rPr>
        <w:instrText xml:space="preserve"> PAGEREF _Toc196625903 \h </w:instrText>
      </w:r>
      <w:r>
        <w:rPr>
          <w:noProof/>
        </w:rPr>
      </w:r>
      <w:r>
        <w:rPr>
          <w:noProof/>
        </w:rPr>
        <w:fldChar w:fldCharType="separate"/>
      </w:r>
      <w:r>
        <w:rPr>
          <w:noProof/>
        </w:rPr>
        <w:t>6</w:t>
      </w:r>
      <w:r>
        <w:rPr>
          <w:noProof/>
        </w:rPr>
        <w:fldChar w:fldCharType="end"/>
      </w:r>
    </w:p>
    <w:p w14:paraId="47B44BDF" w14:textId="77777777" w:rsidR="00B71373" w:rsidRDefault="00B71373">
      <w:pPr>
        <w:pStyle w:val="TOC1"/>
        <w:tabs>
          <w:tab w:val="left" w:pos="440"/>
          <w:tab w:val="right" w:leader="dot" w:pos="9350"/>
        </w:tabs>
        <w:rPr>
          <w:rFonts w:asciiTheme="minorHAnsi" w:eastAsiaTheme="minorEastAsia" w:hAnsiTheme="minorHAnsi" w:cstheme="minorBidi"/>
          <w:noProof/>
          <w:sz w:val="24"/>
          <w:szCs w:val="24"/>
          <w:lang w:eastAsia="ja-JP"/>
        </w:rPr>
      </w:pPr>
      <w:r w:rsidRPr="00BC30F8">
        <w:rPr>
          <w:noProof/>
        </w:rPr>
        <w:t>C.</w:t>
      </w:r>
      <w:r>
        <w:rPr>
          <w:rFonts w:asciiTheme="minorHAnsi" w:eastAsiaTheme="minorEastAsia" w:hAnsiTheme="minorHAnsi" w:cstheme="minorBidi"/>
          <w:noProof/>
          <w:sz w:val="24"/>
          <w:szCs w:val="24"/>
          <w:lang w:eastAsia="ja-JP"/>
        </w:rPr>
        <w:tab/>
      </w:r>
      <w:r>
        <w:rPr>
          <w:noProof/>
        </w:rPr>
        <w:t>Rational Agreement</w:t>
      </w:r>
      <w:r>
        <w:rPr>
          <w:noProof/>
        </w:rPr>
        <w:tab/>
      </w:r>
      <w:r>
        <w:rPr>
          <w:noProof/>
        </w:rPr>
        <w:fldChar w:fldCharType="begin"/>
      </w:r>
      <w:r>
        <w:rPr>
          <w:noProof/>
        </w:rPr>
        <w:instrText xml:space="preserve"> PAGEREF _Toc196625904 \h </w:instrText>
      </w:r>
      <w:r>
        <w:rPr>
          <w:noProof/>
        </w:rPr>
      </w:r>
      <w:r>
        <w:rPr>
          <w:noProof/>
        </w:rPr>
        <w:fldChar w:fldCharType="separate"/>
      </w:r>
      <w:r>
        <w:rPr>
          <w:noProof/>
        </w:rPr>
        <w:t>8</w:t>
      </w:r>
      <w:r>
        <w:rPr>
          <w:noProof/>
        </w:rPr>
        <w:fldChar w:fldCharType="end"/>
      </w:r>
    </w:p>
    <w:p w14:paraId="6ACF8FC3" w14:textId="77777777" w:rsidR="00B71373" w:rsidRDefault="00B71373">
      <w:pPr>
        <w:pStyle w:val="TOC1"/>
        <w:tabs>
          <w:tab w:val="right" w:leader="dot" w:pos="9350"/>
        </w:tabs>
        <w:rPr>
          <w:rFonts w:asciiTheme="minorHAnsi" w:eastAsiaTheme="minorEastAsia" w:hAnsiTheme="minorHAnsi" w:cstheme="minorBidi"/>
          <w:noProof/>
          <w:sz w:val="24"/>
          <w:szCs w:val="24"/>
          <w:lang w:eastAsia="ja-JP"/>
        </w:rPr>
      </w:pPr>
      <w:r>
        <w:rPr>
          <w:noProof/>
        </w:rPr>
        <w:t>AT Rule-Consequentialism collapses to Act Consequentialism</w:t>
      </w:r>
      <w:r>
        <w:rPr>
          <w:noProof/>
        </w:rPr>
        <w:tab/>
      </w:r>
      <w:r>
        <w:rPr>
          <w:noProof/>
        </w:rPr>
        <w:fldChar w:fldCharType="begin"/>
      </w:r>
      <w:r>
        <w:rPr>
          <w:noProof/>
        </w:rPr>
        <w:instrText xml:space="preserve"> PAGEREF _Toc196625905 \h </w:instrText>
      </w:r>
      <w:r>
        <w:rPr>
          <w:noProof/>
        </w:rPr>
      </w:r>
      <w:r>
        <w:rPr>
          <w:noProof/>
        </w:rPr>
        <w:fldChar w:fldCharType="separate"/>
      </w:r>
      <w:r>
        <w:rPr>
          <w:noProof/>
        </w:rPr>
        <w:t>9</w:t>
      </w:r>
      <w:r>
        <w:rPr>
          <w:noProof/>
        </w:rPr>
        <w:fldChar w:fldCharType="end"/>
      </w:r>
    </w:p>
    <w:p w14:paraId="0EAA6ABE" w14:textId="77777777" w:rsidR="00B71373" w:rsidRDefault="00B71373">
      <w:pPr>
        <w:pStyle w:val="TOC1"/>
        <w:tabs>
          <w:tab w:val="right" w:leader="dot" w:pos="9350"/>
        </w:tabs>
        <w:rPr>
          <w:noProof/>
        </w:rPr>
      </w:pPr>
    </w:p>
    <w:p w14:paraId="37CB1F4E" w14:textId="77777777" w:rsidR="00B71373" w:rsidRDefault="00B71373">
      <w:pPr>
        <w:pStyle w:val="TOC1"/>
        <w:tabs>
          <w:tab w:val="right" w:leader="dot" w:pos="9350"/>
        </w:tabs>
        <w:rPr>
          <w:rFonts w:asciiTheme="minorHAnsi" w:eastAsiaTheme="minorEastAsia" w:hAnsiTheme="minorHAnsi" w:cstheme="minorBidi"/>
          <w:noProof/>
          <w:sz w:val="24"/>
          <w:szCs w:val="24"/>
          <w:lang w:eastAsia="ja-JP"/>
        </w:rPr>
      </w:pPr>
      <w:r>
        <w:rPr>
          <w:noProof/>
        </w:rPr>
        <w:t>**Frontlines**</w:t>
      </w:r>
      <w:r>
        <w:rPr>
          <w:noProof/>
        </w:rPr>
        <w:tab/>
      </w:r>
      <w:r>
        <w:rPr>
          <w:noProof/>
        </w:rPr>
        <w:fldChar w:fldCharType="begin"/>
      </w:r>
      <w:r>
        <w:rPr>
          <w:noProof/>
        </w:rPr>
        <w:instrText xml:space="preserve"> PAGEREF _Toc196625906 \h </w:instrText>
      </w:r>
      <w:r>
        <w:rPr>
          <w:noProof/>
        </w:rPr>
      </w:r>
      <w:r>
        <w:rPr>
          <w:noProof/>
        </w:rPr>
        <w:fldChar w:fldCharType="separate"/>
      </w:r>
      <w:r>
        <w:rPr>
          <w:noProof/>
        </w:rPr>
        <w:t>10</w:t>
      </w:r>
      <w:r>
        <w:rPr>
          <w:noProof/>
        </w:rPr>
        <w:fldChar w:fldCharType="end"/>
      </w:r>
    </w:p>
    <w:p w14:paraId="067CC9BB" w14:textId="77777777" w:rsidR="00B71373" w:rsidRDefault="00B71373">
      <w:pPr>
        <w:pStyle w:val="TOC1"/>
        <w:tabs>
          <w:tab w:val="right" w:leader="dot" w:pos="9350"/>
        </w:tabs>
        <w:rPr>
          <w:rFonts w:asciiTheme="minorHAnsi" w:eastAsiaTheme="minorEastAsia" w:hAnsiTheme="minorHAnsi" w:cstheme="minorBidi"/>
          <w:noProof/>
          <w:sz w:val="24"/>
          <w:szCs w:val="24"/>
          <w:lang w:eastAsia="ja-JP"/>
        </w:rPr>
      </w:pPr>
      <w:r>
        <w:rPr>
          <w:noProof/>
        </w:rPr>
        <w:t>AT Non-confrontational is imminent</w:t>
      </w:r>
      <w:r>
        <w:rPr>
          <w:noProof/>
        </w:rPr>
        <w:tab/>
      </w:r>
      <w:r>
        <w:rPr>
          <w:noProof/>
        </w:rPr>
        <w:fldChar w:fldCharType="begin"/>
      </w:r>
      <w:r>
        <w:rPr>
          <w:noProof/>
        </w:rPr>
        <w:instrText xml:space="preserve"> PAGEREF _Toc196625907 \h </w:instrText>
      </w:r>
      <w:r>
        <w:rPr>
          <w:noProof/>
        </w:rPr>
      </w:r>
      <w:r>
        <w:rPr>
          <w:noProof/>
        </w:rPr>
        <w:fldChar w:fldCharType="separate"/>
      </w:r>
      <w:r>
        <w:rPr>
          <w:noProof/>
        </w:rPr>
        <w:t>11</w:t>
      </w:r>
      <w:r>
        <w:rPr>
          <w:noProof/>
        </w:rPr>
        <w:fldChar w:fldCharType="end"/>
      </w:r>
    </w:p>
    <w:p w14:paraId="7C53CEF7" w14:textId="77777777" w:rsidR="00B71373" w:rsidRDefault="00B71373">
      <w:pPr>
        <w:pStyle w:val="TOC1"/>
        <w:tabs>
          <w:tab w:val="right" w:leader="dot" w:pos="9350"/>
        </w:tabs>
        <w:rPr>
          <w:rFonts w:asciiTheme="minorHAnsi" w:eastAsiaTheme="minorEastAsia" w:hAnsiTheme="minorHAnsi" w:cstheme="minorBidi"/>
          <w:noProof/>
          <w:sz w:val="24"/>
          <w:szCs w:val="24"/>
          <w:lang w:eastAsia="ja-JP"/>
        </w:rPr>
      </w:pPr>
      <w:r>
        <w:rPr>
          <w:noProof/>
        </w:rPr>
        <w:t>AT Aff is confrontational</w:t>
      </w:r>
      <w:r>
        <w:rPr>
          <w:noProof/>
        </w:rPr>
        <w:tab/>
      </w:r>
      <w:r>
        <w:rPr>
          <w:noProof/>
        </w:rPr>
        <w:fldChar w:fldCharType="begin"/>
      </w:r>
      <w:r>
        <w:rPr>
          <w:noProof/>
        </w:rPr>
        <w:instrText xml:space="preserve"> PAGEREF _Toc196625908 \h </w:instrText>
      </w:r>
      <w:r>
        <w:rPr>
          <w:noProof/>
        </w:rPr>
      </w:r>
      <w:r>
        <w:rPr>
          <w:noProof/>
        </w:rPr>
        <w:fldChar w:fldCharType="separate"/>
      </w:r>
      <w:r>
        <w:rPr>
          <w:noProof/>
        </w:rPr>
        <w:t>12</w:t>
      </w:r>
      <w:r>
        <w:rPr>
          <w:noProof/>
        </w:rPr>
        <w:fldChar w:fldCharType="end"/>
      </w:r>
    </w:p>
    <w:p w14:paraId="3637D73C" w14:textId="77777777" w:rsidR="00B71373" w:rsidRDefault="00B71373">
      <w:pPr>
        <w:pStyle w:val="TOC1"/>
        <w:tabs>
          <w:tab w:val="right" w:leader="dot" w:pos="9350"/>
        </w:tabs>
        <w:rPr>
          <w:rFonts w:asciiTheme="minorHAnsi" w:eastAsiaTheme="minorEastAsia" w:hAnsiTheme="minorHAnsi" w:cstheme="minorBidi"/>
          <w:noProof/>
          <w:sz w:val="24"/>
          <w:szCs w:val="24"/>
          <w:lang w:eastAsia="ja-JP"/>
        </w:rPr>
      </w:pPr>
      <w:r>
        <w:rPr>
          <w:noProof/>
        </w:rPr>
        <w:t>AT Subjective necessity comes first</w:t>
      </w:r>
      <w:r>
        <w:rPr>
          <w:noProof/>
        </w:rPr>
        <w:tab/>
      </w:r>
      <w:r>
        <w:rPr>
          <w:noProof/>
        </w:rPr>
        <w:fldChar w:fldCharType="begin"/>
      </w:r>
      <w:r>
        <w:rPr>
          <w:noProof/>
        </w:rPr>
        <w:instrText xml:space="preserve"> PAGEREF _Toc196625909 \h </w:instrText>
      </w:r>
      <w:r>
        <w:rPr>
          <w:noProof/>
        </w:rPr>
      </w:r>
      <w:r>
        <w:rPr>
          <w:noProof/>
        </w:rPr>
        <w:fldChar w:fldCharType="separate"/>
      </w:r>
      <w:r>
        <w:rPr>
          <w:noProof/>
        </w:rPr>
        <w:t>13</w:t>
      </w:r>
      <w:r>
        <w:rPr>
          <w:noProof/>
        </w:rPr>
        <w:fldChar w:fldCharType="end"/>
      </w:r>
    </w:p>
    <w:p w14:paraId="1748FC3B" w14:textId="77777777" w:rsidR="00B71373" w:rsidRDefault="00B71373">
      <w:pPr>
        <w:pStyle w:val="TOC1"/>
        <w:tabs>
          <w:tab w:val="right" w:leader="dot" w:pos="9350"/>
        </w:tabs>
        <w:rPr>
          <w:rFonts w:asciiTheme="minorHAnsi" w:eastAsiaTheme="minorEastAsia" w:hAnsiTheme="minorHAnsi" w:cstheme="minorBidi"/>
          <w:noProof/>
          <w:sz w:val="24"/>
          <w:szCs w:val="24"/>
          <w:lang w:eastAsia="ja-JP"/>
        </w:rPr>
      </w:pPr>
      <w:r>
        <w:rPr>
          <w:noProof/>
        </w:rPr>
        <w:t>rule coneq</w:t>
      </w:r>
      <w:r>
        <w:rPr>
          <w:noProof/>
        </w:rPr>
        <w:tab/>
      </w:r>
      <w:r>
        <w:rPr>
          <w:noProof/>
        </w:rPr>
        <w:fldChar w:fldCharType="begin"/>
      </w:r>
      <w:r>
        <w:rPr>
          <w:noProof/>
        </w:rPr>
        <w:instrText xml:space="preserve"> PAGEREF _Toc196625910 \h </w:instrText>
      </w:r>
      <w:r>
        <w:rPr>
          <w:noProof/>
        </w:rPr>
      </w:r>
      <w:r>
        <w:rPr>
          <w:noProof/>
        </w:rPr>
        <w:fldChar w:fldCharType="separate"/>
      </w:r>
      <w:r>
        <w:rPr>
          <w:noProof/>
        </w:rPr>
        <w:t>14</w:t>
      </w:r>
      <w:r>
        <w:rPr>
          <w:noProof/>
        </w:rPr>
        <w:fldChar w:fldCharType="end"/>
      </w:r>
    </w:p>
    <w:p w14:paraId="66011855" w14:textId="77777777" w:rsidR="00B71373" w:rsidRDefault="00B71373">
      <w:pPr>
        <w:pStyle w:val="TOC1"/>
        <w:tabs>
          <w:tab w:val="right" w:leader="dot" w:pos="9350"/>
        </w:tabs>
        <w:rPr>
          <w:rFonts w:asciiTheme="minorHAnsi" w:eastAsiaTheme="minorEastAsia" w:hAnsiTheme="minorHAnsi" w:cstheme="minorBidi"/>
          <w:noProof/>
          <w:sz w:val="24"/>
          <w:szCs w:val="24"/>
          <w:lang w:eastAsia="ja-JP"/>
        </w:rPr>
      </w:pPr>
      <w:r>
        <w:rPr>
          <w:noProof/>
        </w:rPr>
        <w:t>link to consequentialism</w:t>
      </w:r>
      <w:r>
        <w:rPr>
          <w:noProof/>
        </w:rPr>
        <w:tab/>
      </w:r>
      <w:r>
        <w:rPr>
          <w:noProof/>
        </w:rPr>
        <w:fldChar w:fldCharType="begin"/>
      </w:r>
      <w:r>
        <w:rPr>
          <w:noProof/>
        </w:rPr>
        <w:instrText xml:space="preserve"> PAGEREF _Toc196625911 \h </w:instrText>
      </w:r>
      <w:r>
        <w:rPr>
          <w:noProof/>
        </w:rPr>
      </w:r>
      <w:r>
        <w:rPr>
          <w:noProof/>
        </w:rPr>
        <w:fldChar w:fldCharType="separate"/>
      </w:r>
      <w:r>
        <w:rPr>
          <w:noProof/>
        </w:rPr>
        <w:t>15</w:t>
      </w:r>
      <w:r>
        <w:rPr>
          <w:noProof/>
        </w:rPr>
        <w:fldChar w:fldCharType="end"/>
      </w:r>
    </w:p>
    <w:p w14:paraId="07D8C861" w14:textId="47A327F0" w:rsidR="00517986" w:rsidRPr="00E10EE2" w:rsidRDefault="00336DB1" w:rsidP="00E10EE2">
      <w:pPr>
        <w:pStyle w:val="Tag"/>
        <w:rPr>
          <w:rFonts w:cs="Arial"/>
        </w:rPr>
      </w:pPr>
      <w:r>
        <w:fldChar w:fldCharType="end"/>
      </w:r>
    </w:p>
    <w:p w14:paraId="34DBE4D8" w14:textId="105E0594" w:rsidR="00E10EE2" w:rsidRDefault="00BD7083" w:rsidP="00E10EE2">
      <w:pPr>
        <w:pStyle w:val="Heading1"/>
      </w:pPr>
      <w:bookmarkStart w:id="0" w:name="_Toc196625900"/>
      <w:r>
        <w:lastRenderedPageBreak/>
        <w:t>1NC</w:t>
      </w:r>
      <w:bookmarkEnd w:id="0"/>
      <w:r w:rsidR="00272844">
        <w:t xml:space="preserve"> – Short Version</w:t>
      </w:r>
    </w:p>
    <w:p w14:paraId="3F88B6C4" w14:textId="77777777" w:rsidR="00A95D99" w:rsidRDefault="00A95D99" w:rsidP="00A95D99"/>
    <w:p w14:paraId="3F45063D" w14:textId="39E993F5" w:rsidR="00866948" w:rsidRPr="000E3086" w:rsidRDefault="00866948" w:rsidP="00866948">
      <w:pPr>
        <w:pStyle w:val="Tag"/>
        <w:rPr>
          <w:rStyle w:val="UnderlineBold"/>
          <w:rFonts w:cs="Arial"/>
          <w:b/>
          <w:color w:val="1A1818"/>
          <w:sz w:val="24"/>
          <w:szCs w:val="30"/>
          <w:u w:val="none"/>
        </w:rPr>
      </w:pPr>
      <w:r>
        <w:rPr>
          <w:rStyle w:val="UnderlineBold"/>
          <w:rFonts w:cs="Arial"/>
          <w:b/>
          <w:color w:val="1A1818"/>
          <w:sz w:val="24"/>
          <w:szCs w:val="30"/>
          <w:u w:val="none"/>
        </w:rPr>
        <w:t xml:space="preserve">The value is morality. Moral obligations are determined by the principles whose universal acceptance would make things go best. Derek </w:t>
      </w:r>
      <w:proofErr w:type="spellStart"/>
      <w:r>
        <w:rPr>
          <w:rStyle w:val="UnderlineBold"/>
          <w:rFonts w:cs="Arial"/>
          <w:b/>
          <w:color w:val="1A1818"/>
          <w:sz w:val="24"/>
          <w:szCs w:val="30"/>
          <w:u w:val="none"/>
        </w:rPr>
        <w:t>Parfit</w:t>
      </w:r>
      <w:proofErr w:type="spellEnd"/>
      <w:r>
        <w:rPr>
          <w:rStyle w:val="UnderlineBold"/>
          <w:rFonts w:cs="Arial"/>
          <w:b/>
          <w:color w:val="1A1818"/>
          <w:sz w:val="24"/>
          <w:szCs w:val="30"/>
          <w:u w:val="none"/>
        </w:rPr>
        <w:t xml:space="preserve"> writes:</w:t>
      </w:r>
    </w:p>
    <w:p w14:paraId="560D2721" w14:textId="77777777" w:rsidR="00866948" w:rsidRPr="000E3086" w:rsidRDefault="00866948" w:rsidP="00866948">
      <w:pPr>
        <w:rPr>
          <w:rStyle w:val="UnderlineBold"/>
          <w:rFonts w:cs="Arial"/>
          <w:b w:val="0"/>
          <w:color w:val="1A1818"/>
          <w:szCs w:val="30"/>
          <w:u w:val="none"/>
        </w:rPr>
      </w:pPr>
    </w:p>
    <w:p w14:paraId="51A2F614" w14:textId="77777777" w:rsidR="00866948" w:rsidRPr="00205193" w:rsidRDefault="00866948" w:rsidP="00866948">
      <w:pPr>
        <w:rPr>
          <w:sz w:val="16"/>
        </w:rPr>
      </w:pPr>
      <w:r w:rsidRPr="00D74FCF">
        <w:rPr>
          <w:rStyle w:val="UnderlineBold"/>
          <w:highlight w:val="green"/>
        </w:rPr>
        <w:t>When we apply the Kantian Formula, we ask which principles each person could rationally choose,</w:t>
      </w:r>
      <w:r w:rsidRPr="00205193">
        <w:rPr>
          <w:rStyle w:val="UnderlineBold"/>
        </w:rPr>
        <w:t xml:space="preserve"> if this person supposed that</w:t>
      </w:r>
      <w:r w:rsidRPr="00205193">
        <w:rPr>
          <w:sz w:val="16"/>
        </w:rPr>
        <w:t xml:space="preserve"> he or </w:t>
      </w:r>
      <w:r w:rsidRPr="00205193">
        <w:rPr>
          <w:rStyle w:val="UnderlineBold"/>
        </w:rPr>
        <w:t>she had the power to choose which principles would be accepted by everyone</w:t>
      </w:r>
      <w:r w:rsidRPr="00205193">
        <w:rPr>
          <w:sz w:val="16"/>
        </w:rPr>
        <w:t>, both now and throughout the future. This formula appeals to the principles that, in these many imagined cases, everyone could rationally choose. We should assume that, in mak</w:t>
      </w:r>
      <w:bookmarkStart w:id="1" w:name="_GoBack"/>
      <w:bookmarkEnd w:id="1"/>
      <w:r w:rsidRPr="00205193">
        <w:rPr>
          <w:sz w:val="16"/>
        </w:rPr>
        <w:t xml:space="preserve">ing these choices, everyone would know all of the relevant facts. On that assumption, as premise (B) claims, </w:t>
      </w:r>
      <w:r w:rsidRPr="00D74FCF">
        <w:rPr>
          <w:rStyle w:val="UnderlineBold"/>
          <w:highlight w:val="green"/>
        </w:rPr>
        <w:t>everyone could rationally choose what they would have sufficient reasons to choose</w:t>
      </w:r>
      <w:r w:rsidRPr="00205193">
        <w:rPr>
          <w:rStyle w:val="UnderlineBold"/>
        </w:rPr>
        <w:t xml:space="preserve">. </w:t>
      </w:r>
      <w:r w:rsidRPr="00205193">
        <w:rPr>
          <w:sz w:val="16"/>
        </w:rPr>
        <w:t>We are supposing that, as (C) claims, there is some set of principles that are UA-</w:t>
      </w:r>
      <w:proofErr w:type="spellStart"/>
      <w:r w:rsidRPr="00205193">
        <w:rPr>
          <w:sz w:val="16"/>
        </w:rPr>
        <w:t>optimific</w:t>
      </w:r>
      <w:proofErr w:type="spellEnd"/>
      <w:r w:rsidRPr="00205193">
        <w:rPr>
          <w:sz w:val="16"/>
        </w:rPr>
        <w:t xml:space="preserve">. </w:t>
      </w:r>
      <w:r w:rsidRPr="00D74FCF">
        <w:rPr>
          <w:rStyle w:val="UnderlineBold"/>
          <w:highlight w:val="green"/>
        </w:rPr>
        <w:t>Of all the principles that everyone might accept</w:t>
      </w:r>
      <w:r w:rsidRPr="00205193">
        <w:rPr>
          <w:rStyle w:val="UnderlineBold"/>
        </w:rPr>
        <w:t xml:space="preserve">, </w:t>
      </w:r>
      <w:r w:rsidRPr="00205193">
        <w:rPr>
          <w:sz w:val="16"/>
        </w:rPr>
        <w:t xml:space="preserve">these </w:t>
      </w:r>
      <w:r w:rsidRPr="00D74FCF">
        <w:rPr>
          <w:rStyle w:val="UnderlineBold"/>
          <w:highlight w:val="green"/>
        </w:rPr>
        <w:t xml:space="preserve">[the </w:t>
      </w:r>
      <w:proofErr w:type="spellStart"/>
      <w:r w:rsidRPr="00D74FCF">
        <w:rPr>
          <w:rStyle w:val="UnderlineBold"/>
          <w:highlight w:val="green"/>
        </w:rPr>
        <w:t>optimific</w:t>
      </w:r>
      <w:proofErr w:type="spellEnd"/>
      <w:r w:rsidRPr="00D74FCF">
        <w:rPr>
          <w:rStyle w:val="UnderlineBold"/>
          <w:highlight w:val="green"/>
        </w:rPr>
        <w:t xml:space="preserve"> principles] are the principles whose universal acceptance would make things go best in the impartial-reason-implying sense. If everyone accepted these principles, things would go in the ways in which everyone would have the strongest impartial reasons to want things to go.</w:t>
      </w:r>
      <w:r w:rsidRPr="00205193">
        <w:rPr>
          <w:rStyle w:val="UnderlineBold"/>
        </w:rPr>
        <w:t xml:space="preserve"> That is true by definition. </w:t>
      </w:r>
      <w:r w:rsidRPr="00D74FCF">
        <w:rPr>
          <w:rStyle w:val="UnderlineBold"/>
          <w:highlight w:val="green"/>
        </w:rPr>
        <w:t>So</w:t>
      </w:r>
      <w:r w:rsidRPr="00205193">
        <w:rPr>
          <w:rStyle w:val="UnderlineBold"/>
        </w:rPr>
        <w:t xml:space="preserve">, </w:t>
      </w:r>
      <w:r w:rsidRPr="00205193">
        <w:rPr>
          <w:sz w:val="16"/>
        </w:rPr>
        <w:t xml:space="preserve">as premise (D) claims, </w:t>
      </w:r>
      <w:r w:rsidRPr="00D74FCF">
        <w:rPr>
          <w:rStyle w:val="UnderlineBold"/>
          <w:highlight w:val="green"/>
        </w:rPr>
        <w:t>these are the principles whose universal acceptance everyone would have the strongest impartial reasons to choose</w:t>
      </w:r>
      <w:r w:rsidRPr="00D74FCF">
        <w:rPr>
          <w:sz w:val="16"/>
          <w:highlight w:val="green"/>
        </w:rPr>
        <w:t>.</w:t>
      </w:r>
    </w:p>
    <w:p w14:paraId="452D1227" w14:textId="77777777" w:rsidR="00383B1A" w:rsidRDefault="00383B1A" w:rsidP="00A95D99">
      <w:pPr>
        <w:pStyle w:val="Tag"/>
        <w:rPr>
          <w:rFonts w:cs="Arial"/>
        </w:rPr>
      </w:pPr>
    </w:p>
    <w:p w14:paraId="50DDF43F" w14:textId="0067982F" w:rsidR="00866948" w:rsidRDefault="008215AA" w:rsidP="008215AA">
      <w:pPr>
        <w:pStyle w:val="Tag"/>
      </w:pPr>
      <w:r>
        <w:t>Everyone ought to have the same moral beliefs b/c everyone ought to have true moral beliefs. Since rational people ought to believe the truth, they should accept the principles that they could rationally will. Since conflicting beliefs cant both be true, everyone would rationally will the same principles. Those principles are the principles that would make things go best.</w:t>
      </w:r>
    </w:p>
    <w:p w14:paraId="6DEFF159" w14:textId="77777777" w:rsidR="00866948" w:rsidRDefault="00866948" w:rsidP="00866948"/>
    <w:p w14:paraId="6D1E2DD8" w14:textId="13E532D7" w:rsidR="00383B1A" w:rsidRDefault="008215AA" w:rsidP="00A95D99">
      <w:pPr>
        <w:pStyle w:val="Tag"/>
        <w:rPr>
          <w:rFonts w:cs="Arial"/>
        </w:rPr>
      </w:pPr>
      <w:r>
        <w:rPr>
          <w:rFonts w:cs="Arial"/>
        </w:rPr>
        <w:t>Thus</w:t>
      </w:r>
      <w:r w:rsidR="00C61D8B">
        <w:rPr>
          <w:rFonts w:cs="Arial"/>
        </w:rPr>
        <w:t xml:space="preserve"> standard is rule-consequentialism.</w:t>
      </w:r>
    </w:p>
    <w:p w14:paraId="4F1778A9" w14:textId="77777777" w:rsidR="00A95D99" w:rsidRDefault="00A95D99" w:rsidP="00A95D99">
      <w:pPr>
        <w:pStyle w:val="Tag"/>
        <w:rPr>
          <w:rFonts w:cs="Arial"/>
        </w:rPr>
      </w:pPr>
      <w:r>
        <w:rPr>
          <w:rFonts w:cs="Arial"/>
        </w:rPr>
        <w:t xml:space="preserve">My principle is: It is wrong to use deadly force except in response to an imminent threat of fatal injury. </w:t>
      </w:r>
    </w:p>
    <w:p w14:paraId="527CDD0F" w14:textId="77777777" w:rsidR="00A95D99" w:rsidRDefault="00A95D99" w:rsidP="00A95D99">
      <w:pPr>
        <w:pStyle w:val="Tag"/>
        <w:rPr>
          <w:rFonts w:cs="Arial"/>
        </w:rPr>
      </w:pPr>
    </w:p>
    <w:p w14:paraId="1B397758" w14:textId="77777777" w:rsidR="00A95D99" w:rsidRPr="00AE58E1" w:rsidRDefault="00A95D99" w:rsidP="00A95D99">
      <w:pPr>
        <w:pStyle w:val="Tag"/>
        <w:outlineLvl w:val="0"/>
        <w:rPr>
          <w:rFonts w:cs="Arial"/>
          <w:szCs w:val="20"/>
          <w:shd w:val="clear" w:color="auto" w:fill="FFFFFF"/>
          <w:lang w:eastAsia="zh-TW"/>
        </w:rPr>
      </w:pPr>
      <w:r>
        <w:rPr>
          <w:rFonts w:cs="Arial"/>
        </w:rPr>
        <w:t>Kaufman writes:</w:t>
      </w:r>
      <w:r w:rsidRPr="003A0B89">
        <w:rPr>
          <w:rStyle w:val="FootnoteReference"/>
          <w:rFonts w:cs="Arial"/>
        </w:rPr>
        <w:t xml:space="preserve"> </w:t>
      </w:r>
      <w:r>
        <w:rPr>
          <w:rStyle w:val="FootnoteReference"/>
          <w:rFonts w:cs="Arial"/>
        </w:rPr>
        <w:footnoteReference w:id="1"/>
      </w:r>
    </w:p>
    <w:p w14:paraId="06A43E38" w14:textId="77777777" w:rsidR="00A95D99" w:rsidRDefault="00A95D99" w:rsidP="00A95D99">
      <w:pPr>
        <w:rPr>
          <w:rFonts w:cs="Arial"/>
          <w:sz w:val="16"/>
        </w:rPr>
      </w:pPr>
    </w:p>
    <w:p w14:paraId="65F39640" w14:textId="77777777" w:rsidR="00A95D99" w:rsidRPr="00933F7A" w:rsidRDefault="00A95D99" w:rsidP="00A95D99">
      <w:pPr>
        <w:rPr>
          <w:rStyle w:val="UnderlineBold"/>
          <w:rFonts w:cs="Arial"/>
        </w:rPr>
      </w:pPr>
      <w:r w:rsidRPr="00933F7A">
        <w:rPr>
          <w:rStyle w:val="UnderlineBold"/>
        </w:rPr>
        <w:t xml:space="preserve">The </w:t>
      </w:r>
      <w:r w:rsidRPr="00735433">
        <w:rPr>
          <w:rStyle w:val="UnderlineBold"/>
          <w:highlight w:val="cyan"/>
        </w:rPr>
        <w:t>imminence</w:t>
      </w:r>
      <w:r w:rsidRPr="00933F7A">
        <w:rPr>
          <w:rStyle w:val="UnderlineBold"/>
        </w:rPr>
        <w:t xml:space="preserve"> rule</w:t>
      </w:r>
      <w:r w:rsidRPr="00084594">
        <w:rPr>
          <w:rStyle w:val="UnderlineBold"/>
          <w:rFonts w:cs="Arial"/>
          <w:b w:val="0"/>
          <w:sz w:val="16"/>
          <w:u w:val="none"/>
        </w:rPr>
        <w:t xml:space="preserve">, </w:t>
      </w:r>
      <w:r w:rsidRPr="00B42B55">
        <w:rPr>
          <w:rStyle w:val="UnderlineBold"/>
          <w:rFonts w:cs="Arial"/>
          <w:b w:val="0"/>
          <w:sz w:val="16"/>
          <w:u w:val="none"/>
        </w:rPr>
        <w:t xml:space="preserve">as we have seen, </w:t>
      </w:r>
      <w:r w:rsidRPr="00735433">
        <w:rPr>
          <w:rStyle w:val="UnderlineBold"/>
          <w:highlight w:val="cyan"/>
        </w:rPr>
        <w:t>is a crucial</w:t>
      </w:r>
      <w:r w:rsidRPr="00B42B55">
        <w:rPr>
          <w:rStyle w:val="UnderlineBold"/>
          <w:rFonts w:cs="Arial"/>
          <w:b w:val="0"/>
          <w:sz w:val="16"/>
          <w:u w:val="none"/>
        </w:rPr>
        <w:t xml:space="preserve">, independent </w:t>
      </w:r>
      <w:r w:rsidRPr="00735433">
        <w:rPr>
          <w:rStyle w:val="UnderlineBold"/>
          <w:highlight w:val="cyan"/>
        </w:rPr>
        <w:t>restriction on the individual right to resort to violence against others</w:t>
      </w:r>
      <w:r w:rsidRPr="00444B5E">
        <w:rPr>
          <w:rStyle w:val="UnderlineBold"/>
          <w:rFonts w:cs="Arial"/>
          <w:b w:val="0"/>
          <w:sz w:val="16"/>
          <w:u w:val="none"/>
        </w:rPr>
        <w:t>,</w:t>
      </w:r>
      <w:r w:rsidRPr="00B42B55">
        <w:rPr>
          <w:rStyle w:val="UnderlineBold"/>
          <w:rFonts w:cs="Arial"/>
          <w:b w:val="0"/>
          <w:sz w:val="16"/>
          <w:u w:val="none"/>
        </w:rPr>
        <w:t xml:space="preserve"> especially deadly violence. </w:t>
      </w:r>
      <w:r w:rsidRPr="00735433">
        <w:rPr>
          <w:rStyle w:val="UnderlineBold"/>
          <w:highlight w:val="cyan"/>
        </w:rPr>
        <w:t>The first task of the state is the control of violence, and the restriction of individual violence to cases of genuine emergency when there is no recourse to state protection is crucial to establishing this monopoly on violence</w:t>
      </w:r>
      <w:r w:rsidRPr="00735433">
        <w:rPr>
          <w:rFonts w:cs="Arial"/>
          <w:sz w:val="16"/>
          <w:highlight w:val="cyan"/>
        </w:rPr>
        <w:t>.</w:t>
      </w:r>
      <w:r w:rsidRPr="00933F7A">
        <w:rPr>
          <w:rFonts w:cs="Arial"/>
          <w:sz w:val="16"/>
        </w:rPr>
        <w:t xml:space="preserve"> </w:t>
      </w:r>
      <w:r w:rsidRPr="00B42B55">
        <w:rPr>
          <w:rStyle w:val="UnderlineBold"/>
          <w:rFonts w:cs="Arial"/>
          <w:b w:val="0"/>
          <w:sz w:val="16"/>
          <w:u w:val="none"/>
        </w:rPr>
        <w:t>Civil life is</w:t>
      </w:r>
      <w:r w:rsidRPr="00933F7A">
        <w:rPr>
          <w:rFonts w:cs="Arial"/>
          <w:sz w:val="16"/>
        </w:rPr>
        <w:t xml:space="preserve">, as </w:t>
      </w:r>
      <w:proofErr w:type="spellStart"/>
      <w:r w:rsidRPr="00933F7A">
        <w:rPr>
          <w:rFonts w:cs="Arial"/>
          <w:sz w:val="16"/>
        </w:rPr>
        <w:t>Pufendorf</w:t>
      </w:r>
      <w:proofErr w:type="spellEnd"/>
      <w:r w:rsidRPr="00933F7A">
        <w:rPr>
          <w:rFonts w:cs="Arial"/>
          <w:sz w:val="16"/>
        </w:rPr>
        <w:t xml:space="preserve"> warned, </w:t>
      </w:r>
      <w:r w:rsidRPr="00B42B55">
        <w:rPr>
          <w:rFonts w:cs="Arial"/>
          <w:sz w:val="16"/>
        </w:rPr>
        <w:t>“</w:t>
      </w:r>
      <w:r w:rsidRPr="00B42B55">
        <w:rPr>
          <w:rStyle w:val="UnderlineBold"/>
          <w:rFonts w:cs="Arial"/>
          <w:sz w:val="16"/>
          <w:u w:val="none"/>
        </w:rPr>
        <w:t>too fragile to allow each man to exact what he believes to be his due by violent self-help.”</w:t>
      </w:r>
      <w:r w:rsidRPr="00933F7A">
        <w:rPr>
          <w:rFonts w:cs="Arial"/>
          <w:sz w:val="16"/>
          <w:szCs w:val="11"/>
        </w:rPr>
        <w:t xml:space="preserve">86 </w:t>
      </w:r>
      <w:r w:rsidRPr="00933F7A">
        <w:rPr>
          <w:rFonts w:cs="Arial"/>
          <w:sz w:val="16"/>
        </w:rPr>
        <w:t xml:space="preserve">Moreover, </w:t>
      </w:r>
      <w:r w:rsidRPr="00735433">
        <w:rPr>
          <w:rStyle w:val="UnderlineBold"/>
          <w:highlight w:val="cyan"/>
        </w:rPr>
        <w:t>it is an essential element of the rule of law that each person—even batterers—have a right to due process of law, especially when their lives are at stake</w:t>
      </w:r>
      <w:r w:rsidRPr="00735433">
        <w:rPr>
          <w:rFonts w:cs="Arial"/>
          <w:sz w:val="16"/>
          <w:highlight w:val="cyan"/>
        </w:rPr>
        <w:t xml:space="preserve">. </w:t>
      </w:r>
      <w:r w:rsidRPr="00735433">
        <w:rPr>
          <w:rStyle w:val="UnderlineBold"/>
          <w:highlight w:val="cyan"/>
        </w:rPr>
        <w:t>If the rules of self-defense permit an exception to this principle in the case of imminent danger, it is an exception that is best kept to an absolute minimum.</w:t>
      </w:r>
      <w:r w:rsidRPr="00933F7A">
        <w:rPr>
          <w:rStyle w:val="UnderlineBold"/>
        </w:rPr>
        <w:t xml:space="preserve"> </w:t>
      </w:r>
      <w:r w:rsidRPr="00933F7A">
        <w:rPr>
          <w:rFonts w:cs="Arial"/>
          <w:sz w:val="16"/>
        </w:rPr>
        <w:t>As Joshua Dressler cautions, “</w:t>
      </w:r>
      <w:r w:rsidRPr="00807204">
        <w:rPr>
          <w:rStyle w:val="UnderlineBold"/>
          <w:highlight w:val="cyan"/>
        </w:rPr>
        <w:t xml:space="preserve">we should hesitate long and hard before we promote a criminal </w:t>
      </w:r>
      <w:proofErr w:type="spellStart"/>
      <w:r w:rsidRPr="00807204">
        <w:rPr>
          <w:rStyle w:val="UnderlineBold"/>
          <w:highlight w:val="cyan"/>
        </w:rPr>
        <w:t>defence</w:t>
      </w:r>
      <w:proofErr w:type="spellEnd"/>
      <w:r w:rsidRPr="00807204">
        <w:rPr>
          <w:rStyle w:val="UnderlineBold"/>
          <w:highlight w:val="cyan"/>
        </w:rPr>
        <w:t xml:space="preserve"> that categorically justifies the taking of life before it is immediately necessary</w:t>
      </w:r>
      <w:r w:rsidRPr="00933F7A">
        <w:rPr>
          <w:rFonts w:cs="Arial"/>
          <w:sz w:val="16"/>
        </w:rPr>
        <w:t>.”</w:t>
      </w:r>
      <w:r w:rsidRPr="00933F7A">
        <w:rPr>
          <w:rFonts w:cs="Arial"/>
          <w:sz w:val="16"/>
          <w:szCs w:val="11"/>
        </w:rPr>
        <w:t xml:space="preserve">87 </w:t>
      </w:r>
      <w:r w:rsidRPr="00933F7A">
        <w:rPr>
          <w:rFonts w:cs="Arial"/>
          <w:sz w:val="16"/>
        </w:rPr>
        <w:t>Before we proceed with any modification (let alone elimination) of the imminence restriction, we had better consider very carefully the implications of such a radical change in the long-established and highly effective principles controlling the private resort to violence.</w:t>
      </w:r>
    </w:p>
    <w:p w14:paraId="6021F5C3" w14:textId="597F0875" w:rsidR="00A95D99" w:rsidRDefault="00A95D99" w:rsidP="00A95D99">
      <w:pPr>
        <w:pStyle w:val="Tag"/>
        <w:rPr>
          <w:rFonts w:cs="Arial"/>
        </w:rPr>
      </w:pPr>
      <w:r>
        <w:rPr>
          <w:rFonts w:cs="Arial"/>
        </w:rPr>
        <w:t>The imminence rule produces the best consequences because its key to maintaining the rule of law, the state’s monopoly on violence, and unnecessary killings. If everyone accepted the imminence rule, there would be fewer unnecessary killings because people would be less likely to kill suspected dangers without evidence.</w:t>
      </w:r>
    </w:p>
    <w:p w14:paraId="1157D85C" w14:textId="77777777" w:rsidR="00A95D99" w:rsidRDefault="00A95D99" w:rsidP="00A95D99">
      <w:pPr>
        <w:pStyle w:val="Tag"/>
        <w:rPr>
          <w:rFonts w:cs="Arial"/>
        </w:rPr>
      </w:pPr>
    </w:p>
    <w:p w14:paraId="66ABC0A8" w14:textId="53641C1A" w:rsidR="00A95D99" w:rsidRPr="00B16340" w:rsidRDefault="00A95D99" w:rsidP="00A95D99">
      <w:pPr>
        <w:pStyle w:val="Tag"/>
        <w:rPr>
          <w:rFonts w:cs="Arial"/>
        </w:rPr>
      </w:pPr>
      <w:r>
        <w:rPr>
          <w:rFonts w:cs="Arial"/>
        </w:rPr>
        <w:lastRenderedPageBreak/>
        <w:t>Deadly force in response to repeated domestic violence in non-confrontational situations does not meet the imminence rule. Kaufman:</w:t>
      </w:r>
    </w:p>
    <w:p w14:paraId="660AE07E" w14:textId="77777777" w:rsidR="00A95D99" w:rsidRDefault="00A95D99" w:rsidP="00A95D99">
      <w:pPr>
        <w:rPr>
          <w:rFonts w:cs="Arial"/>
          <w:sz w:val="16"/>
          <w:shd w:val="clear" w:color="auto" w:fill="FFFFFF"/>
          <w:lang w:eastAsia="zh-TW"/>
        </w:rPr>
      </w:pPr>
    </w:p>
    <w:p w14:paraId="4A533E74" w14:textId="77777777" w:rsidR="00A95D99" w:rsidRDefault="00A95D99" w:rsidP="00A95D99">
      <w:pPr>
        <w:rPr>
          <w:rStyle w:val="UnderlineBold"/>
        </w:rPr>
      </w:pPr>
      <w:proofErr w:type="gramStart"/>
      <w:r w:rsidRPr="00042D0A">
        <w:rPr>
          <w:rFonts w:cs="Arial"/>
          <w:sz w:val="16"/>
          <w:shd w:val="clear" w:color="auto" w:fill="FFFFFF"/>
          <w:lang w:eastAsia="zh-TW"/>
        </w:rPr>
        <w:t xml:space="preserve">Whitley R.P. Kaufman, </w:t>
      </w:r>
      <w:r>
        <w:rPr>
          <w:rFonts w:cs="Arial"/>
          <w:sz w:val="16"/>
          <w:shd w:val="clear" w:color="auto" w:fill="FFFFFF"/>
          <w:lang w:eastAsia="zh-TW"/>
        </w:rPr>
        <w:t>[</w:t>
      </w:r>
      <w:r w:rsidRPr="00042D0A">
        <w:rPr>
          <w:rFonts w:cs="Arial"/>
          <w:sz w:val="16"/>
          <w:shd w:val="clear" w:color="auto" w:fill="FFFFFF"/>
          <w:lang w:eastAsia="zh-TW"/>
        </w:rPr>
        <w:t>Department of Philosophy at University of Massachusetts Lowell</w:t>
      </w:r>
      <w:r>
        <w:rPr>
          <w:rFonts w:cs="Arial"/>
          <w:sz w:val="16"/>
          <w:shd w:val="clear" w:color="auto" w:fill="FFFFFF"/>
          <w:lang w:eastAsia="zh-TW"/>
        </w:rPr>
        <w:t>]</w:t>
      </w:r>
      <w:r w:rsidRPr="00042D0A">
        <w:rPr>
          <w:rFonts w:cs="Arial"/>
          <w:sz w:val="16"/>
          <w:shd w:val="clear" w:color="auto" w:fill="FFFFFF"/>
          <w:lang w:eastAsia="zh-TW"/>
        </w:rPr>
        <w:t>, “Self-Defense, Imminence, and the Battered Woman”, New Crimin</w:t>
      </w:r>
      <w:r>
        <w:rPr>
          <w:rFonts w:cs="Arial"/>
          <w:sz w:val="16"/>
          <w:shd w:val="clear" w:color="auto" w:fill="FFFFFF"/>
          <w:lang w:eastAsia="zh-TW"/>
        </w:rPr>
        <w:t>al Law Review, Volume 10, 2007.</w:t>
      </w:r>
      <w:proofErr w:type="gramEnd"/>
      <w:r>
        <w:rPr>
          <w:rFonts w:cs="Arial"/>
          <w:sz w:val="16"/>
          <w:shd w:val="clear" w:color="auto" w:fill="FFFFFF"/>
          <w:lang w:eastAsia="zh-TW"/>
        </w:rPr>
        <w:t xml:space="preserve"> RK</w:t>
      </w:r>
    </w:p>
    <w:p w14:paraId="768FCB91" w14:textId="77777777" w:rsidR="00A95D99" w:rsidRDefault="00A95D99" w:rsidP="00A95D99">
      <w:pPr>
        <w:rPr>
          <w:rStyle w:val="UnderlineBold"/>
        </w:rPr>
      </w:pPr>
    </w:p>
    <w:p w14:paraId="05817B4E" w14:textId="77777777" w:rsidR="00A95D99" w:rsidRDefault="00A95D99" w:rsidP="00A95D99">
      <w:pPr>
        <w:rPr>
          <w:rFonts w:cs="Arial"/>
          <w:sz w:val="16"/>
        </w:rPr>
      </w:pPr>
      <w:r w:rsidRPr="00572CD5">
        <w:rPr>
          <w:rStyle w:val="UnderlineBold"/>
          <w:b w:val="0"/>
          <w:sz w:val="16"/>
          <w:u w:val="none"/>
        </w:rPr>
        <w:t xml:space="preserve">It is the </w:t>
      </w:r>
      <w:proofErr w:type="spellStart"/>
      <w:r w:rsidRPr="00572CD5">
        <w:rPr>
          <w:rStyle w:val="UnderlineBold"/>
          <w:b w:val="0"/>
          <w:sz w:val="16"/>
          <w:u w:val="none"/>
        </w:rPr>
        <w:t>nonconfrontational</w:t>
      </w:r>
      <w:proofErr w:type="spellEnd"/>
      <w:r w:rsidRPr="00572CD5">
        <w:rPr>
          <w:rStyle w:val="UnderlineBold"/>
          <w:b w:val="0"/>
          <w:sz w:val="16"/>
          <w:u w:val="none"/>
        </w:rPr>
        <w:t xml:space="preserve"> cases in particular that have received special attention</w:t>
      </w:r>
      <w:r w:rsidRPr="00572CD5">
        <w:rPr>
          <w:rStyle w:val="UnderlineBold"/>
          <w:rFonts w:cs="Arial"/>
          <w:b w:val="0"/>
          <w:sz w:val="12"/>
          <w:u w:val="none"/>
        </w:rPr>
        <w:t xml:space="preserve">, </w:t>
      </w:r>
      <w:r w:rsidRPr="00572CD5">
        <w:rPr>
          <w:rStyle w:val="UnderlineBold"/>
          <w:rFonts w:cs="Arial"/>
          <w:b w:val="0"/>
          <w:sz w:val="16"/>
          <w:u w:val="none"/>
        </w:rPr>
        <w:t>even though these constitute only a tiny percentage of the cases in which battered women kill their abusers.</w:t>
      </w:r>
      <w:r w:rsidRPr="00572CD5">
        <w:rPr>
          <w:rFonts w:cs="Arial"/>
          <w:b/>
          <w:sz w:val="16"/>
          <w:szCs w:val="11"/>
        </w:rPr>
        <w:t xml:space="preserve">11 </w:t>
      </w:r>
      <w:r w:rsidRPr="00572CD5">
        <w:rPr>
          <w:rFonts w:cs="Arial"/>
          <w:b/>
          <w:sz w:val="16"/>
        </w:rPr>
        <w:t>In such cases</w:t>
      </w:r>
      <w:r w:rsidRPr="00572CD5">
        <w:rPr>
          <w:rFonts w:cs="Arial"/>
          <w:sz w:val="16"/>
          <w:highlight w:val="cyan"/>
        </w:rPr>
        <w:t xml:space="preserve">, </w:t>
      </w:r>
      <w:r w:rsidRPr="00572CD5">
        <w:rPr>
          <w:rStyle w:val="UnderlineBold"/>
          <w:highlight w:val="cyan"/>
        </w:rPr>
        <w:t>the woman attacks her abuser while he is not currently threatening her, indeed some- times when he is asleep or unconscious</w:t>
      </w:r>
      <w:r w:rsidRPr="00042D0A">
        <w:rPr>
          <w:rFonts w:cs="Arial"/>
          <w:sz w:val="16"/>
        </w:rPr>
        <w:t xml:space="preserve">. In a case where a woman kills her sleeping husband, </w:t>
      </w:r>
      <w:r w:rsidRPr="00572CD5">
        <w:rPr>
          <w:rStyle w:val="UnderlineBold"/>
          <w:highlight w:val="cyan"/>
        </w:rPr>
        <w:t>the imminence standard</w:t>
      </w:r>
      <w:r w:rsidRPr="00042D0A">
        <w:rPr>
          <w:rStyle w:val="UnderlineBold"/>
        </w:rPr>
        <w:t xml:space="preserve"> </w:t>
      </w:r>
      <w:r w:rsidRPr="00AE58E1">
        <w:rPr>
          <w:rStyle w:val="UnderlineBold"/>
          <w:rFonts w:cs="Arial"/>
          <w:b w:val="0"/>
          <w:sz w:val="16"/>
          <w:u w:val="none"/>
        </w:rPr>
        <w:t xml:space="preserve">arguably </w:t>
      </w:r>
      <w:r w:rsidRPr="00572CD5">
        <w:rPr>
          <w:rStyle w:val="UnderlineBold"/>
          <w:highlight w:val="cyan"/>
        </w:rPr>
        <w:t>cannot be satisfied as a matter of law</w:t>
      </w:r>
      <w:r w:rsidRPr="00042D0A">
        <w:rPr>
          <w:rFonts w:cs="Arial"/>
          <w:sz w:val="16"/>
        </w:rPr>
        <w:t xml:space="preserve">: as Richard Rosen suggests, </w:t>
      </w:r>
      <w:r w:rsidRPr="00572CD5">
        <w:rPr>
          <w:rFonts w:cs="Arial"/>
          <w:sz w:val="16"/>
          <w:highlight w:val="cyan"/>
        </w:rPr>
        <w:t>“</w:t>
      </w:r>
      <w:r w:rsidRPr="00572CD5">
        <w:rPr>
          <w:rStyle w:val="UnderlineBold"/>
          <w:highlight w:val="cyan"/>
        </w:rPr>
        <w:t>the threat of death or great bodily harm was not imminent when [she] shot her husband, not, at least, by any reasonable interpretation of the word imminent</w:t>
      </w:r>
      <w:r w:rsidRPr="00572CD5">
        <w:rPr>
          <w:rFonts w:cs="Arial"/>
          <w:sz w:val="16"/>
          <w:highlight w:val="cyan"/>
        </w:rPr>
        <w:t>.”</w:t>
      </w:r>
      <w:r w:rsidRPr="00042D0A">
        <w:rPr>
          <w:rFonts w:cs="Arial"/>
          <w:sz w:val="16"/>
          <w:szCs w:val="11"/>
        </w:rPr>
        <w:t xml:space="preserve">12 </w:t>
      </w:r>
      <w:r w:rsidRPr="00042D0A">
        <w:rPr>
          <w:rFonts w:cs="Arial"/>
          <w:sz w:val="16"/>
        </w:rPr>
        <w:t xml:space="preserve">But the same problem arises in all </w:t>
      </w:r>
      <w:proofErr w:type="spellStart"/>
      <w:r w:rsidRPr="00042D0A">
        <w:rPr>
          <w:rFonts w:cs="Arial"/>
          <w:sz w:val="16"/>
        </w:rPr>
        <w:t>nonconfrontational</w:t>
      </w:r>
      <w:proofErr w:type="spellEnd"/>
      <w:r w:rsidRPr="00042D0A">
        <w:rPr>
          <w:rFonts w:cs="Arial"/>
          <w:sz w:val="16"/>
        </w:rPr>
        <w:t xml:space="preserve"> cases, albeit not quite as dramatically. </w:t>
      </w:r>
      <w:r w:rsidRPr="00572CD5">
        <w:rPr>
          <w:rStyle w:val="UnderlineBold"/>
          <w:b w:val="0"/>
          <w:sz w:val="16"/>
          <w:u w:val="none"/>
        </w:rPr>
        <w:t>Hence a woman may be precluded from asserting self-defense solely on the grounds of the imminence rule, even if she satisfies all the other requirements of self-defense</w:t>
      </w:r>
      <w:r w:rsidRPr="00042D0A">
        <w:rPr>
          <w:rFonts w:cs="Arial"/>
          <w:sz w:val="16"/>
        </w:rPr>
        <w:t>, including the necessity for the use of force. This apparent paradox—how can force be necessary if the threat is not imminent</w:t>
      </w:r>
      <w:proofErr w:type="gramStart"/>
      <w:r w:rsidRPr="00042D0A">
        <w:rPr>
          <w:rFonts w:cs="Arial"/>
          <w:sz w:val="16"/>
        </w:rPr>
        <w:t>?—</w:t>
      </w:r>
      <w:proofErr w:type="gramEnd"/>
      <w:r w:rsidRPr="00042D0A">
        <w:rPr>
          <w:rFonts w:cs="Arial"/>
          <w:sz w:val="16"/>
        </w:rPr>
        <w:t>has puzzled many a commentator. But in fact it is no paradox at all: indeed, the very situation is illustrated by the case of Judy Norman.</w:t>
      </w:r>
    </w:p>
    <w:p w14:paraId="0150DC9F" w14:textId="77777777" w:rsidR="00A95D99" w:rsidRDefault="00A95D99" w:rsidP="00A95D99">
      <w:pPr>
        <w:pStyle w:val="Tag"/>
        <w:rPr>
          <w:rFonts w:cs="Arial"/>
        </w:rPr>
      </w:pPr>
    </w:p>
    <w:p w14:paraId="0B8A301B" w14:textId="67DAB013" w:rsidR="00BD7083" w:rsidRDefault="00BD7083" w:rsidP="00A95D99">
      <w:pPr>
        <w:pStyle w:val="Heading1"/>
      </w:pPr>
      <w:bookmarkStart w:id="2" w:name="_Toc196625901"/>
      <w:r w:rsidRPr="00A95D99">
        <w:lastRenderedPageBreak/>
        <w:t>**Framework Extensions**</w:t>
      </w:r>
      <w:bookmarkEnd w:id="2"/>
    </w:p>
    <w:p w14:paraId="4BA1B300" w14:textId="77777777" w:rsidR="00A95D99" w:rsidRPr="00A95D99" w:rsidRDefault="00A95D99" w:rsidP="00A95D99"/>
    <w:p w14:paraId="4FE7472B" w14:textId="4CEFE376" w:rsidR="00BD7083" w:rsidRDefault="00BD7083" w:rsidP="00BD7083">
      <w:pPr>
        <w:pStyle w:val="Heading1"/>
        <w:numPr>
          <w:ilvl w:val="0"/>
          <w:numId w:val="3"/>
        </w:numPr>
      </w:pPr>
      <w:bookmarkStart w:id="3" w:name="_Toc196625902"/>
      <w:r>
        <w:lastRenderedPageBreak/>
        <w:t>Guide to Action</w:t>
      </w:r>
      <w:bookmarkEnd w:id="3"/>
    </w:p>
    <w:p w14:paraId="42CEA3D7" w14:textId="77777777" w:rsidR="00BD7083" w:rsidRDefault="00BD7083" w:rsidP="00BD7083"/>
    <w:p w14:paraId="1A204993" w14:textId="77777777" w:rsidR="00BD7083" w:rsidRDefault="00BD7083" w:rsidP="00BD7083"/>
    <w:p w14:paraId="63B33C0E" w14:textId="58A08D10" w:rsidR="00BD7083" w:rsidRPr="00BD7083" w:rsidRDefault="00BD7083" w:rsidP="00BD7083">
      <w:pPr>
        <w:pStyle w:val="Tag"/>
        <w:rPr>
          <w:rFonts w:cs="Arial"/>
        </w:rPr>
      </w:pPr>
      <w:r>
        <w:rPr>
          <w:rFonts w:cs="Arial"/>
        </w:rPr>
        <w:t>Ought implies can, that is we can only be morally obligated to do what is possible.</w:t>
      </w:r>
      <w:r w:rsidR="00D356F9">
        <w:rPr>
          <w:rFonts w:cs="Arial"/>
        </w:rPr>
        <w:t xml:space="preserve"> Only rule-consequentialism guides action.</w:t>
      </w:r>
    </w:p>
    <w:p w14:paraId="6E13D301" w14:textId="77777777" w:rsidR="00BD7083" w:rsidRDefault="00BD7083" w:rsidP="00BD7083"/>
    <w:p w14:paraId="6B3B3D02" w14:textId="549D4E0A" w:rsidR="00B71373" w:rsidRDefault="00B71373" w:rsidP="00BD7083">
      <w:r w:rsidRPr="00B71373">
        <w:t xml:space="preserve">Brad Hooker "Rule-Consequentialism and Demandingness: A Reply to Carson" JSTOR. </w:t>
      </w:r>
      <w:proofErr w:type="gramStart"/>
      <w:r w:rsidRPr="00B71373">
        <w:t>Oxford University Press 1991.</w:t>
      </w:r>
      <w:proofErr w:type="gramEnd"/>
      <w:r w:rsidRPr="00B71373">
        <w:t xml:space="preserve"> FD</w:t>
      </w:r>
    </w:p>
    <w:p w14:paraId="61A707BA" w14:textId="31AD4A4E" w:rsidR="00BD7083" w:rsidRPr="00A22042" w:rsidRDefault="00BD7083" w:rsidP="00BD7083">
      <w:pPr>
        <w:rPr>
          <w:sz w:val="16"/>
        </w:rPr>
      </w:pPr>
      <w:r w:rsidRPr="00A22042">
        <w:rPr>
          <w:b/>
          <w:u w:val="single"/>
        </w:rPr>
        <w:t>Most of us share the intuitions that morality requires us to make some sacrifices for the world’s needy, and that it does not require us to impoverish ourselves for this purpose</w:t>
      </w:r>
      <w:r w:rsidRPr="00A22042">
        <w:rPr>
          <w:sz w:val="16"/>
        </w:rPr>
        <w:t xml:space="preserve"> (although devoting all one’s time and money to helping the needy may be permissible and commendable. Finding a moral theory that does justice to these intuitions is difficult. But consider </w:t>
      </w:r>
      <w:r w:rsidRPr="00A22042">
        <w:rPr>
          <w:b/>
          <w:u w:val="single"/>
        </w:rPr>
        <w:t>rule-</w:t>
      </w:r>
      <w:proofErr w:type="spellStart"/>
      <w:r w:rsidRPr="00A22042">
        <w:rPr>
          <w:b/>
          <w:u w:val="single"/>
        </w:rPr>
        <w:t>consequentism</w:t>
      </w:r>
      <w:proofErr w:type="spellEnd"/>
      <w:r w:rsidRPr="00A22042">
        <w:rPr>
          <w:b/>
          <w:u w:val="single"/>
        </w:rPr>
        <w:t>, the theory that an act is morally right if and only if it is allowed by the set of rules</w:t>
      </w:r>
      <w:r w:rsidR="00A22042" w:rsidRPr="00A22042">
        <w:rPr>
          <w:b/>
          <w:u w:val="single"/>
        </w:rPr>
        <w:t xml:space="preserve"> [that]</w:t>
      </w:r>
      <w:r w:rsidRPr="00A22042">
        <w:rPr>
          <w:sz w:val="16"/>
        </w:rPr>
        <w:t xml:space="preserve"> and corresponding dispositions the having of which by everyone </w:t>
      </w:r>
      <w:r w:rsidRPr="00A22042">
        <w:rPr>
          <w:b/>
          <w:u w:val="single"/>
        </w:rPr>
        <w:t xml:space="preserve">would bring about the best </w:t>
      </w:r>
      <w:proofErr w:type="spellStart"/>
      <w:r w:rsidRPr="00A22042">
        <w:rPr>
          <w:b/>
          <w:u w:val="single"/>
        </w:rPr>
        <w:t>cosnequences</w:t>
      </w:r>
      <w:proofErr w:type="spellEnd"/>
      <w:r w:rsidRPr="00A22042">
        <w:rPr>
          <w:b/>
          <w:u w:val="single"/>
        </w:rPr>
        <w:t xml:space="preserve"> considered impartially</w:t>
      </w:r>
      <w:r w:rsidRPr="00A22042">
        <w:rPr>
          <w:sz w:val="16"/>
        </w:rPr>
        <w:t xml:space="preserve">. </w:t>
      </w:r>
      <w:r w:rsidRPr="00A22042">
        <w:rPr>
          <w:b/>
          <w:u w:val="single"/>
        </w:rPr>
        <w:t xml:space="preserve">Rule-consequentialism </w:t>
      </w:r>
      <w:r w:rsidRPr="00A22042">
        <w:rPr>
          <w:sz w:val="16"/>
        </w:rPr>
        <w:t xml:space="preserve">initially </w:t>
      </w:r>
      <w:r w:rsidRPr="00A22042">
        <w:rPr>
          <w:b/>
          <w:u w:val="single"/>
        </w:rPr>
        <w:t>seems to prescribe a rule about aid that requires the comfortably off to help the needy but does not make excessively severe demands</w:t>
      </w:r>
      <w:r w:rsidRPr="00A22042">
        <w:rPr>
          <w:sz w:val="16"/>
        </w:rPr>
        <w:t>. For if every comfortably off person would devote some fairly small percentage of his or her income to helping the needy, none would have to make an enormous sacrifice. However, Thomas Carson’s “A Note on Hooker’s Rule-</w:t>
      </w:r>
      <w:proofErr w:type="spellStart"/>
      <w:r w:rsidRPr="00A22042">
        <w:rPr>
          <w:sz w:val="16"/>
        </w:rPr>
        <w:t>Consequentilaism</w:t>
      </w:r>
      <w:proofErr w:type="spellEnd"/>
      <w:r w:rsidRPr="00A22042">
        <w:rPr>
          <w:sz w:val="16"/>
        </w:rPr>
        <w:t xml:space="preserve">” puts forward important arguments for </w:t>
      </w:r>
      <w:proofErr w:type="spellStart"/>
      <w:r w:rsidRPr="00A22042">
        <w:rPr>
          <w:sz w:val="16"/>
        </w:rPr>
        <w:t>thinkngi</w:t>
      </w:r>
      <w:proofErr w:type="spellEnd"/>
      <w:r w:rsidRPr="00A22042">
        <w:rPr>
          <w:sz w:val="16"/>
        </w:rPr>
        <w:t xml:space="preserve"> that rule consequentialism may be far more demanding than this sketch implies.</w:t>
      </w:r>
    </w:p>
    <w:p w14:paraId="10BBA8C1" w14:textId="77777777" w:rsidR="00BD7083" w:rsidRDefault="00BD7083" w:rsidP="00BD7083"/>
    <w:p w14:paraId="30E9F31C" w14:textId="77777777" w:rsidR="00BD7083" w:rsidRPr="00BD7083" w:rsidRDefault="00BD7083" w:rsidP="00BD7083"/>
    <w:p w14:paraId="48386BBB" w14:textId="77777777" w:rsidR="00E10EE2" w:rsidRPr="00E10EE2" w:rsidRDefault="00E10EE2" w:rsidP="00E10EE2"/>
    <w:p w14:paraId="228BE4B7" w14:textId="746BA8E7" w:rsidR="00336DB1" w:rsidRDefault="002A5307" w:rsidP="002A5307">
      <w:pPr>
        <w:pStyle w:val="Heading1"/>
        <w:numPr>
          <w:ilvl w:val="0"/>
          <w:numId w:val="3"/>
        </w:numPr>
      </w:pPr>
      <w:bookmarkStart w:id="4" w:name="_Toc196625903"/>
      <w:r>
        <w:lastRenderedPageBreak/>
        <w:t xml:space="preserve">Coherence with our </w:t>
      </w:r>
      <w:r w:rsidR="00DD598D">
        <w:t>Beliefs</w:t>
      </w:r>
      <w:bookmarkEnd w:id="4"/>
    </w:p>
    <w:p w14:paraId="2C31252B" w14:textId="77777777" w:rsidR="00DD598D" w:rsidRDefault="00DD598D" w:rsidP="00DD598D"/>
    <w:p w14:paraId="613B8E4B" w14:textId="77777777" w:rsidR="00DD598D" w:rsidRDefault="00DD598D" w:rsidP="00DD598D"/>
    <w:p w14:paraId="21846E6D" w14:textId="5D46BF28" w:rsidR="00DD598D" w:rsidRDefault="00DD598D" w:rsidP="00DD598D">
      <w:pPr>
        <w:pStyle w:val="Tag"/>
        <w:rPr>
          <w:rFonts w:cs="Arial"/>
        </w:rPr>
      </w:pPr>
      <w:r>
        <w:rPr>
          <w:rFonts w:cs="Arial"/>
        </w:rPr>
        <w:t xml:space="preserve">Moral theories ought to cohere with our convictions. --- </w:t>
      </w:r>
      <w:proofErr w:type="gramStart"/>
      <w:r>
        <w:rPr>
          <w:rFonts w:cs="Arial"/>
        </w:rPr>
        <w:t>that</w:t>
      </w:r>
      <w:proofErr w:type="gramEnd"/>
      <w:r>
        <w:rPr>
          <w:rFonts w:cs="Arial"/>
        </w:rPr>
        <w:t xml:space="preserve"> is the starting place of morality.</w:t>
      </w:r>
    </w:p>
    <w:p w14:paraId="343AD8AE" w14:textId="77777777" w:rsidR="00FC26BF" w:rsidRDefault="00FC26BF" w:rsidP="00FC26BF"/>
    <w:p w14:paraId="50975E9B" w14:textId="01422045" w:rsidR="00FC26BF" w:rsidRPr="00FC26BF" w:rsidRDefault="00FC26BF" w:rsidP="00FC26BF">
      <w:r>
        <w:t>Brad Hooker “Ideal Code, Real World: A Rule-Consequentialist Theory of Morality” Oxford University Press. FD</w:t>
      </w:r>
    </w:p>
    <w:p w14:paraId="708D0AFC" w14:textId="77777777" w:rsidR="00DD598D" w:rsidRDefault="00DD598D" w:rsidP="00DD598D"/>
    <w:p w14:paraId="44CEAE22" w14:textId="0A59C143" w:rsidR="00DD598D" w:rsidRPr="00FC26BF" w:rsidRDefault="00DD598D" w:rsidP="00DD598D">
      <w:pPr>
        <w:rPr>
          <w:sz w:val="16"/>
        </w:rPr>
      </w:pPr>
      <w:r w:rsidRPr="00FC26BF">
        <w:rPr>
          <w:b/>
          <w:u w:val="single"/>
        </w:rPr>
        <w:t>We should evaluate rival moral theories in terms of their ability to cohere with the convictions in which we have the most confidence after due reflection</w:t>
      </w:r>
      <w:r w:rsidRPr="00FC26BF">
        <w:rPr>
          <w:sz w:val="16"/>
        </w:rPr>
        <w:t xml:space="preserve">. How a moral view would look from the perspective of evaluative beliefs in which we have little or no confidence could not matter as much to us as whether the moral view is consistent wit </w:t>
      </w:r>
      <w:r w:rsidR="00FC26BF" w:rsidRPr="00FC26BF">
        <w:rPr>
          <w:sz w:val="16"/>
        </w:rPr>
        <w:t>the</w:t>
      </w:r>
      <w:r w:rsidRPr="00FC26BF">
        <w:rPr>
          <w:sz w:val="16"/>
        </w:rPr>
        <w:t xml:space="preserve"> moral beliefs in which we have the most confidence after due reflection. As frank </w:t>
      </w:r>
      <w:proofErr w:type="spellStart"/>
      <w:r w:rsidRPr="00FC26BF">
        <w:rPr>
          <w:sz w:val="16"/>
        </w:rPr>
        <w:t>jacksion</w:t>
      </w:r>
      <w:proofErr w:type="spellEnd"/>
      <w:r w:rsidRPr="00FC26BF">
        <w:rPr>
          <w:sz w:val="16"/>
        </w:rPr>
        <w:t xml:space="preserve"> (1998: 135 writes, “</w:t>
      </w:r>
      <w:r w:rsidRPr="00FC26BF">
        <w:rPr>
          <w:b/>
          <w:u w:val="single"/>
        </w:rPr>
        <w:t xml:space="preserve">We must start from somewhere in current folk </w:t>
      </w:r>
      <w:proofErr w:type="spellStart"/>
      <w:r w:rsidRPr="00FC26BF">
        <w:rPr>
          <w:b/>
          <w:u w:val="single"/>
        </w:rPr>
        <w:t>moraliy</w:t>
      </w:r>
      <w:proofErr w:type="spellEnd"/>
      <w:r w:rsidRPr="00FC26BF">
        <w:rPr>
          <w:b/>
          <w:u w:val="single"/>
        </w:rPr>
        <w:t>, otherwise we start from somewhere unintuitive, and that can hardly be a good place to start</w:t>
      </w:r>
      <w:r w:rsidRPr="00FC26BF">
        <w:rPr>
          <w:sz w:val="16"/>
        </w:rPr>
        <w:t xml:space="preserve">. </w:t>
      </w:r>
    </w:p>
    <w:p w14:paraId="2D89D887" w14:textId="77777777" w:rsidR="00C71458" w:rsidRDefault="00C71458" w:rsidP="00DD598D"/>
    <w:p w14:paraId="1C448D7C" w14:textId="77777777" w:rsidR="00C71458" w:rsidRDefault="00C71458" w:rsidP="00DD598D"/>
    <w:p w14:paraId="0CF48ABE" w14:textId="0205A121" w:rsidR="00C71458" w:rsidRDefault="00C71458" w:rsidP="00FC26BF">
      <w:pPr>
        <w:pStyle w:val="Tag"/>
      </w:pPr>
      <w:r>
        <w:t>Prefer mine b/c its crucial to convergence --- universal consensus that we should start from our convictions.</w:t>
      </w:r>
    </w:p>
    <w:p w14:paraId="23C878B0" w14:textId="77777777" w:rsidR="00C07033" w:rsidRDefault="00C07033" w:rsidP="00DD598D"/>
    <w:p w14:paraId="3CEDF4A9" w14:textId="77777777" w:rsidR="00A805F1" w:rsidRPr="00FC26BF" w:rsidRDefault="00A805F1" w:rsidP="00A805F1">
      <w:r>
        <w:t>Brad Hooker “Ideal Code, Real World: A Rule-Consequentialist Theory of Morality” Oxford University Press. FD</w:t>
      </w:r>
    </w:p>
    <w:p w14:paraId="489CA836" w14:textId="77777777" w:rsidR="00A805F1" w:rsidRDefault="00A805F1" w:rsidP="00DD598D"/>
    <w:p w14:paraId="5CCAB933" w14:textId="3C0CC016" w:rsidR="00C07033" w:rsidRPr="00FC26BF" w:rsidRDefault="00C07033" w:rsidP="00FC26BF">
      <w:pPr>
        <w:rPr>
          <w:sz w:val="16"/>
        </w:rPr>
      </w:pPr>
      <w:proofErr w:type="spellStart"/>
      <w:r w:rsidRPr="00FC26BF">
        <w:rPr>
          <w:b/>
          <w:u w:val="single"/>
        </w:rPr>
        <w:t>Noncognitivists</w:t>
      </w:r>
      <w:proofErr w:type="spellEnd"/>
      <w:r w:rsidRPr="00FC26BF">
        <w:rPr>
          <w:sz w:val="16"/>
        </w:rPr>
        <w:t xml:space="preserve"> in ethic</w:t>
      </w:r>
      <w:r w:rsidR="00475C96" w:rsidRPr="00FC26BF">
        <w:rPr>
          <w:sz w:val="16"/>
        </w:rPr>
        <w:t xml:space="preserve">s </w:t>
      </w:r>
      <w:r w:rsidR="00475C96" w:rsidRPr="00FC26BF">
        <w:rPr>
          <w:b/>
          <w:u w:val="single"/>
        </w:rPr>
        <w:t>believe that moral convictions are not</w:t>
      </w:r>
      <w:r w:rsidR="00475C96" w:rsidRPr="00FC26BF">
        <w:rPr>
          <w:sz w:val="16"/>
        </w:rPr>
        <w:t xml:space="preserve"> really </w:t>
      </w:r>
      <w:r w:rsidR="00475C96" w:rsidRPr="00FC26BF">
        <w:rPr>
          <w:b/>
          <w:u w:val="single"/>
        </w:rPr>
        <w:t>beliefs but instead sentiments</w:t>
      </w:r>
      <w:r w:rsidR="00475C96" w:rsidRPr="00FC26BF">
        <w:rPr>
          <w:sz w:val="16"/>
        </w:rPr>
        <w:t xml:space="preserve"> or commitments. </w:t>
      </w:r>
      <w:r w:rsidR="00475C96" w:rsidRPr="00FC26BF">
        <w:rPr>
          <w:b/>
          <w:u w:val="single"/>
        </w:rPr>
        <w:t>Some other philosophers accept that moral convictions are beliefs, but think these beliefs are never literally true.</w:t>
      </w:r>
      <w:r w:rsidR="00475C96" w:rsidRPr="00FC26BF">
        <w:rPr>
          <w:sz w:val="16"/>
        </w:rPr>
        <w:t xml:space="preserve"> </w:t>
      </w:r>
      <w:r w:rsidR="00475C96" w:rsidRPr="00FC26BF">
        <w:rPr>
          <w:b/>
          <w:u w:val="single"/>
        </w:rPr>
        <w:t>Yet most contemporary moral philosophers --- no matter what their views on the metaphysics, epistemology, and language of morals – apply the same reflective-</w:t>
      </w:r>
      <w:proofErr w:type="spellStart"/>
      <w:r w:rsidR="00475C96" w:rsidRPr="00FC26BF">
        <w:rPr>
          <w:b/>
          <w:u w:val="single"/>
        </w:rPr>
        <w:t>equilibirum</w:t>
      </w:r>
      <w:proofErr w:type="spellEnd"/>
      <w:r w:rsidR="00475C96" w:rsidRPr="00FC26BF">
        <w:rPr>
          <w:b/>
          <w:u w:val="single"/>
        </w:rPr>
        <w:t xml:space="preserve"> methodology in normative ethics.</w:t>
      </w:r>
      <w:r w:rsidR="00475C96" w:rsidRPr="00FC26BF">
        <w:rPr>
          <w:sz w:val="16"/>
        </w:rPr>
        <w:t xml:space="preserve"> </w:t>
      </w:r>
      <w:r w:rsidR="00475C96" w:rsidRPr="00FC26BF">
        <w:rPr>
          <w:b/>
          <w:u w:val="single"/>
        </w:rPr>
        <w:t xml:space="preserve">In the case of </w:t>
      </w:r>
      <w:proofErr w:type="spellStart"/>
      <w:r w:rsidR="00475C96" w:rsidRPr="00FC26BF">
        <w:rPr>
          <w:b/>
          <w:u w:val="single"/>
        </w:rPr>
        <w:t>noncognitivsits</w:t>
      </w:r>
      <w:proofErr w:type="spellEnd"/>
      <w:r w:rsidR="00475C96" w:rsidRPr="00FC26BF">
        <w:rPr>
          <w:b/>
          <w:u w:val="single"/>
        </w:rPr>
        <w:t>, the search is for a reflective equilibrium between the moral attitudes at different levels of generality</w:t>
      </w:r>
      <w:r w:rsidR="00475C96" w:rsidRPr="00FC26BF">
        <w:rPr>
          <w:sz w:val="16"/>
        </w:rPr>
        <w:t>, at least some of these attitudes are held on a non-</w:t>
      </w:r>
      <w:proofErr w:type="spellStart"/>
      <w:r w:rsidR="00475C96" w:rsidRPr="00FC26BF">
        <w:rPr>
          <w:sz w:val="16"/>
        </w:rPr>
        <w:t>inferentialbasis</w:t>
      </w:r>
      <w:proofErr w:type="spellEnd"/>
      <w:r w:rsidR="00475C96" w:rsidRPr="00FC26BF">
        <w:rPr>
          <w:sz w:val="16"/>
        </w:rPr>
        <w:t xml:space="preserve">. In according weight to the non-inferentially based attitudes, but then searching for a coherent set, </w:t>
      </w:r>
      <w:proofErr w:type="spellStart"/>
      <w:r w:rsidR="00475C96" w:rsidRPr="00FC26BF">
        <w:rPr>
          <w:sz w:val="16"/>
        </w:rPr>
        <w:t>noncogntivist</w:t>
      </w:r>
      <w:proofErr w:type="spellEnd"/>
      <w:r w:rsidR="00475C96" w:rsidRPr="00FC26BF">
        <w:rPr>
          <w:sz w:val="16"/>
        </w:rPr>
        <w:t xml:space="preserve"> </w:t>
      </w:r>
      <w:proofErr w:type="spellStart"/>
      <w:r w:rsidR="00475C96" w:rsidRPr="00FC26BF">
        <w:rPr>
          <w:sz w:val="16"/>
        </w:rPr>
        <w:t>ethiciists</w:t>
      </w:r>
      <w:proofErr w:type="spellEnd"/>
      <w:r w:rsidR="00475C96" w:rsidRPr="00FC26BF">
        <w:rPr>
          <w:sz w:val="16"/>
        </w:rPr>
        <w:t xml:space="preserve"> look very like cognitive ethicists.</w:t>
      </w:r>
    </w:p>
    <w:p w14:paraId="3AC12CE4" w14:textId="77777777" w:rsidR="00DF23B9" w:rsidRDefault="00DF23B9" w:rsidP="00C07033">
      <w:pPr>
        <w:rPr>
          <w:rFonts w:cs="Arial"/>
        </w:rPr>
      </w:pPr>
    </w:p>
    <w:p w14:paraId="06513072" w14:textId="77777777" w:rsidR="00DF23B9" w:rsidRDefault="00DF23B9" w:rsidP="00C07033">
      <w:pPr>
        <w:rPr>
          <w:rFonts w:cs="Arial"/>
        </w:rPr>
      </w:pPr>
    </w:p>
    <w:p w14:paraId="73BC4A0C" w14:textId="361175E9" w:rsidR="00DF23B9" w:rsidRDefault="00DF23B9" w:rsidP="00DF23B9">
      <w:pPr>
        <w:pStyle w:val="Tag"/>
        <w:rPr>
          <w:rFonts w:cs="Arial"/>
        </w:rPr>
      </w:pPr>
      <w:r>
        <w:rPr>
          <w:rFonts w:cs="Arial"/>
        </w:rPr>
        <w:t>Moral convictions mandate that absent special circumstances, you give greater weight to the welfare of people you know.</w:t>
      </w:r>
      <w:r w:rsidR="00475C96">
        <w:rPr>
          <w:rFonts w:cs="Arial"/>
        </w:rPr>
        <w:t xml:space="preserve"> </w:t>
      </w:r>
    </w:p>
    <w:p w14:paraId="0AF08270" w14:textId="77777777" w:rsidR="00466B81" w:rsidRDefault="00466B81" w:rsidP="00466B81"/>
    <w:p w14:paraId="338951BC" w14:textId="77777777" w:rsidR="00A805F1" w:rsidRPr="00FC26BF" w:rsidRDefault="00A805F1" w:rsidP="00A805F1">
      <w:r>
        <w:t>Brad Hooker “Ideal Code, Real World: A Rule-Consequentialist Theory of Morality” Oxford University Press. FD</w:t>
      </w:r>
    </w:p>
    <w:p w14:paraId="0FCFD775" w14:textId="77777777" w:rsidR="00A805F1" w:rsidRDefault="00A805F1" w:rsidP="00466B81"/>
    <w:p w14:paraId="082740C0" w14:textId="4D3BB1F1" w:rsidR="00902685" w:rsidRPr="0057362C" w:rsidRDefault="00466B81" w:rsidP="00466B81">
      <w:pPr>
        <w:rPr>
          <w:sz w:val="16"/>
        </w:rPr>
      </w:pPr>
      <w:r w:rsidRPr="0057362C">
        <w:rPr>
          <w:b/>
          <w:u w:val="single"/>
        </w:rPr>
        <w:t>Most of us confidently agree morality can require us to help others, even if we have no special connection to them</w:t>
      </w:r>
      <w:r w:rsidRPr="0057362C">
        <w:rPr>
          <w:sz w:val="16"/>
        </w:rPr>
        <w:t xml:space="preserve">. </w:t>
      </w:r>
      <w:proofErr w:type="gramStart"/>
      <w:r w:rsidRPr="0057362C">
        <w:rPr>
          <w:sz w:val="16"/>
        </w:rPr>
        <w:t>suppose</w:t>
      </w:r>
      <w:proofErr w:type="gramEnd"/>
      <w:r w:rsidRPr="0057362C">
        <w:rPr>
          <w:sz w:val="16"/>
        </w:rPr>
        <w:t xml:space="preserve"> that, with no cost to yourself, you could save thousands of innocent people from </w:t>
      </w:r>
      <w:r w:rsidR="00902685" w:rsidRPr="0057362C">
        <w:rPr>
          <w:sz w:val="16"/>
        </w:rPr>
        <w:t xml:space="preserve">some horrible fate. Perhaps, in order to warn them of an approaching danger, all you do is push a nearby button. If you do not warn them, they will suffer and die. If you do warn them, they will escape the approaching danger. </w:t>
      </w:r>
      <w:r w:rsidR="00902685" w:rsidRPr="0057362C">
        <w:rPr>
          <w:b/>
          <w:u w:val="single"/>
        </w:rPr>
        <w:t>Obviously, when you can save many innocent people at no cost to yourself or to others, morality requires you to save them</w:t>
      </w:r>
      <w:r w:rsidR="00902685" w:rsidRPr="0057362C">
        <w:rPr>
          <w:sz w:val="16"/>
        </w:rPr>
        <w:t>.</w:t>
      </w:r>
      <w:r w:rsidR="0057362C">
        <w:rPr>
          <w:sz w:val="16"/>
        </w:rPr>
        <w:t xml:space="preserve"> </w:t>
      </w:r>
      <w:r w:rsidR="00902685" w:rsidRPr="0057362C">
        <w:rPr>
          <w:sz w:val="16"/>
        </w:rPr>
        <w:t xml:space="preserve">Morality does not stop here, helping the needy can be morally required, even if it does involve self-sacrifice. People who are not in need ought to be prepared to make some self-sacrifice to help those who are. Yet </w:t>
      </w:r>
      <w:r w:rsidR="00902685" w:rsidRPr="0057362C">
        <w:rPr>
          <w:b/>
          <w:u w:val="single"/>
        </w:rPr>
        <w:t xml:space="preserve">morality does not require you to be constantly making huge </w:t>
      </w:r>
      <w:proofErr w:type="gramStart"/>
      <w:r w:rsidR="00902685" w:rsidRPr="0057362C">
        <w:rPr>
          <w:b/>
          <w:u w:val="single"/>
        </w:rPr>
        <w:t>self sacrifices</w:t>
      </w:r>
      <w:proofErr w:type="gramEnd"/>
      <w:r w:rsidR="00902685" w:rsidRPr="0057362C">
        <w:rPr>
          <w:b/>
          <w:u w:val="single"/>
        </w:rPr>
        <w:t xml:space="preserve"> for the sake of other people to whom you have no </w:t>
      </w:r>
      <w:proofErr w:type="spellStart"/>
      <w:r w:rsidR="00902685" w:rsidRPr="0057362C">
        <w:rPr>
          <w:b/>
          <w:u w:val="single"/>
        </w:rPr>
        <w:t>specila</w:t>
      </w:r>
      <w:proofErr w:type="spellEnd"/>
      <w:r w:rsidR="00902685" w:rsidRPr="0057362C">
        <w:rPr>
          <w:b/>
          <w:u w:val="single"/>
        </w:rPr>
        <w:t xml:space="preserve"> connection</w:t>
      </w:r>
      <w:r w:rsidR="00902685" w:rsidRPr="0057362C">
        <w:rPr>
          <w:sz w:val="16"/>
        </w:rPr>
        <w:t>. So much altruism is admirable, even saintly. But most of us believe that stopping short of sainthood is morally permissible.</w:t>
      </w:r>
      <w:r w:rsidR="0057362C">
        <w:rPr>
          <w:sz w:val="16"/>
        </w:rPr>
        <w:t xml:space="preserve"> </w:t>
      </w:r>
      <w:r w:rsidR="00902685" w:rsidRPr="0057362C">
        <w:rPr>
          <w:b/>
          <w:u w:val="single"/>
        </w:rPr>
        <w:t xml:space="preserve">Most </w:t>
      </w:r>
      <w:proofErr w:type="spellStart"/>
      <w:r w:rsidR="00902685" w:rsidRPr="0057362C">
        <w:rPr>
          <w:b/>
          <w:u w:val="single"/>
        </w:rPr>
        <w:t>uf</w:t>
      </w:r>
      <w:proofErr w:type="spellEnd"/>
      <w:r w:rsidR="00902685" w:rsidRPr="0057362C">
        <w:rPr>
          <w:b/>
          <w:u w:val="single"/>
        </w:rPr>
        <w:t xml:space="preserve"> also believe that we owe more altruism to certain people than to others</w:t>
      </w:r>
      <w:r w:rsidR="00902685" w:rsidRPr="0057362C">
        <w:rPr>
          <w:sz w:val="16"/>
        </w:rPr>
        <w:t xml:space="preserve">. Other things being roughly equal, </w:t>
      </w:r>
      <w:r w:rsidR="00902685" w:rsidRPr="0057362C">
        <w:rPr>
          <w:b/>
          <w:u w:val="single"/>
        </w:rPr>
        <w:t>your</w:t>
      </w:r>
      <w:r w:rsidR="0057362C" w:rsidRPr="0057362C">
        <w:rPr>
          <w:b/>
          <w:u w:val="single"/>
        </w:rPr>
        <w:t xml:space="preserve"> </w:t>
      </w:r>
      <w:r w:rsidR="00902685" w:rsidRPr="0057362C">
        <w:rPr>
          <w:b/>
          <w:u w:val="single"/>
        </w:rPr>
        <w:t xml:space="preserve">allocation of your own resources should </w:t>
      </w:r>
      <w:proofErr w:type="spellStart"/>
      <w:r w:rsidR="00902685" w:rsidRPr="0057362C">
        <w:rPr>
          <w:b/>
          <w:u w:val="single"/>
        </w:rPr>
        <w:t>favour</w:t>
      </w:r>
      <w:proofErr w:type="spellEnd"/>
      <w:r w:rsidR="00902685" w:rsidRPr="0057362C">
        <w:rPr>
          <w:sz w:val="16"/>
        </w:rPr>
        <w:t xml:space="preserve"> your own parent, or child, or friend, or </w:t>
      </w:r>
      <w:r w:rsidR="00902685" w:rsidRPr="0057362C">
        <w:rPr>
          <w:b/>
          <w:u w:val="single"/>
        </w:rPr>
        <w:t>those to whom you have a debt of gratitude over those who do not have any</w:t>
      </w:r>
      <w:r w:rsidR="00902685" w:rsidRPr="0057362C">
        <w:rPr>
          <w:sz w:val="16"/>
        </w:rPr>
        <w:t xml:space="preserve"> special </w:t>
      </w:r>
      <w:r w:rsidR="00902685" w:rsidRPr="0057362C">
        <w:rPr>
          <w:b/>
          <w:u w:val="single"/>
        </w:rPr>
        <w:t>relationship</w:t>
      </w:r>
      <w:r w:rsidR="00902685" w:rsidRPr="0057362C">
        <w:rPr>
          <w:sz w:val="16"/>
        </w:rPr>
        <w:t xml:space="preserve"> with you. If you could give a painkiller either to your own child or to a stranger suffering the same amount or even a little more, you should give it to your child.</w:t>
      </w:r>
      <w:r w:rsidR="0057362C">
        <w:rPr>
          <w:sz w:val="16"/>
        </w:rPr>
        <w:t xml:space="preserve"> </w:t>
      </w:r>
      <w:r w:rsidR="00902685" w:rsidRPr="0057362C">
        <w:rPr>
          <w:sz w:val="16"/>
        </w:rPr>
        <w:t xml:space="preserve">Sometimes other things aren’t even roughly equal. You may have already promised the </w:t>
      </w:r>
      <w:proofErr w:type="spellStart"/>
      <w:r w:rsidR="00902685" w:rsidRPr="0057362C">
        <w:rPr>
          <w:sz w:val="16"/>
        </w:rPr>
        <w:t>painkillerto</w:t>
      </w:r>
      <w:proofErr w:type="spellEnd"/>
      <w:r w:rsidR="00902685" w:rsidRPr="0057362C">
        <w:rPr>
          <w:sz w:val="16"/>
        </w:rPr>
        <w:t xml:space="preserve"> the stranger. Or your parent or child may have waged war on you. Or you may be making decisions while occupying a professional role that demands absolute impartiality.</w:t>
      </w:r>
      <w:r w:rsidR="0057362C">
        <w:rPr>
          <w:sz w:val="16"/>
        </w:rPr>
        <w:t xml:space="preserve"> </w:t>
      </w:r>
      <w:r w:rsidR="00902685" w:rsidRPr="0057362C">
        <w:rPr>
          <w:sz w:val="16"/>
        </w:rPr>
        <w:t xml:space="preserve">For example, a nurse deciding whom to give the remaining medicine to is not morally or legally allowed to give her own friends or family </w:t>
      </w:r>
      <w:proofErr w:type="spellStart"/>
      <w:r w:rsidR="00902685" w:rsidRPr="0057362C">
        <w:rPr>
          <w:sz w:val="16"/>
        </w:rPr>
        <w:t>specila</w:t>
      </w:r>
      <w:proofErr w:type="spellEnd"/>
      <w:r w:rsidR="00902685" w:rsidRPr="0057362C">
        <w:rPr>
          <w:sz w:val="16"/>
        </w:rPr>
        <w:t xml:space="preserve"> consideration. The same is true of a judge making decisions in court, a policewoman making </w:t>
      </w:r>
      <w:proofErr w:type="spellStart"/>
      <w:r w:rsidR="00902685" w:rsidRPr="0057362C">
        <w:rPr>
          <w:sz w:val="16"/>
        </w:rPr>
        <w:t>deicison</w:t>
      </w:r>
      <w:proofErr w:type="spellEnd"/>
      <w:r w:rsidR="00902685" w:rsidRPr="0057362C">
        <w:rPr>
          <w:sz w:val="16"/>
        </w:rPr>
        <w:t xml:space="preserve"> on duty, and a civil servant awarding government contracts. This sort of role-based obligation to ignore personal relationships arises from the fact that the agent in that role is allocating </w:t>
      </w:r>
      <w:proofErr w:type="gramStart"/>
      <w:r w:rsidR="00902685" w:rsidRPr="0057362C">
        <w:rPr>
          <w:sz w:val="16"/>
        </w:rPr>
        <w:t>resources</w:t>
      </w:r>
      <w:proofErr w:type="gramEnd"/>
      <w:r w:rsidR="00902685" w:rsidRPr="0057362C">
        <w:rPr>
          <w:sz w:val="16"/>
        </w:rPr>
        <w:t xml:space="preserve"> (money, services, whatever</w:t>
      </w:r>
      <w:r w:rsidR="0057362C">
        <w:rPr>
          <w:sz w:val="16"/>
        </w:rPr>
        <w:t xml:space="preserve"> </w:t>
      </w:r>
      <w:r w:rsidR="00902685" w:rsidRPr="0057362C">
        <w:rPr>
          <w:sz w:val="16"/>
        </w:rPr>
        <w:t>which do not belong to that agent.</w:t>
      </w:r>
      <w:r w:rsidR="0057362C">
        <w:rPr>
          <w:sz w:val="16"/>
        </w:rPr>
        <w:t xml:space="preserve"> </w:t>
      </w:r>
      <w:r w:rsidR="00902685" w:rsidRPr="0057362C">
        <w:rPr>
          <w:sz w:val="16"/>
        </w:rPr>
        <w:t xml:space="preserve">Nevertheless, </w:t>
      </w:r>
      <w:r w:rsidR="00902685" w:rsidRPr="0057362C">
        <w:rPr>
          <w:b/>
          <w:u w:val="single"/>
        </w:rPr>
        <w:t xml:space="preserve">most </w:t>
      </w:r>
      <w:r w:rsidR="00A36EEF" w:rsidRPr="0057362C">
        <w:rPr>
          <w:b/>
          <w:u w:val="single"/>
        </w:rPr>
        <w:t xml:space="preserve">of us believe that, with respect to your own resources and </w:t>
      </w:r>
      <w:r w:rsidR="00A36EEF" w:rsidRPr="0057362C">
        <w:rPr>
          <w:b/>
          <w:u w:val="single"/>
        </w:rPr>
        <w:lastRenderedPageBreak/>
        <w:t>absent special circumstances, your reasoning about what to do should give greater weight to the welfare of those who stand in special relationships to you</w:t>
      </w:r>
      <w:r w:rsidR="00A36EEF" w:rsidRPr="0057362C">
        <w:rPr>
          <w:sz w:val="16"/>
        </w:rPr>
        <w:t>.</w:t>
      </w:r>
    </w:p>
    <w:p w14:paraId="787FB4DB" w14:textId="77777777" w:rsidR="005D7DF0" w:rsidRDefault="005D7DF0" w:rsidP="00466B81"/>
    <w:p w14:paraId="564A3084" w14:textId="77777777" w:rsidR="005D7DF0" w:rsidRDefault="005D7DF0" w:rsidP="00466B81"/>
    <w:p w14:paraId="773414A3" w14:textId="77777777" w:rsidR="005D7DF0" w:rsidRDefault="005D7DF0" w:rsidP="00466B81"/>
    <w:p w14:paraId="34642131" w14:textId="1C12D9E7" w:rsidR="005D7DF0" w:rsidRDefault="005D7DF0" w:rsidP="005D7DF0">
      <w:pPr>
        <w:pStyle w:val="Tag"/>
        <w:rPr>
          <w:rFonts w:cs="Arial"/>
        </w:rPr>
      </w:pPr>
      <w:r>
        <w:rPr>
          <w:rFonts w:cs="Arial"/>
        </w:rPr>
        <w:t>Rule consequentialism coheres because it is impartial and consistent with our moral convictions.</w:t>
      </w:r>
    </w:p>
    <w:p w14:paraId="623ADF04" w14:textId="31D3184F" w:rsidR="00541AAF" w:rsidRDefault="00A805F1" w:rsidP="005D7DF0">
      <w:r>
        <w:t>Brad Hooker “Ideal Code, Real World: A Rule-Consequentialist Theory of Morality” Oxford University Press. FD</w:t>
      </w:r>
    </w:p>
    <w:p w14:paraId="1A3E378E" w14:textId="77777777" w:rsidR="005D7DF0" w:rsidRDefault="005D7DF0" w:rsidP="005D7DF0"/>
    <w:p w14:paraId="0E53C006" w14:textId="06264119" w:rsidR="00541AAF" w:rsidRPr="0057362C" w:rsidRDefault="005D7DF0" w:rsidP="005D7DF0">
      <w:pPr>
        <w:rPr>
          <w:sz w:val="16"/>
        </w:rPr>
      </w:pPr>
      <w:r w:rsidRPr="0057362C">
        <w:rPr>
          <w:sz w:val="16"/>
        </w:rPr>
        <w:t xml:space="preserve">Does rule consequentialism accord with the convictions we share about moral permissibility and requirement? </w:t>
      </w:r>
      <w:r w:rsidRPr="0057362C">
        <w:rPr>
          <w:b/>
          <w:u w:val="single"/>
        </w:rPr>
        <w:t>Rule consequentialism</w:t>
      </w:r>
      <w:r w:rsidRPr="0057362C">
        <w:rPr>
          <w:sz w:val="16"/>
        </w:rPr>
        <w:t xml:space="preserve"> selects rules on the basis of expected value, impartially calculated. Thus the theory </w:t>
      </w:r>
      <w:r w:rsidRPr="0057362C">
        <w:rPr>
          <w:b/>
          <w:u w:val="single"/>
        </w:rPr>
        <w:t xml:space="preserve">is clearly impartial at the </w:t>
      </w:r>
      <w:proofErr w:type="spellStart"/>
      <w:r w:rsidRPr="0057362C">
        <w:rPr>
          <w:b/>
          <w:u w:val="single"/>
        </w:rPr>
        <w:t>elevel</w:t>
      </w:r>
      <w:proofErr w:type="spellEnd"/>
      <w:r w:rsidRPr="0057362C">
        <w:rPr>
          <w:b/>
          <w:u w:val="single"/>
        </w:rPr>
        <w:t xml:space="preserve"> of rule selection</w:t>
      </w:r>
      <w:r w:rsidRPr="0057362C">
        <w:rPr>
          <w:sz w:val="16"/>
        </w:rPr>
        <w:t xml:space="preserve">. As I shall argue later, </w:t>
      </w:r>
      <w:r w:rsidRPr="0057362C">
        <w:rPr>
          <w:b/>
          <w:u w:val="single"/>
        </w:rPr>
        <w:t xml:space="preserve">the impartial assessment of rules will </w:t>
      </w:r>
      <w:proofErr w:type="spellStart"/>
      <w:r w:rsidRPr="0057362C">
        <w:rPr>
          <w:b/>
          <w:u w:val="single"/>
        </w:rPr>
        <w:t>favour</w:t>
      </w:r>
      <w:proofErr w:type="spellEnd"/>
      <w:r w:rsidRPr="0057362C">
        <w:rPr>
          <w:b/>
          <w:u w:val="single"/>
        </w:rPr>
        <w:t xml:space="preserve"> rules that</w:t>
      </w:r>
      <w:r w:rsidRPr="0057362C">
        <w:rPr>
          <w:sz w:val="16"/>
        </w:rPr>
        <w:t xml:space="preserve"> (a </w:t>
      </w:r>
      <w:r w:rsidRPr="0057362C">
        <w:rPr>
          <w:b/>
          <w:u w:val="single"/>
        </w:rPr>
        <w:t xml:space="preserve">allow </w:t>
      </w:r>
      <w:proofErr w:type="spellStart"/>
      <w:r w:rsidRPr="0057362C">
        <w:rPr>
          <w:b/>
          <w:u w:val="single"/>
        </w:rPr>
        <w:t>partilatiy</w:t>
      </w:r>
      <w:proofErr w:type="spellEnd"/>
      <w:r w:rsidRPr="0057362C">
        <w:rPr>
          <w:b/>
          <w:u w:val="single"/>
        </w:rPr>
        <w:t>, within limits, towards self</w:t>
      </w:r>
      <w:r w:rsidRPr="0057362C">
        <w:rPr>
          <w:sz w:val="16"/>
        </w:rPr>
        <w:t xml:space="preserve"> and (b </w:t>
      </w:r>
      <w:proofErr w:type="spellStart"/>
      <w:r w:rsidRPr="0057362C">
        <w:rPr>
          <w:sz w:val="16"/>
        </w:rPr>
        <w:t>rquire</w:t>
      </w:r>
      <w:proofErr w:type="spellEnd"/>
      <w:r w:rsidRPr="0057362C">
        <w:rPr>
          <w:sz w:val="16"/>
        </w:rPr>
        <w:t xml:space="preserve"> partiality, within limits, towards family, </w:t>
      </w:r>
      <w:proofErr w:type="gramStart"/>
      <w:r w:rsidRPr="0057362C">
        <w:rPr>
          <w:sz w:val="16"/>
        </w:rPr>
        <w:t>friends ,etc</w:t>
      </w:r>
      <w:proofErr w:type="gramEnd"/>
      <w:r w:rsidRPr="0057362C">
        <w:rPr>
          <w:sz w:val="16"/>
        </w:rPr>
        <w:t xml:space="preserve">. this partiality towards self and loved ones will then e allowed to guide a great number of people’s day to day decisions (not all, of course]. Therefore, </w:t>
      </w:r>
      <w:r w:rsidR="00541AAF" w:rsidRPr="0057362C">
        <w:rPr>
          <w:b/>
          <w:u w:val="single"/>
        </w:rPr>
        <w:t>while</w:t>
      </w:r>
      <w:r w:rsidRPr="0057362C">
        <w:rPr>
          <w:b/>
          <w:u w:val="single"/>
        </w:rPr>
        <w:t xml:space="preserve"> rule consequentialism is purely impartial</w:t>
      </w:r>
      <w:r w:rsidR="00541AAF" w:rsidRPr="0057362C">
        <w:rPr>
          <w:b/>
          <w:u w:val="single"/>
        </w:rPr>
        <w:t xml:space="preserve"> at the foundational level </w:t>
      </w:r>
      <w:proofErr w:type="spellStart"/>
      <w:r w:rsidR="00541AAF" w:rsidRPr="0057362C">
        <w:rPr>
          <w:b/>
          <w:u w:val="single"/>
        </w:rPr>
        <w:t>hwere</w:t>
      </w:r>
      <w:proofErr w:type="spellEnd"/>
      <w:r w:rsidR="00541AAF" w:rsidRPr="0057362C">
        <w:rPr>
          <w:b/>
          <w:u w:val="single"/>
        </w:rPr>
        <w:t xml:space="preserve"> a code is selected, the code thus selected makes demands on action that are</w:t>
      </w:r>
      <w:r w:rsidR="00541AAF" w:rsidRPr="0057362C">
        <w:rPr>
          <w:sz w:val="16"/>
        </w:rPr>
        <w:t xml:space="preserve"> moderate and </w:t>
      </w:r>
      <w:r w:rsidR="00541AAF" w:rsidRPr="0057362C">
        <w:rPr>
          <w:b/>
          <w:u w:val="single"/>
        </w:rPr>
        <w:t>intuitively plausible</w:t>
      </w:r>
      <w:r w:rsidR="00541AAF" w:rsidRPr="0057362C">
        <w:rPr>
          <w:sz w:val="16"/>
        </w:rPr>
        <w:t xml:space="preserve">. Rule-consequentialism is fundamentally impartial, but not </w:t>
      </w:r>
      <w:proofErr w:type="spellStart"/>
      <w:r w:rsidR="00541AAF" w:rsidRPr="0057362C">
        <w:rPr>
          <w:sz w:val="16"/>
        </w:rPr>
        <w:t>implausabily</w:t>
      </w:r>
      <w:proofErr w:type="spellEnd"/>
      <w:r w:rsidR="00541AAF" w:rsidRPr="0057362C">
        <w:rPr>
          <w:sz w:val="16"/>
        </w:rPr>
        <w:t xml:space="preserve"> demanding. </w:t>
      </w:r>
      <w:r w:rsidR="00541AAF" w:rsidRPr="0057362C">
        <w:rPr>
          <w:b/>
          <w:u w:val="single"/>
        </w:rPr>
        <w:t>Rule-</w:t>
      </w:r>
      <w:proofErr w:type="spellStart"/>
      <w:r w:rsidR="00541AAF" w:rsidRPr="0057362C">
        <w:rPr>
          <w:b/>
          <w:u w:val="single"/>
        </w:rPr>
        <w:t>cosnequntialism</w:t>
      </w:r>
      <w:proofErr w:type="spellEnd"/>
      <w:r w:rsidR="00541AAF" w:rsidRPr="0057362C">
        <w:rPr>
          <w:b/>
          <w:u w:val="single"/>
        </w:rPr>
        <w:t xml:space="preserve"> also accords with common moral beliefs about what we are prohibited from doing to others</w:t>
      </w:r>
      <w:r w:rsidR="00541AAF" w:rsidRPr="0057362C">
        <w:rPr>
          <w:sz w:val="16"/>
        </w:rPr>
        <w:t xml:space="preserve">. As I observed, </w:t>
      </w:r>
      <w:r w:rsidR="00541AAF" w:rsidRPr="0057362C">
        <w:rPr>
          <w:b/>
          <w:u w:val="single"/>
        </w:rPr>
        <w:t xml:space="preserve">most of us believe morality </w:t>
      </w:r>
      <w:proofErr w:type="spellStart"/>
      <w:r w:rsidR="00541AAF" w:rsidRPr="0057362C">
        <w:rPr>
          <w:b/>
          <w:u w:val="single"/>
        </w:rPr>
        <w:t>prohibitis</w:t>
      </w:r>
      <w:proofErr w:type="spellEnd"/>
      <w:r w:rsidR="00541AAF" w:rsidRPr="0057362C">
        <w:rPr>
          <w:b/>
          <w:u w:val="single"/>
        </w:rPr>
        <w:t xml:space="preserve"> physically attacking innocent people, taking or harming the possessions of others</w:t>
      </w:r>
      <w:r w:rsidR="00541AAF" w:rsidRPr="0057362C">
        <w:rPr>
          <w:sz w:val="16"/>
        </w:rPr>
        <w:t xml:space="preserve">, breaking our promises, telling lies, and so on. </w:t>
      </w:r>
      <w:r w:rsidR="00541AAF" w:rsidRPr="0057362C">
        <w:rPr>
          <w:b/>
          <w:u w:val="single"/>
        </w:rPr>
        <w:t xml:space="preserve">Rule-consequentialism </w:t>
      </w:r>
      <w:proofErr w:type="spellStart"/>
      <w:r w:rsidR="00541AAF" w:rsidRPr="0057362C">
        <w:rPr>
          <w:b/>
          <w:u w:val="single"/>
        </w:rPr>
        <w:t>endoreses</w:t>
      </w:r>
      <w:proofErr w:type="spellEnd"/>
      <w:r w:rsidR="00541AAF" w:rsidRPr="0057362C">
        <w:rPr>
          <w:b/>
          <w:u w:val="single"/>
        </w:rPr>
        <w:t xml:space="preserve"> prohibitions on these kinds of act, since on the whole the </w:t>
      </w:r>
      <w:proofErr w:type="spellStart"/>
      <w:r w:rsidR="00541AAF" w:rsidRPr="0057362C">
        <w:rPr>
          <w:b/>
          <w:u w:val="single"/>
        </w:rPr>
        <w:t>consequenices</w:t>
      </w:r>
      <w:proofErr w:type="spellEnd"/>
      <w:r w:rsidR="00541AAF" w:rsidRPr="0057362C">
        <w:rPr>
          <w:b/>
          <w:u w:val="single"/>
        </w:rPr>
        <w:t>, considered impartially, will be far better if such prohibitions are widely accepted</w:t>
      </w:r>
      <w:r w:rsidR="00541AAF" w:rsidRPr="0057362C">
        <w:rPr>
          <w:sz w:val="16"/>
        </w:rPr>
        <w:t>. [</w:t>
      </w:r>
      <w:proofErr w:type="gramStart"/>
      <w:r w:rsidR="00541AAF" w:rsidRPr="0057362C">
        <w:rPr>
          <w:sz w:val="16"/>
        </w:rPr>
        <w:t>in</w:t>
      </w:r>
      <w:proofErr w:type="gramEnd"/>
      <w:r w:rsidR="00541AAF" w:rsidRPr="0057362C">
        <w:rPr>
          <w:sz w:val="16"/>
        </w:rPr>
        <w:t xml:space="preserve"> chapter 6, I argue that rule-</w:t>
      </w:r>
      <w:proofErr w:type="spellStart"/>
      <w:r w:rsidR="00541AAF" w:rsidRPr="0057362C">
        <w:rPr>
          <w:sz w:val="16"/>
        </w:rPr>
        <w:t>consequetnialism’s</w:t>
      </w:r>
      <w:proofErr w:type="spellEnd"/>
      <w:r w:rsidR="00541AAF" w:rsidRPr="0057362C">
        <w:rPr>
          <w:sz w:val="16"/>
        </w:rPr>
        <w:t xml:space="preserve"> implications concerning prohibitions and special duties are plausible]. </w:t>
      </w:r>
    </w:p>
    <w:p w14:paraId="656259E1" w14:textId="77777777" w:rsidR="00541AAF" w:rsidRDefault="00541AAF" w:rsidP="005D7DF0"/>
    <w:p w14:paraId="061278CE" w14:textId="77777777" w:rsidR="00541AAF" w:rsidRPr="005D7DF0" w:rsidRDefault="00541AAF" w:rsidP="005D7DF0"/>
    <w:p w14:paraId="75202D65" w14:textId="3D92C375" w:rsidR="002A5307" w:rsidRDefault="00EA391B" w:rsidP="00EA391B">
      <w:pPr>
        <w:pStyle w:val="Heading1"/>
        <w:numPr>
          <w:ilvl w:val="0"/>
          <w:numId w:val="3"/>
        </w:numPr>
      </w:pPr>
      <w:bookmarkStart w:id="5" w:name="_Toc196625904"/>
      <w:r>
        <w:lastRenderedPageBreak/>
        <w:t>Rational Agreement</w:t>
      </w:r>
      <w:bookmarkEnd w:id="5"/>
    </w:p>
    <w:p w14:paraId="44C5EF21" w14:textId="77777777" w:rsidR="00EA391B" w:rsidRDefault="00EA391B" w:rsidP="00EA391B"/>
    <w:p w14:paraId="7A6FC1B3" w14:textId="77777777" w:rsidR="00EA391B" w:rsidRDefault="00EA391B" w:rsidP="00EA391B"/>
    <w:p w14:paraId="03C77D02" w14:textId="05981A5C" w:rsidR="00EA391B" w:rsidRDefault="00EA391B" w:rsidP="00EA391B">
      <w:pPr>
        <w:pStyle w:val="Tag"/>
        <w:rPr>
          <w:rFonts w:cs="Arial"/>
        </w:rPr>
      </w:pPr>
      <w:r>
        <w:rPr>
          <w:rFonts w:cs="Arial"/>
        </w:rPr>
        <w:t xml:space="preserve">Everyone ought to follow moral principles that everyone else can rationally share. </w:t>
      </w:r>
      <w:proofErr w:type="spellStart"/>
      <w:r>
        <w:rPr>
          <w:rFonts w:cs="Arial"/>
        </w:rPr>
        <w:t>Parfit</w:t>
      </w:r>
      <w:proofErr w:type="spellEnd"/>
      <w:r>
        <w:rPr>
          <w:rFonts w:cs="Arial"/>
        </w:rPr>
        <w:t xml:space="preserve">: </w:t>
      </w:r>
    </w:p>
    <w:p w14:paraId="17137B1D" w14:textId="77777777" w:rsidR="00EA391B" w:rsidRDefault="00EA391B" w:rsidP="00EA391B"/>
    <w:p w14:paraId="6166C2A7" w14:textId="77777777" w:rsidR="00EA391B" w:rsidRDefault="00EA391B" w:rsidP="00EA391B">
      <w:pPr>
        <w:rPr>
          <w:rStyle w:val="UnderlineBold"/>
        </w:rPr>
      </w:pPr>
      <w:r>
        <w:rPr>
          <w:rStyle w:val="UnderlineBold"/>
        </w:rPr>
        <w:t>W</w:t>
      </w:r>
      <w:r w:rsidRPr="00C136D0">
        <w:rPr>
          <w:rStyle w:val="UnderlineBold"/>
        </w:rPr>
        <w:t>e</w:t>
      </w:r>
      <w:r>
        <w:rPr>
          <w:rStyle w:val="UnderlineBold"/>
        </w:rPr>
        <w:t xml:space="preserve"> </w:t>
      </w:r>
      <w:r w:rsidRPr="00C136D0">
        <w:rPr>
          <w:rStyle w:val="UnderlineBold"/>
        </w:rPr>
        <w:t>can</w:t>
      </w:r>
      <w:r>
        <w:rPr>
          <w:rStyle w:val="UnderlineBold"/>
        </w:rPr>
        <w:t xml:space="preserve"> </w:t>
      </w:r>
      <w:r w:rsidRPr="00C136D0">
        <w:rPr>
          <w:rStyle w:val="UnderlineBold"/>
        </w:rPr>
        <w:t>plausibly</w:t>
      </w:r>
      <w:r>
        <w:rPr>
          <w:rStyle w:val="UnderlineBold"/>
        </w:rPr>
        <w:t xml:space="preserve"> </w:t>
      </w:r>
      <w:r w:rsidRPr="00C136D0">
        <w:rPr>
          <w:rStyle w:val="UnderlineBold"/>
        </w:rPr>
        <w:t>assume</w:t>
      </w:r>
      <w:r>
        <w:rPr>
          <w:rStyle w:val="UnderlineBold"/>
        </w:rPr>
        <w:t xml:space="preserve"> </w:t>
      </w:r>
      <w:r w:rsidRPr="00C136D0">
        <w:rPr>
          <w:rStyle w:val="UnderlineBold"/>
        </w:rPr>
        <w:t>that</w:t>
      </w:r>
      <w:r>
        <w:rPr>
          <w:rStyle w:val="UnderlineBold"/>
        </w:rPr>
        <w:t xml:space="preserve"> </w:t>
      </w:r>
      <w:r w:rsidRPr="00C136D0">
        <w:rPr>
          <w:rStyle w:val="UnderlineBold"/>
        </w:rPr>
        <w:t>everyone</w:t>
      </w:r>
      <w:r>
        <w:rPr>
          <w:rStyle w:val="UnderlineBold"/>
        </w:rPr>
        <w:t xml:space="preserve"> </w:t>
      </w:r>
      <w:r w:rsidRPr="00C136D0">
        <w:rPr>
          <w:rStyle w:val="UnderlineBold"/>
        </w:rPr>
        <w:t>ought</w:t>
      </w:r>
      <w:r>
        <w:rPr>
          <w:rStyle w:val="UnderlineBold"/>
        </w:rPr>
        <w:t xml:space="preserve"> </w:t>
      </w:r>
      <w:r w:rsidRPr="00C136D0">
        <w:rPr>
          <w:rStyle w:val="UnderlineBold"/>
        </w:rPr>
        <w:t>to</w:t>
      </w:r>
      <w:r>
        <w:rPr>
          <w:rStyle w:val="UnderlineBold"/>
        </w:rPr>
        <w:t xml:space="preserve"> </w:t>
      </w:r>
      <w:r w:rsidRPr="00C136D0">
        <w:rPr>
          <w:rStyle w:val="UnderlineBold"/>
        </w:rPr>
        <w:t>have</w:t>
      </w:r>
      <w:r>
        <w:rPr>
          <w:rStyle w:val="UnderlineBold"/>
        </w:rPr>
        <w:t xml:space="preserve"> </w:t>
      </w:r>
      <w:r w:rsidRPr="00C136D0">
        <w:rPr>
          <w:rStyle w:val="UnderlineBold"/>
        </w:rPr>
        <w:t>the</w:t>
      </w:r>
      <w:r>
        <w:rPr>
          <w:rStyle w:val="UnderlineBold"/>
        </w:rPr>
        <w:t xml:space="preserve"> </w:t>
      </w:r>
      <w:r w:rsidRPr="00C136D0">
        <w:rPr>
          <w:rStyle w:val="UnderlineBold"/>
        </w:rPr>
        <w:t>same</w:t>
      </w:r>
      <w:r>
        <w:rPr>
          <w:rStyle w:val="UnderlineBold"/>
        </w:rPr>
        <w:t xml:space="preserve"> </w:t>
      </w:r>
      <w:r w:rsidRPr="00C136D0">
        <w:rPr>
          <w:rStyle w:val="UnderlineBold"/>
        </w:rPr>
        <w:t>moral beliefs. If people have conflicting beliefs, for example, these beliefs cannot all be true, and we can assume that everyone ought to have, or try to have, true moral beliefs</w:t>
      </w:r>
      <w:r>
        <w:rPr>
          <w:rStyle w:val="UnderlineBold"/>
        </w:rPr>
        <w:t xml:space="preserve">. </w:t>
      </w:r>
      <w:r w:rsidRPr="00C136D0">
        <w:rPr>
          <w:rStyle w:val="UnderlineBold"/>
        </w:rPr>
        <w:t xml:space="preserve"> </w:t>
      </w:r>
    </w:p>
    <w:p w14:paraId="3E466692" w14:textId="77777777" w:rsidR="00EA391B" w:rsidRDefault="00EA391B" w:rsidP="00EA391B">
      <w:pPr>
        <w:rPr>
          <w:rStyle w:val="UnderlineBold"/>
        </w:rPr>
      </w:pPr>
    </w:p>
    <w:p w14:paraId="2DD9CA14" w14:textId="77777777" w:rsidR="00EA391B" w:rsidRDefault="00EA391B" w:rsidP="00EA391B">
      <w:pPr>
        <w:pStyle w:val="Tag"/>
        <w:rPr>
          <w:rFonts w:cs="Arial"/>
        </w:rPr>
      </w:pPr>
      <w:r w:rsidRPr="000E3086">
        <w:rPr>
          <w:rFonts w:cs="Arial"/>
        </w:rPr>
        <w:t>Therefore, if we could not rationally will it to be true that everyone believes some kind of act to be permitted, this fact would show such acts to be wrong.</w:t>
      </w:r>
      <w:r>
        <w:rPr>
          <w:rFonts w:cs="Arial"/>
        </w:rPr>
        <w:t xml:space="preserve"> Rational agreement makes moral beliefs true. </w:t>
      </w:r>
    </w:p>
    <w:p w14:paraId="2C66EE0F" w14:textId="77777777" w:rsidR="00EA391B" w:rsidRDefault="00EA391B" w:rsidP="00EA391B"/>
    <w:p w14:paraId="1E85C678" w14:textId="018A022E" w:rsidR="00EA391B" w:rsidRDefault="00EA391B" w:rsidP="00A95D99">
      <w:pPr>
        <w:pStyle w:val="Tag"/>
      </w:pPr>
      <w:r>
        <w:t xml:space="preserve">Only rule-consequentialism solves b/c it requires universally accepted </w:t>
      </w:r>
      <w:r w:rsidR="00A95D99">
        <w:t>principles, producing the best consequences.</w:t>
      </w:r>
    </w:p>
    <w:p w14:paraId="7B1A2288" w14:textId="77777777" w:rsidR="00EA391B" w:rsidRDefault="00EA391B" w:rsidP="00EA391B"/>
    <w:p w14:paraId="34ABA9ED" w14:textId="141C0651" w:rsidR="00EA391B" w:rsidRDefault="00A95D99" w:rsidP="00A95D99">
      <w:pPr>
        <w:pStyle w:val="Heading1"/>
      </w:pPr>
      <w:bookmarkStart w:id="6" w:name="_Toc196625905"/>
      <w:r>
        <w:lastRenderedPageBreak/>
        <w:t>AT Rule-Consequentialism collapses to Act Consequentialism</w:t>
      </w:r>
      <w:bookmarkEnd w:id="6"/>
    </w:p>
    <w:p w14:paraId="1B6FA5BF" w14:textId="77777777" w:rsidR="00383B1A" w:rsidRPr="00383B1A" w:rsidRDefault="00383B1A" w:rsidP="00383B1A"/>
    <w:p w14:paraId="3737F3D8" w14:textId="34962CA1" w:rsidR="00EA391B" w:rsidRDefault="00A95D99" w:rsidP="00A95D99">
      <w:pPr>
        <w:pStyle w:val="Heading1"/>
      </w:pPr>
      <w:bookmarkStart w:id="7" w:name="_Toc196625906"/>
      <w:r>
        <w:lastRenderedPageBreak/>
        <w:t>**Frontlines**</w:t>
      </w:r>
      <w:bookmarkEnd w:id="7"/>
    </w:p>
    <w:p w14:paraId="4296F733" w14:textId="39BA87F8" w:rsidR="00A95D99" w:rsidRDefault="00A95D99" w:rsidP="00A95D99">
      <w:pPr>
        <w:pStyle w:val="Heading1"/>
      </w:pPr>
      <w:bookmarkStart w:id="8" w:name="_Toc196625907"/>
      <w:r>
        <w:lastRenderedPageBreak/>
        <w:t>AT Non-confrontational is imminent</w:t>
      </w:r>
      <w:bookmarkEnd w:id="8"/>
    </w:p>
    <w:p w14:paraId="1351CB23" w14:textId="77777777" w:rsidR="00A95D99" w:rsidRDefault="00A95D99" w:rsidP="00A95D99"/>
    <w:p w14:paraId="5845C4E5" w14:textId="6D616E69" w:rsidR="00A80430" w:rsidRPr="00A80430" w:rsidRDefault="00A80430" w:rsidP="00A80430">
      <w:pPr>
        <w:pStyle w:val="Tag"/>
        <w:rPr>
          <w:rFonts w:cs="Arial"/>
        </w:rPr>
      </w:pPr>
      <w:r>
        <w:rPr>
          <w:rFonts w:cs="Arial"/>
        </w:rPr>
        <w:t xml:space="preserve">All their warrants speak to the </w:t>
      </w:r>
      <w:proofErr w:type="gramStart"/>
      <w:r>
        <w:rPr>
          <w:rFonts w:cs="Arial"/>
        </w:rPr>
        <w:t>victims</w:t>
      </w:r>
      <w:proofErr w:type="gramEnd"/>
      <w:r>
        <w:rPr>
          <w:rFonts w:cs="Arial"/>
        </w:rPr>
        <w:t xml:space="preserve"> perspective based on their psychological conditions --- that’s an excuse not a justification.</w:t>
      </w:r>
    </w:p>
    <w:p w14:paraId="079F6D0C" w14:textId="77777777" w:rsidR="00A80430" w:rsidRDefault="00A80430" w:rsidP="00A95D99"/>
    <w:p w14:paraId="0C8BA592" w14:textId="77777777" w:rsidR="00700986" w:rsidRDefault="00700986" w:rsidP="00700986">
      <w:pPr>
        <w:pStyle w:val="Tag"/>
        <w:rPr>
          <w:rStyle w:val="UnderlineBold"/>
          <w:rFonts w:cs="Arial"/>
          <w:b/>
          <w:sz w:val="24"/>
          <w:u w:val="none"/>
        </w:rPr>
      </w:pPr>
      <w:r w:rsidRPr="00281E42">
        <w:rPr>
          <w:rFonts w:cs="Arial"/>
        </w:rPr>
        <w:t xml:space="preserve">Situations in which the agent </w:t>
      </w:r>
      <w:r>
        <w:rPr>
          <w:rFonts w:cs="Arial"/>
        </w:rPr>
        <w:t xml:space="preserve">killed because of psychological conditions count as excuse, not justification. </w:t>
      </w:r>
      <w:r w:rsidRPr="00A207AF">
        <w:rPr>
          <w:rStyle w:val="UnderlineBold"/>
          <w:rFonts w:cs="Arial"/>
          <w:b/>
          <w:sz w:val="24"/>
          <w:u w:val="none"/>
        </w:rPr>
        <w:t>Morse</w:t>
      </w:r>
      <w:r>
        <w:rPr>
          <w:rStyle w:val="FootnoteReference"/>
          <w:rFonts w:cs="Arial"/>
        </w:rPr>
        <w:footnoteReference w:id="2"/>
      </w:r>
      <w:r w:rsidRPr="00A207AF">
        <w:rPr>
          <w:rStyle w:val="UnderlineBold"/>
          <w:rFonts w:cs="Arial"/>
          <w:b/>
          <w:sz w:val="24"/>
          <w:u w:val="none"/>
        </w:rPr>
        <w:t>:</w:t>
      </w:r>
    </w:p>
    <w:p w14:paraId="645B7F12" w14:textId="77777777" w:rsidR="00700986" w:rsidRPr="00281E42" w:rsidRDefault="00700986" w:rsidP="00700986"/>
    <w:p w14:paraId="2526B5C0" w14:textId="77777777" w:rsidR="00700986" w:rsidRDefault="00700986" w:rsidP="00700986">
      <w:pPr>
        <w:rPr>
          <w:rFonts w:cs="Arial"/>
          <w:sz w:val="16"/>
        </w:rPr>
      </w:pPr>
      <w:r w:rsidRPr="00A207AF">
        <w:rPr>
          <w:rFonts w:cs="Arial"/>
          <w:sz w:val="16"/>
        </w:rPr>
        <w:t xml:space="preserve">Consideration of </w:t>
      </w:r>
      <w:r w:rsidRPr="00A207AF">
        <w:rPr>
          <w:rStyle w:val="UnderlineBold"/>
        </w:rPr>
        <w:t xml:space="preserve">psychological self-defense </w:t>
      </w:r>
      <w:r w:rsidRPr="00A207AF">
        <w:rPr>
          <w:rFonts w:cs="Arial"/>
          <w:sz w:val="16"/>
        </w:rPr>
        <w:t xml:space="preserve">raised by a battered spouse demonstrates clearly that the claim </w:t>
      </w:r>
      <w:r w:rsidRPr="00A207AF">
        <w:rPr>
          <w:rStyle w:val="UnderlineBold"/>
        </w:rPr>
        <w:t>is an excuse and not a justification. Rather than occurring instantaneously, the threat of extinction of self in a battering relationship is the result of a continuous cyclical process of degradation and misery</w:t>
      </w:r>
      <w:r w:rsidRPr="00A207AF">
        <w:rPr>
          <w:rFonts w:cs="Arial"/>
          <w:sz w:val="16"/>
        </w:rPr>
        <w:t xml:space="preserve">. Considerable time elapses before a credible claim of sufficiently severe extinction of self could be raised to justify killing in psychological self-defense. </w:t>
      </w:r>
      <w:r w:rsidRPr="00A207AF">
        <w:rPr>
          <w:rStyle w:val="UnderlineBold"/>
        </w:rPr>
        <w:t xml:space="preserve">If the defendant is a responsible person, the claim could not be justified because she had the alternative of leaving the relationship. </w:t>
      </w:r>
      <w:r w:rsidRPr="00A207AF">
        <w:rPr>
          <w:rFonts w:cs="Arial"/>
          <w:sz w:val="16"/>
        </w:rPr>
        <w:t xml:space="preserve">It is clearly socially preferable for her to leave the relationship rather than to kill when she is not in immediate danger of death or serious bodily harm. </w:t>
      </w:r>
      <w:r w:rsidRPr="00A207AF">
        <w:rPr>
          <w:rStyle w:val="UnderlineBold"/>
        </w:rPr>
        <w:t xml:space="preserve">If </w:t>
      </w:r>
      <w:r w:rsidRPr="00A207AF">
        <w:rPr>
          <w:rFonts w:cs="Arial"/>
          <w:sz w:val="16"/>
        </w:rPr>
        <w:t xml:space="preserve">psychopathology or some other form of </w:t>
      </w:r>
      <w:r w:rsidRPr="00A207AF">
        <w:rPr>
          <w:rStyle w:val="UnderlineBold"/>
        </w:rPr>
        <w:t xml:space="preserve">psychological abnormality </w:t>
      </w:r>
      <w:r w:rsidRPr="00A207AF">
        <w:rPr>
          <w:rFonts w:cs="Arial"/>
          <w:sz w:val="16"/>
        </w:rPr>
        <w:t xml:space="preserve">for which she is not responsible </w:t>
      </w:r>
      <w:r w:rsidRPr="00A207AF">
        <w:rPr>
          <w:rStyle w:val="UnderlineBold"/>
        </w:rPr>
        <w:t>led her to believe that she lacked the power to leave a battering relationship, then she is not a fully responsible person.</w:t>
      </w:r>
      <w:r w:rsidRPr="00A207AF">
        <w:rPr>
          <w:rFonts w:cs="Arial"/>
          <w:sz w:val="16"/>
        </w:rPr>
        <w:t xml:space="preserve"> Moreover, as shown just above, at the time the SEV actually kills, </w:t>
      </w:r>
      <w:r w:rsidRPr="00A207AF">
        <w:rPr>
          <w:rStyle w:val="UnderlineBold"/>
        </w:rPr>
        <w:t xml:space="preserve">either the killing is not a rational act or she is generally irrational if killing is the only means of saving her self. Killing may be the only way out at some point, but the killer hardly reached that stage rationally and responsibly. </w:t>
      </w:r>
      <w:r w:rsidRPr="00A207AF">
        <w:rPr>
          <w:rFonts w:cs="Arial"/>
          <w:sz w:val="16"/>
        </w:rPr>
        <w:t>We may ultimately exonerate the battered woman for killing her spouse, but not because there was no reasonable alternative and it was the right thing to do.</w:t>
      </w:r>
    </w:p>
    <w:p w14:paraId="591742EB" w14:textId="77777777" w:rsidR="00700986" w:rsidRDefault="00700986" w:rsidP="00700986">
      <w:pPr>
        <w:rPr>
          <w:rFonts w:cs="Arial"/>
          <w:sz w:val="16"/>
        </w:rPr>
      </w:pPr>
    </w:p>
    <w:p w14:paraId="6C6F05BD" w14:textId="77777777" w:rsidR="00700986" w:rsidRPr="00153E30" w:rsidRDefault="00700986" w:rsidP="00700986">
      <w:pPr>
        <w:pStyle w:val="Tag"/>
        <w:rPr>
          <w:shd w:val="clear" w:color="auto" w:fill="FFFFFF"/>
          <w:lang w:eastAsia="zh-TW"/>
        </w:rPr>
      </w:pPr>
      <w:r>
        <w:rPr>
          <w:rFonts w:cs="Arial"/>
        </w:rPr>
        <w:t>An action is justified if it is the right things to do; an action is excused if it was wrong but the actor is not blameworthy. Morse:</w:t>
      </w:r>
    </w:p>
    <w:p w14:paraId="7A3C11BA" w14:textId="77777777" w:rsidR="00700986" w:rsidRDefault="00700986" w:rsidP="00700986">
      <w:pPr>
        <w:rPr>
          <w:rFonts w:cs="Arial"/>
        </w:rPr>
      </w:pPr>
    </w:p>
    <w:p w14:paraId="6D810654" w14:textId="77777777" w:rsidR="00700986" w:rsidRPr="009136B6" w:rsidRDefault="00700986" w:rsidP="00700986">
      <w:pPr>
        <w:rPr>
          <w:rFonts w:cs="Arial"/>
          <w:sz w:val="16"/>
        </w:rPr>
      </w:pPr>
      <w:r w:rsidRPr="0011600B">
        <w:rPr>
          <w:rFonts w:cs="Arial"/>
          <w:sz w:val="16"/>
        </w:rPr>
        <w:t xml:space="preserve">Stephen J. Morse, </w:t>
      </w:r>
      <w:r>
        <w:rPr>
          <w:rFonts w:cs="Arial"/>
          <w:sz w:val="16"/>
        </w:rPr>
        <w:t xml:space="preserve">[Professor of Psychology and Law in Psychiatry at Pennsylvania Law School], </w:t>
      </w:r>
      <w:r w:rsidRPr="0011600B">
        <w:rPr>
          <w:rFonts w:cs="Arial"/>
          <w:sz w:val="16"/>
        </w:rPr>
        <w:t>“The Misbegotten Marriage of Soft Psychology and Bad Law: Psychological Self-Defense as a Justification for Homicide”, Law and Human Behavior, Vol. 14, No. 6 (Dec., 1990), pp. 595-618. RK</w:t>
      </w:r>
    </w:p>
    <w:p w14:paraId="09DCA4CD" w14:textId="77777777" w:rsidR="00700986" w:rsidRPr="00FD61B5" w:rsidRDefault="00700986" w:rsidP="00700986">
      <w:pPr>
        <w:rPr>
          <w:rFonts w:cs="Arial"/>
        </w:rPr>
      </w:pPr>
    </w:p>
    <w:p w14:paraId="70AB0FAE" w14:textId="77777777" w:rsidR="00700986" w:rsidRDefault="00700986" w:rsidP="00700986">
      <w:pPr>
        <w:rPr>
          <w:rFonts w:cs="Arial"/>
          <w:sz w:val="16"/>
        </w:rPr>
      </w:pPr>
      <w:r w:rsidRPr="009136B6">
        <w:rPr>
          <w:rFonts w:cs="Arial"/>
          <w:sz w:val="16"/>
        </w:rPr>
        <w:t xml:space="preserve">The distinction between defenses of justification and excuse is sometimes hazy, but the polar cases can be stated with reasonable clarity. </w:t>
      </w:r>
      <w:r w:rsidRPr="009136B6">
        <w:rPr>
          <w:rStyle w:val="UnderlineBold"/>
        </w:rPr>
        <w:t>Otherwise unlawful behavior is justified if it causes the lesser evil under the circumstances</w:t>
      </w:r>
      <w:r w:rsidRPr="009136B6">
        <w:rPr>
          <w:rFonts w:cs="Arial"/>
          <w:sz w:val="16"/>
        </w:rPr>
        <w:t xml:space="preserve">. For example, an actor may intentionally burn a farm, thus creating a firebreak, for the purpose of preventing an advancing forest fire from consuming a whole town: Arson is justified because the loss of the single farm is the lesser evil than the loss of the town. </w:t>
      </w:r>
      <w:r w:rsidRPr="009136B6">
        <w:rPr>
          <w:rStyle w:val="UnderlineBold"/>
        </w:rPr>
        <w:t>There is nothing wrong with the justified actor; he or she is a fully responsible person. But faced with regrettable circumstances for which the actor is not responsible, causing another wise prohibited harm is socially desirable if it will prevent a greater harm. In short, justified conduct is the right thing to do</w:t>
      </w:r>
      <w:r w:rsidRPr="009136B6">
        <w:rPr>
          <w:rFonts w:cs="Arial"/>
          <w:sz w:val="16"/>
        </w:rPr>
        <w:t xml:space="preserve">. </w:t>
      </w:r>
      <w:r w:rsidRPr="009136B6">
        <w:rPr>
          <w:rStyle w:val="UnderlineBold"/>
        </w:rPr>
        <w:t xml:space="preserve">By contrast, conduct is excused if the harm caused is wrongful and thus not socially desirable under the circumstances, but the actor is not fully responsible for his or her conduct. </w:t>
      </w:r>
      <w:r w:rsidRPr="009136B6">
        <w:rPr>
          <w:rFonts w:cs="Arial"/>
          <w:sz w:val="16"/>
        </w:rPr>
        <w:t>For example, a severely mentally disordered person who kills in response to paranoid delusions and command hallucinations may raise the defense of legal insanity and be excused for killing an innocent victim.</w:t>
      </w:r>
    </w:p>
    <w:p w14:paraId="6D8583CA" w14:textId="77777777" w:rsidR="00700986" w:rsidRDefault="00700986" w:rsidP="00700986">
      <w:pPr>
        <w:rPr>
          <w:rFonts w:cs="Arial"/>
          <w:sz w:val="16"/>
        </w:rPr>
      </w:pPr>
    </w:p>
    <w:p w14:paraId="361DC6B5" w14:textId="77777777" w:rsidR="00700986" w:rsidRPr="00600CC1" w:rsidRDefault="00700986" w:rsidP="00700986">
      <w:pPr>
        <w:pStyle w:val="Tag"/>
        <w:rPr>
          <w:shd w:val="clear" w:color="auto" w:fill="FFFFFF"/>
          <w:lang w:eastAsia="zh-TW"/>
        </w:rPr>
      </w:pPr>
      <w:r>
        <w:rPr>
          <w:shd w:val="clear" w:color="auto" w:fill="FFFFFF"/>
          <w:lang w:eastAsia="zh-TW"/>
        </w:rPr>
        <w:t xml:space="preserve">If an action is excused, it is not permissible. </w:t>
      </w:r>
      <w:proofErr w:type="spellStart"/>
      <w:r>
        <w:rPr>
          <w:shd w:val="clear" w:color="auto" w:fill="FFFFFF"/>
          <w:lang w:eastAsia="zh-TW"/>
        </w:rPr>
        <w:t>Reitan</w:t>
      </w:r>
      <w:proofErr w:type="spellEnd"/>
      <w:r>
        <w:rPr>
          <w:shd w:val="clear" w:color="auto" w:fill="FFFFFF"/>
          <w:lang w:eastAsia="zh-TW"/>
        </w:rPr>
        <w:t>:</w:t>
      </w:r>
    </w:p>
    <w:p w14:paraId="2F5CDE01" w14:textId="77777777" w:rsidR="00700986" w:rsidRDefault="00700986" w:rsidP="00700986">
      <w:pPr>
        <w:rPr>
          <w:sz w:val="16"/>
          <w:shd w:val="clear" w:color="auto" w:fill="FFFFFF"/>
          <w:lang w:eastAsia="zh-TW"/>
        </w:rPr>
      </w:pPr>
    </w:p>
    <w:p w14:paraId="18BD9472" w14:textId="77777777" w:rsidR="00700986" w:rsidRDefault="00700986" w:rsidP="00700986">
      <w:pPr>
        <w:rPr>
          <w:rFonts w:cs="Lucida Grande"/>
          <w:color w:val="333333"/>
          <w:sz w:val="16"/>
          <w:szCs w:val="17"/>
          <w:lang w:eastAsia="zh-TW"/>
        </w:rPr>
      </w:pPr>
      <w:r w:rsidRPr="00600CC1">
        <w:rPr>
          <w:sz w:val="16"/>
        </w:rPr>
        <w:t xml:space="preserve">Eric </w:t>
      </w:r>
      <w:proofErr w:type="spellStart"/>
      <w:r w:rsidRPr="00600CC1">
        <w:rPr>
          <w:sz w:val="16"/>
        </w:rPr>
        <w:t>Reitan</w:t>
      </w:r>
      <w:proofErr w:type="spellEnd"/>
      <w:r w:rsidRPr="00600CC1">
        <w:rPr>
          <w:sz w:val="16"/>
        </w:rPr>
        <w:t>, [Professor of Philosophy at Oklahoma University],  “</w:t>
      </w:r>
      <w:r w:rsidRPr="00600CC1">
        <w:rPr>
          <w:sz w:val="16"/>
          <w:lang w:eastAsia="zh-TW"/>
        </w:rPr>
        <w:t>The moral justification of violence: epistemic considerations</w:t>
      </w:r>
      <w:r w:rsidRPr="00600CC1">
        <w:rPr>
          <w:b/>
          <w:bCs/>
          <w:caps/>
          <w:sz w:val="16"/>
          <w:lang w:eastAsia="zh-TW"/>
        </w:rPr>
        <w:t xml:space="preserve">”, </w:t>
      </w:r>
      <w:r w:rsidRPr="00600CC1">
        <w:rPr>
          <w:rFonts w:cs="Lucida Grande"/>
          <w:color w:val="333333"/>
          <w:sz w:val="16"/>
          <w:szCs w:val="17"/>
          <w:lang w:eastAsia="zh-TW"/>
        </w:rPr>
        <w:t xml:space="preserve">Social Theory and Practice, </w:t>
      </w:r>
      <w:proofErr w:type="gramStart"/>
      <w:r w:rsidRPr="00600CC1">
        <w:rPr>
          <w:rFonts w:cs="Lucida Grande"/>
          <w:color w:val="333333"/>
          <w:sz w:val="16"/>
          <w:szCs w:val="17"/>
          <w:lang w:eastAsia="zh-TW"/>
        </w:rPr>
        <w:t>July,</w:t>
      </w:r>
      <w:proofErr w:type="gramEnd"/>
      <w:r w:rsidRPr="00600CC1">
        <w:rPr>
          <w:rFonts w:cs="Lucida Grande"/>
          <w:color w:val="333333"/>
          <w:sz w:val="16"/>
          <w:szCs w:val="17"/>
          <w:lang w:eastAsia="zh-TW"/>
        </w:rPr>
        <w:t xml:space="preserve"> 2002. RK</w:t>
      </w:r>
    </w:p>
    <w:p w14:paraId="3BF4A937" w14:textId="77777777" w:rsidR="00700986" w:rsidRDefault="00700986" w:rsidP="00700986">
      <w:pPr>
        <w:rPr>
          <w:sz w:val="16"/>
          <w:shd w:val="clear" w:color="auto" w:fill="FFFFFF"/>
          <w:lang w:eastAsia="zh-TW"/>
        </w:rPr>
      </w:pPr>
    </w:p>
    <w:p w14:paraId="51DC66A5" w14:textId="4DD59294" w:rsidR="00700986" w:rsidRPr="00A80430" w:rsidRDefault="00700986" w:rsidP="00A95D99">
      <w:pPr>
        <w:rPr>
          <w:sz w:val="16"/>
          <w:szCs w:val="20"/>
          <w:shd w:val="clear" w:color="auto" w:fill="FFFFFF"/>
          <w:lang w:eastAsia="zh-TW"/>
        </w:rPr>
      </w:pPr>
      <w:r w:rsidRPr="00600CC1">
        <w:rPr>
          <w:sz w:val="16"/>
          <w:shd w:val="clear" w:color="auto" w:fill="FFFFFF"/>
          <w:lang w:eastAsia="zh-TW"/>
        </w:rPr>
        <w:t>Traditionally,</w:t>
      </w:r>
      <w:r w:rsidRPr="00600CC1">
        <w:rPr>
          <w:b/>
          <w:u w:val="single"/>
          <w:shd w:val="clear" w:color="auto" w:fill="FFFFFF"/>
          <w:lang w:eastAsia="zh-TW"/>
        </w:rPr>
        <w:t xml:space="preserve"> we distinguish between the moral justification of violent acts and their excuse. To say that an action is morally justified</w:t>
      </w:r>
      <w:r w:rsidRPr="00600CC1">
        <w:rPr>
          <w:sz w:val="16"/>
          <w:shd w:val="clear" w:color="auto" w:fill="FFFFFF"/>
          <w:lang w:eastAsia="zh-TW"/>
        </w:rPr>
        <w:t xml:space="preserve">, as discussed above, </w:t>
      </w:r>
      <w:r w:rsidRPr="00600CC1">
        <w:rPr>
          <w:b/>
          <w:u w:val="single"/>
          <w:shd w:val="clear" w:color="auto" w:fill="FFFFFF"/>
          <w:lang w:eastAsia="zh-TW"/>
        </w:rPr>
        <w:t xml:space="preserve">is to say either that the act is morally permissible </w:t>
      </w:r>
      <w:r w:rsidRPr="00600CC1">
        <w:rPr>
          <w:sz w:val="16"/>
          <w:shd w:val="clear" w:color="auto" w:fill="FFFFFF"/>
          <w:lang w:eastAsia="zh-TW"/>
        </w:rPr>
        <w:t xml:space="preserve">(despite the prima facie case against it) </w:t>
      </w:r>
      <w:r w:rsidRPr="00600CC1">
        <w:rPr>
          <w:b/>
          <w:u w:val="single"/>
          <w:shd w:val="clear" w:color="auto" w:fill="FFFFFF"/>
          <w:lang w:eastAsia="zh-TW"/>
        </w:rPr>
        <w:t xml:space="preserve">or that one can reasonably believe that it is morally permissible. To say that an act is excused is not to make any claim to the effect that the act is morally permissible. Rather, it is to say that the agent is blameless </w:t>
      </w:r>
      <w:r w:rsidRPr="00600CC1">
        <w:rPr>
          <w:sz w:val="16"/>
          <w:shd w:val="clear" w:color="auto" w:fill="FFFFFF"/>
          <w:lang w:eastAsia="zh-TW"/>
        </w:rPr>
        <w:t xml:space="preserve">(fully excused) </w:t>
      </w:r>
      <w:r w:rsidRPr="00600CC1">
        <w:rPr>
          <w:b/>
          <w:u w:val="single"/>
          <w:shd w:val="clear" w:color="auto" w:fill="FFFFFF"/>
          <w:lang w:eastAsia="zh-TW"/>
        </w:rPr>
        <w:t xml:space="preserve">or less than fully blameworthy </w:t>
      </w:r>
      <w:r w:rsidRPr="00600CC1">
        <w:rPr>
          <w:sz w:val="16"/>
          <w:shd w:val="clear" w:color="auto" w:fill="FFFFFF"/>
          <w:lang w:eastAsia="zh-TW"/>
        </w:rPr>
        <w:t xml:space="preserve">(partially excused) </w:t>
      </w:r>
      <w:r w:rsidRPr="00600CC1">
        <w:rPr>
          <w:b/>
          <w:u w:val="single"/>
          <w:shd w:val="clear" w:color="auto" w:fill="FFFFFF"/>
          <w:lang w:eastAsia="zh-TW"/>
        </w:rPr>
        <w:t xml:space="preserve">for performing an action whose moral impermissibility is uncontested. </w:t>
      </w:r>
      <w:r w:rsidRPr="00600CC1">
        <w:rPr>
          <w:sz w:val="16"/>
          <w:shd w:val="clear" w:color="auto" w:fill="FFFFFF"/>
          <w:lang w:eastAsia="zh-TW"/>
        </w:rPr>
        <w:t>The paradigmatic case for fully excusing (but not justifying) impermissible behavior is non-culpable ignorance of relevant circumstances. Thus, for example, when Vitoria rejects the possibility of both sides in a war being just, he qualifies this response in the following way:</w:t>
      </w:r>
    </w:p>
    <w:p w14:paraId="43FF0019" w14:textId="28B3921B" w:rsidR="00A95D99" w:rsidRDefault="00A95D99" w:rsidP="00A95D99">
      <w:pPr>
        <w:pStyle w:val="Heading1"/>
      </w:pPr>
      <w:bookmarkStart w:id="9" w:name="_Toc196625908"/>
      <w:r>
        <w:lastRenderedPageBreak/>
        <w:t>AT Aff is confrontational</w:t>
      </w:r>
      <w:bookmarkEnd w:id="9"/>
    </w:p>
    <w:p w14:paraId="0BF8D32E" w14:textId="77777777" w:rsidR="00A95D99" w:rsidRDefault="00A95D99" w:rsidP="00A95D99"/>
    <w:p w14:paraId="63CA361E" w14:textId="75CE8CCA" w:rsidR="00A95D99" w:rsidRDefault="00A95D99" w:rsidP="00A95D99">
      <w:r>
        <w:t>Severance is bad</w:t>
      </w:r>
    </w:p>
    <w:p w14:paraId="5F8B15C2" w14:textId="77777777" w:rsidR="00A95D99" w:rsidRDefault="00A95D99" w:rsidP="00A95D99"/>
    <w:p w14:paraId="4E64A7BB" w14:textId="77777777" w:rsidR="00EA7F13" w:rsidRDefault="00EA7F13" w:rsidP="00A95D99"/>
    <w:p w14:paraId="06838695" w14:textId="2F889D71" w:rsidR="00EA7F13" w:rsidRDefault="00EA7F13" w:rsidP="00A95D99">
      <w:r>
        <w:t xml:space="preserve">You conceded in CX that you </w:t>
      </w:r>
      <w:proofErr w:type="gramStart"/>
      <w:r>
        <w:t>will</w:t>
      </w:r>
      <w:proofErr w:type="gramEnd"/>
      <w:r>
        <w:t xml:space="preserve"> only defend non-confrontational homicides. This is severance from the original </w:t>
      </w:r>
      <w:proofErr w:type="spellStart"/>
      <w:r>
        <w:t>aff</w:t>
      </w:r>
      <w:proofErr w:type="spellEnd"/>
      <w:r>
        <w:t xml:space="preserve"> advocacy --- voting issue.</w:t>
      </w:r>
    </w:p>
    <w:p w14:paraId="3722078E" w14:textId="77777777" w:rsidR="00EA7F13" w:rsidRDefault="00EA7F13" w:rsidP="00A95D99"/>
    <w:p w14:paraId="270CBD23" w14:textId="2EBAFE2E" w:rsidR="00EA7F13" w:rsidRDefault="00EA7F13" w:rsidP="00A95D99">
      <w:r>
        <w:t xml:space="preserve">A] </w:t>
      </w:r>
      <w:r w:rsidR="00B524AF">
        <w:t xml:space="preserve">Advocacy skills – severance incentivizes </w:t>
      </w:r>
      <w:r w:rsidR="00B524AF">
        <w:rPr>
          <w:u w:val="single"/>
        </w:rPr>
        <w:t>flawed advocacies</w:t>
      </w:r>
      <w:r w:rsidR="00B524AF">
        <w:t xml:space="preserve"> --- debaters don’t have to defend their </w:t>
      </w:r>
      <w:r w:rsidR="009C2513">
        <w:t>arguments</w:t>
      </w:r>
      <w:r w:rsidR="00B524AF">
        <w:t xml:space="preserve"> against a </w:t>
      </w:r>
      <w:proofErr w:type="spellStart"/>
      <w:r w:rsidR="00B524AF">
        <w:t>litanty</w:t>
      </w:r>
      <w:proofErr w:type="spellEnd"/>
      <w:r w:rsidR="00B524AF">
        <w:t xml:space="preserve"> of counterarguments and arrive at an </w:t>
      </w:r>
      <w:r w:rsidR="00B524AF" w:rsidRPr="009C2513">
        <w:rPr>
          <w:u w:val="single"/>
        </w:rPr>
        <w:t>optimal</w:t>
      </w:r>
      <w:r w:rsidR="009C2513">
        <w:t xml:space="preserve"> </w:t>
      </w:r>
      <w:proofErr w:type="gramStart"/>
      <w:r w:rsidR="009C2513">
        <w:t>decision .</w:t>
      </w:r>
      <w:proofErr w:type="gramEnd"/>
    </w:p>
    <w:p w14:paraId="54A73C23" w14:textId="77777777" w:rsidR="009C2513" w:rsidRDefault="009C2513" w:rsidP="00A95D99"/>
    <w:p w14:paraId="56B60107" w14:textId="335FC7B9" w:rsidR="009C2513" w:rsidRDefault="009C2513" w:rsidP="00A95D99">
      <w:r>
        <w:t xml:space="preserve">B] </w:t>
      </w:r>
      <w:proofErr w:type="gramStart"/>
      <w:r>
        <w:t>ground</w:t>
      </w:r>
      <w:proofErr w:type="gramEnd"/>
      <w:r>
        <w:t xml:space="preserve"> --- destroys </w:t>
      </w:r>
      <w:proofErr w:type="spellStart"/>
      <w:r>
        <w:t>neg</w:t>
      </w:r>
      <w:proofErr w:type="spellEnd"/>
      <w:r>
        <w:t xml:space="preserve"> ground and you can solve the link to every </w:t>
      </w:r>
      <w:proofErr w:type="spellStart"/>
      <w:r>
        <w:t>disad</w:t>
      </w:r>
      <w:proofErr w:type="spellEnd"/>
      <w:r>
        <w:t>.</w:t>
      </w:r>
    </w:p>
    <w:p w14:paraId="1F524CFA" w14:textId="77777777" w:rsidR="009C2513" w:rsidRDefault="009C2513" w:rsidP="00A95D99"/>
    <w:p w14:paraId="7C7DC0D2" w14:textId="77777777" w:rsidR="009C2513" w:rsidRPr="00B524AF" w:rsidRDefault="009C2513" w:rsidP="00A95D99"/>
    <w:p w14:paraId="0FFC0F02" w14:textId="304CF4A2" w:rsidR="00A95D99" w:rsidRDefault="00A95D99" w:rsidP="00A95D99">
      <w:pPr>
        <w:pStyle w:val="Heading1"/>
      </w:pPr>
      <w:bookmarkStart w:id="10" w:name="_Toc196625909"/>
      <w:r>
        <w:lastRenderedPageBreak/>
        <w:t>AT Subjective necessity comes first</w:t>
      </w:r>
      <w:bookmarkEnd w:id="10"/>
    </w:p>
    <w:p w14:paraId="53D86950" w14:textId="77777777" w:rsidR="00A95D99" w:rsidRDefault="00A95D99" w:rsidP="00A95D99"/>
    <w:p w14:paraId="06887FC1" w14:textId="77777777" w:rsidR="00BD35E7" w:rsidRDefault="00BD35E7" w:rsidP="00A95D99"/>
    <w:p w14:paraId="6752195D" w14:textId="0ACE64B5" w:rsidR="00BD35E7" w:rsidRPr="00BD35E7" w:rsidRDefault="00BD35E7" w:rsidP="00BD35E7">
      <w:pPr>
        <w:pStyle w:val="Tag"/>
        <w:rPr>
          <w:rFonts w:cs="Arial"/>
        </w:rPr>
      </w:pPr>
      <w:r>
        <w:rPr>
          <w:rFonts w:cs="Arial"/>
        </w:rPr>
        <w:t>1] Imminence rule is a prerequisite when it comes to universal acceptance to a rule --- if everyone accepted imminence, there would be fewer unnecessary killings because people would be less likely to kill suspected dangers without evidence.</w:t>
      </w:r>
    </w:p>
    <w:p w14:paraId="426F9326" w14:textId="77777777" w:rsidR="00BD35E7" w:rsidRDefault="00BD35E7" w:rsidP="00A95D99"/>
    <w:p w14:paraId="4D6CF078" w14:textId="77777777" w:rsidR="00BD35E7" w:rsidRDefault="00BD35E7" w:rsidP="00A95D99"/>
    <w:p w14:paraId="3D99B7BA" w14:textId="77777777" w:rsidR="00BD35E7" w:rsidRDefault="00BD35E7" w:rsidP="00A95D99"/>
    <w:p w14:paraId="77E97FF1" w14:textId="53DE35E3" w:rsidR="00EA7F13" w:rsidRPr="00EA7F13" w:rsidRDefault="00EA7F13" w:rsidP="00EA7F13">
      <w:pPr>
        <w:pStyle w:val="Heading1"/>
      </w:pPr>
      <w:bookmarkStart w:id="11" w:name="_Toc196625910"/>
      <w:r>
        <w:lastRenderedPageBreak/>
        <w:t>rule coneq</w:t>
      </w:r>
      <w:bookmarkEnd w:id="11"/>
    </w:p>
    <w:p w14:paraId="0DB30221" w14:textId="77777777" w:rsidR="00EA7F13" w:rsidRPr="00EA7F13" w:rsidRDefault="00EA7F13" w:rsidP="00EA7F13">
      <w:pPr>
        <w:shd w:val="clear" w:color="auto" w:fill="FFFFFF"/>
        <w:spacing w:before="100" w:beforeAutospacing="1" w:after="100" w:afterAutospacing="1" w:line="330" w:lineRule="atLeast"/>
        <w:rPr>
          <w:rFonts w:ascii="Times" w:hAnsi="Times"/>
          <w:color w:val="000000"/>
          <w:sz w:val="27"/>
          <w:szCs w:val="27"/>
        </w:rPr>
      </w:pPr>
      <w:r w:rsidRPr="00EA7F13">
        <w:rPr>
          <w:rFonts w:ascii="Times" w:hAnsi="Times"/>
          <w:color w:val="000000"/>
          <w:sz w:val="27"/>
          <w:szCs w:val="27"/>
        </w:rPr>
        <w:t xml:space="preserve">Rule-consequentialism may agree with </w:t>
      </w:r>
      <w:proofErr w:type="spellStart"/>
      <w:r w:rsidRPr="00EA7F13">
        <w:rPr>
          <w:rFonts w:ascii="Times" w:hAnsi="Times"/>
          <w:color w:val="000000"/>
          <w:sz w:val="27"/>
          <w:szCs w:val="27"/>
        </w:rPr>
        <w:t>Rossian</w:t>
      </w:r>
      <w:proofErr w:type="spellEnd"/>
      <w:r w:rsidRPr="00EA7F13">
        <w:rPr>
          <w:rFonts w:ascii="Times" w:hAnsi="Times"/>
          <w:color w:val="000000"/>
          <w:sz w:val="27"/>
          <w:szCs w:val="27"/>
        </w:rPr>
        <w:t xml:space="preserve"> pluralism in endorsing rules against physically attacking the innocent, stealing, promise breaking, and rules requiring various kinds of loyalty and more generally doing good for others. But rule-consequentialism goes beyond </w:t>
      </w:r>
      <w:proofErr w:type="spellStart"/>
      <w:r w:rsidRPr="00EA7F13">
        <w:rPr>
          <w:rFonts w:ascii="Times" w:hAnsi="Times"/>
          <w:color w:val="000000"/>
          <w:sz w:val="27"/>
          <w:szCs w:val="27"/>
        </w:rPr>
        <w:t>Rossian</w:t>
      </w:r>
      <w:proofErr w:type="spellEnd"/>
      <w:r w:rsidRPr="00EA7F13">
        <w:rPr>
          <w:rFonts w:ascii="Times" w:hAnsi="Times"/>
          <w:color w:val="000000"/>
          <w:sz w:val="27"/>
          <w:szCs w:val="27"/>
        </w:rPr>
        <w:t xml:space="preserve"> pluralism by specifying an underlying unifying principle that provides impartial justification for such rules. Other moral theories try to do this too. Such theories include some forms of Kantianism (Audi 2001; 2004), some forms of </w:t>
      </w:r>
      <w:proofErr w:type="spellStart"/>
      <w:r w:rsidRPr="00EA7F13">
        <w:rPr>
          <w:rFonts w:ascii="Times" w:hAnsi="Times"/>
          <w:color w:val="000000"/>
          <w:sz w:val="27"/>
          <w:szCs w:val="27"/>
        </w:rPr>
        <w:t>contractualism</w:t>
      </w:r>
      <w:proofErr w:type="spellEnd"/>
      <w:r w:rsidRPr="00EA7F13">
        <w:rPr>
          <w:rFonts w:ascii="Times" w:hAnsi="Times"/>
          <w:color w:val="000000"/>
          <w:sz w:val="27"/>
          <w:szCs w:val="27"/>
        </w:rPr>
        <w:t xml:space="preserve"> (Scanlon 1998), and some forms of virtue ethics (</w:t>
      </w:r>
      <w:proofErr w:type="spellStart"/>
      <w:r w:rsidRPr="00EA7F13">
        <w:rPr>
          <w:rFonts w:ascii="Times" w:hAnsi="Times"/>
          <w:color w:val="000000"/>
          <w:sz w:val="27"/>
          <w:szCs w:val="27"/>
        </w:rPr>
        <w:t>Hursthouse</w:t>
      </w:r>
      <w:proofErr w:type="spellEnd"/>
      <w:r w:rsidRPr="00EA7F13">
        <w:rPr>
          <w:rFonts w:ascii="Times" w:hAnsi="Times"/>
          <w:color w:val="000000"/>
          <w:sz w:val="27"/>
          <w:szCs w:val="27"/>
        </w:rPr>
        <w:t xml:space="preserve"> 1999; 2002; Foot 2000). In any case, the first way of arguing for rule-consequentialism is to argue that it specifies an underlying principle that provides impartial justification for intuitively plausible moral rules, and that no rival theory does this as well (</w:t>
      </w:r>
      <w:proofErr w:type="spellStart"/>
      <w:r w:rsidRPr="00EA7F13">
        <w:rPr>
          <w:rFonts w:ascii="Times" w:hAnsi="Times"/>
          <w:color w:val="000000"/>
          <w:sz w:val="27"/>
          <w:szCs w:val="27"/>
        </w:rPr>
        <w:t>Urmson</w:t>
      </w:r>
      <w:proofErr w:type="spellEnd"/>
      <w:r w:rsidRPr="00EA7F13">
        <w:rPr>
          <w:rFonts w:ascii="Times" w:hAnsi="Times"/>
          <w:color w:val="000000"/>
          <w:sz w:val="27"/>
          <w:szCs w:val="27"/>
        </w:rPr>
        <w:t xml:space="preserve"> 1953; Brandt 1967; Hospers 1972; Hooker 2000).</w:t>
      </w:r>
    </w:p>
    <w:p w14:paraId="2765653C" w14:textId="77777777" w:rsidR="00EA7F13" w:rsidRDefault="00EA7F13" w:rsidP="00EA7F13">
      <w:pPr>
        <w:rPr>
          <w:rFonts w:ascii="Times" w:eastAsia="Times New Roman" w:hAnsi="Times"/>
          <w:szCs w:val="20"/>
        </w:rPr>
      </w:pPr>
    </w:p>
    <w:p w14:paraId="5F0E86F6" w14:textId="77777777" w:rsidR="00EA7F13" w:rsidRPr="00EA7F13" w:rsidRDefault="00EA7F13" w:rsidP="00EA7F13">
      <w:pPr>
        <w:shd w:val="clear" w:color="auto" w:fill="FFFFFF"/>
        <w:spacing w:before="100" w:beforeAutospacing="1" w:after="100" w:afterAutospacing="1" w:line="330" w:lineRule="atLeast"/>
        <w:rPr>
          <w:rFonts w:ascii="Times" w:hAnsi="Times"/>
          <w:color w:val="000000"/>
          <w:sz w:val="27"/>
          <w:szCs w:val="27"/>
        </w:rPr>
      </w:pPr>
      <w:r w:rsidRPr="00EA7F13">
        <w:rPr>
          <w:rFonts w:ascii="Times" w:hAnsi="Times"/>
          <w:color w:val="000000"/>
          <w:sz w:val="27"/>
          <w:szCs w:val="27"/>
        </w:rPr>
        <w:t xml:space="preserve">This first way of arguing for rule-consequentialism might be seen as drawing on the idea that a theory is better justified to us to the extent that it increases coherence within our beliefs (Rawls 1951; 1971, pp. 19–21, 46–51; DePaul 1987; </w:t>
      </w:r>
      <w:proofErr w:type="spellStart"/>
      <w:r w:rsidRPr="00EA7F13">
        <w:rPr>
          <w:rFonts w:ascii="Times" w:hAnsi="Times"/>
          <w:color w:val="000000"/>
          <w:sz w:val="27"/>
          <w:szCs w:val="27"/>
        </w:rPr>
        <w:t>Ebertz</w:t>
      </w:r>
      <w:proofErr w:type="spellEnd"/>
      <w:r w:rsidRPr="00EA7F13">
        <w:rPr>
          <w:rFonts w:ascii="Times" w:hAnsi="Times"/>
          <w:color w:val="000000"/>
          <w:sz w:val="27"/>
          <w:szCs w:val="27"/>
        </w:rPr>
        <w:t xml:space="preserve"> 1993; Sayre-McCord 1986; 1996). [See the entry on </w:t>
      </w:r>
      <w:hyperlink r:id="rId9" w:history="1">
        <w:r w:rsidRPr="00EA7F13">
          <w:rPr>
            <w:rFonts w:ascii="Times" w:hAnsi="Times"/>
            <w:color w:val="883300"/>
            <w:sz w:val="27"/>
            <w:szCs w:val="27"/>
            <w:u w:val="single"/>
          </w:rPr>
          <w:t>coherentist theories of epistemic justification</w:t>
        </w:r>
      </w:hyperlink>
      <w:r w:rsidRPr="00EA7F13">
        <w:rPr>
          <w:rFonts w:ascii="Times" w:hAnsi="Times"/>
          <w:color w:val="000000"/>
          <w:sz w:val="27"/>
          <w:szCs w:val="27"/>
        </w:rPr>
        <w:t xml:space="preserve">.] But the approach might also be seen as moderately </w:t>
      </w:r>
      <w:proofErr w:type="spellStart"/>
      <w:r w:rsidRPr="00EA7F13">
        <w:rPr>
          <w:rFonts w:ascii="Times" w:hAnsi="Times"/>
          <w:color w:val="000000"/>
          <w:sz w:val="27"/>
          <w:szCs w:val="27"/>
        </w:rPr>
        <w:t>foundationalist</w:t>
      </w:r>
      <w:proofErr w:type="spellEnd"/>
      <w:r w:rsidRPr="00EA7F13">
        <w:rPr>
          <w:rFonts w:ascii="Times" w:hAnsi="Times"/>
          <w:color w:val="000000"/>
          <w:sz w:val="27"/>
          <w:szCs w:val="27"/>
        </w:rPr>
        <w:t xml:space="preserve"> in that it begins with a set of beliefs (in various moral rules) to which it assigns independent credibility though not infallibility (Audi 1996; 2004; Crisp 2000). [See the entry on </w:t>
      </w:r>
      <w:hyperlink r:id="rId10" w:history="1">
        <w:r w:rsidRPr="00EA7F13">
          <w:rPr>
            <w:rFonts w:ascii="Times" w:hAnsi="Times"/>
            <w:color w:val="883300"/>
            <w:sz w:val="27"/>
            <w:szCs w:val="27"/>
            <w:u w:val="single"/>
          </w:rPr>
          <w:t>foundationalist theories of epistemic justification</w:t>
        </w:r>
      </w:hyperlink>
      <w:r w:rsidRPr="00EA7F13">
        <w:rPr>
          <w:rFonts w:ascii="Times" w:hAnsi="Times"/>
          <w:color w:val="000000"/>
          <w:sz w:val="27"/>
          <w:szCs w:val="27"/>
        </w:rPr>
        <w:t>.] Admittedly, coherence with our moral beliefs does not make a moral theory </w:t>
      </w:r>
      <w:r w:rsidRPr="00EA7F13">
        <w:rPr>
          <w:rFonts w:ascii="Times" w:hAnsi="Times"/>
          <w:i/>
          <w:iCs/>
          <w:color w:val="000000"/>
          <w:sz w:val="27"/>
          <w:szCs w:val="27"/>
        </w:rPr>
        <w:t>true</w:t>
      </w:r>
      <w:r w:rsidRPr="00EA7F13">
        <w:rPr>
          <w:rFonts w:ascii="Times" w:hAnsi="Times"/>
          <w:color w:val="000000"/>
          <w:sz w:val="27"/>
          <w:szCs w:val="27"/>
        </w:rPr>
        <w:t>, since our moral beliefs might of course be mistaken. Nevertheless, if a moral theory fails significantly to cohere with our moral beliefs, this undermines the theory's ability to be justified to us.</w:t>
      </w:r>
    </w:p>
    <w:p w14:paraId="4B5C8593" w14:textId="77777777" w:rsidR="00EA7F13" w:rsidRPr="00EA7F13" w:rsidRDefault="00EA7F13" w:rsidP="00EA7F13">
      <w:pPr>
        <w:rPr>
          <w:rFonts w:ascii="Times" w:eastAsia="Times New Roman" w:hAnsi="Times"/>
          <w:szCs w:val="20"/>
        </w:rPr>
      </w:pPr>
    </w:p>
    <w:p w14:paraId="0EC630B1" w14:textId="5A75D541" w:rsidR="00EA7F13" w:rsidRDefault="00EA7F13" w:rsidP="00EA7F13">
      <w:pPr>
        <w:pStyle w:val="Heading1"/>
      </w:pPr>
      <w:bookmarkStart w:id="12" w:name="_Toc196625911"/>
      <w:r>
        <w:lastRenderedPageBreak/>
        <w:t>link to consequentialism</w:t>
      </w:r>
      <w:bookmarkEnd w:id="12"/>
    </w:p>
    <w:p w14:paraId="377D3C0F" w14:textId="77777777" w:rsidR="00EA7F13" w:rsidRDefault="00EA7F13" w:rsidP="00EA7F13"/>
    <w:p w14:paraId="7582F53A" w14:textId="26D9234E" w:rsidR="00EA7F13" w:rsidRDefault="00EA7F13" w:rsidP="00EA7F13">
      <w:r>
        <w:t xml:space="preserve">Rule consequentialism comes before act consequentialism --- it produces better </w:t>
      </w:r>
      <w:proofErr w:type="spellStart"/>
      <w:r>
        <w:t>widesperead</w:t>
      </w:r>
      <w:proofErr w:type="spellEnd"/>
      <w:r>
        <w:t xml:space="preserve"> </w:t>
      </w:r>
      <w:proofErr w:type="gramStart"/>
      <w:r>
        <w:t>good</w:t>
      </w:r>
      <w:proofErr w:type="gramEnd"/>
    </w:p>
    <w:p w14:paraId="631E9223" w14:textId="77777777" w:rsidR="00EA7F13" w:rsidRDefault="00EA7F13" w:rsidP="00EA7F13"/>
    <w:p w14:paraId="7F0ECBD6" w14:textId="77777777" w:rsidR="00EA7F13" w:rsidRDefault="00EA7F13" w:rsidP="00EA7F13">
      <w:pPr>
        <w:pStyle w:val="NormalWeb"/>
        <w:shd w:val="clear" w:color="auto" w:fill="FFFFFF"/>
        <w:spacing w:line="330" w:lineRule="atLeast"/>
        <w:rPr>
          <w:color w:val="000000"/>
          <w:sz w:val="27"/>
          <w:szCs w:val="27"/>
        </w:rPr>
      </w:pPr>
      <w:r>
        <w:rPr>
          <w:color w:val="000000"/>
          <w:sz w:val="27"/>
          <w:szCs w:val="27"/>
        </w:rPr>
        <w:t>The second way of arguing for rule-consequentialism is very different. It starts from a commitment to consequentialist assessment, and then argues that assessing acts</w:t>
      </w:r>
      <w:r>
        <w:rPr>
          <w:rStyle w:val="apple-converted-space"/>
          <w:color w:val="000000"/>
          <w:sz w:val="27"/>
          <w:szCs w:val="27"/>
        </w:rPr>
        <w:t> </w:t>
      </w:r>
      <w:r>
        <w:rPr>
          <w:rStyle w:val="Emphasis"/>
          <w:color w:val="000000"/>
          <w:sz w:val="27"/>
          <w:szCs w:val="27"/>
        </w:rPr>
        <w:t>indirectly</w:t>
      </w:r>
      <w:r>
        <w:rPr>
          <w:color w:val="000000"/>
          <w:sz w:val="27"/>
          <w:szCs w:val="27"/>
        </w:rPr>
        <w:t xml:space="preserve">, e.g., by focusing on the consequences of communal acceptance of rules, will in fact produce better consequences than assessing acts directly in terms of their own consequences (Austin 1832; Brandt 1963; 1979; </w:t>
      </w:r>
      <w:proofErr w:type="spellStart"/>
      <w:r>
        <w:rPr>
          <w:color w:val="000000"/>
          <w:sz w:val="27"/>
          <w:szCs w:val="27"/>
        </w:rPr>
        <w:t>Harsanyi</w:t>
      </w:r>
      <w:proofErr w:type="spellEnd"/>
      <w:r>
        <w:rPr>
          <w:color w:val="000000"/>
          <w:sz w:val="27"/>
          <w:szCs w:val="27"/>
        </w:rPr>
        <w:t xml:space="preserve"> 1982, pp. 58–60; 1993; Riley 2000). After all, making decisions about what to do is the main point of moral assessment of acts. So if a way of morally assessing acts is likely to lead to bad decisions, or more generally lead to bad consequences, then, according to a consequentialist point of view, so much the worse for that way of assessing acts.</w:t>
      </w:r>
    </w:p>
    <w:p w14:paraId="75AECFBE" w14:textId="77777777" w:rsidR="00EA7F13" w:rsidRDefault="00EA7F13" w:rsidP="00EA7F13">
      <w:pPr>
        <w:pStyle w:val="NormalWeb"/>
        <w:shd w:val="clear" w:color="auto" w:fill="FFFFFF"/>
        <w:spacing w:line="330" w:lineRule="atLeast"/>
        <w:rPr>
          <w:color w:val="000000"/>
          <w:sz w:val="27"/>
          <w:szCs w:val="27"/>
        </w:rPr>
      </w:pPr>
      <w:r>
        <w:rPr>
          <w:color w:val="000000"/>
          <w:sz w:val="27"/>
          <w:szCs w:val="27"/>
        </w:rPr>
        <w:t>Earlier we saw that all consequentialists now accept that assessing each act individually by its expected value is a terrible procedure for making moral decisions. There is widespread acknowledgement that agents should decide how to act by appeal to certain rules such as “don't physically attack others”, “don't steal”, “don't break your promises”, “pay special attention to the needs of your family and friends”, and “be generally helpful to others”. And these are the rules that rule-consequentialism endorses.</w:t>
      </w:r>
    </w:p>
    <w:p w14:paraId="732C31F6" w14:textId="77777777" w:rsidR="00EA7F13" w:rsidRPr="00EA7F13" w:rsidRDefault="00EA7F13" w:rsidP="00EA7F13"/>
    <w:p w14:paraId="1F5F383C" w14:textId="77777777" w:rsidR="00EA7F13" w:rsidRPr="00EA7F13" w:rsidRDefault="00EA7F13" w:rsidP="00EA7F13">
      <w:pPr>
        <w:pStyle w:val="Heading1"/>
      </w:pPr>
    </w:p>
    <w:sectPr w:rsidR="00EA7F13" w:rsidRPr="00EA7F13" w:rsidSect="00853C87">
      <w:headerReference w:type="default" r:id="rId11"/>
      <w:footerReference w:type="default" r:id="rId12"/>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80602E" w14:textId="77777777" w:rsidR="00FE55FA" w:rsidRDefault="00FE55FA" w:rsidP="00261634">
      <w:r>
        <w:separator/>
      </w:r>
    </w:p>
  </w:endnote>
  <w:endnote w:type="continuationSeparator" w:id="0">
    <w:p w14:paraId="0F6B9111" w14:textId="77777777" w:rsidR="00FE55FA" w:rsidRDefault="00FE55FA" w:rsidP="00261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新細明體">
    <w:charset w:val="51"/>
    <w:family w:val="auto"/>
    <w:pitch w:val="variable"/>
    <w:sig w:usb0="00000001" w:usb1="08080000" w:usb2="00000010" w:usb3="00000000" w:csb0="001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Batang">
    <w:altName w:val="바탕"/>
    <w:panose1 w:val="00000000000000000000"/>
    <w:charset w:val="81"/>
    <w:family w:val="auto"/>
    <w:notTrueType/>
    <w:pitch w:val="fixed"/>
    <w:sig w:usb0="00000001" w:usb1="09060000" w:usb2="00000010" w:usb3="00000000" w:csb0="00080000" w:csb1="00000000"/>
  </w:font>
  <w:font w:name="AKDPE C+ Utopia">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B90386" w14:textId="77777777" w:rsidR="00FE55FA" w:rsidRPr="000C35A0" w:rsidRDefault="00FE55FA" w:rsidP="000C35A0">
    <w:pPr>
      <w:pStyle w:val="Footer"/>
      <w:jc w:val="right"/>
      <w:rPr>
        <w:b/>
        <w:sz w:val="24"/>
        <w:szCs w:val="24"/>
      </w:rPr>
    </w:pPr>
    <w:r>
      <w:rPr>
        <w:noProof/>
        <w:lang w:eastAsia="zh-TW"/>
      </w:rPr>
      <w:drawing>
        <wp:anchor distT="0" distB="0" distL="114300" distR="114300" simplePos="0" relativeHeight="251659264" behindDoc="0" locked="0" layoutInCell="1" allowOverlap="1" wp14:anchorId="1A425002" wp14:editId="7D0418D1">
          <wp:simplePos x="0" y="0"/>
          <wp:positionH relativeFrom="margin">
            <wp:posOffset>-698500</wp:posOffset>
          </wp:positionH>
          <wp:positionV relativeFrom="margin">
            <wp:posOffset>8219440</wp:posOffset>
          </wp:positionV>
          <wp:extent cx="698500" cy="507365"/>
          <wp:effectExtent l="0" t="0" r="12700" b="635"/>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5344" t="-1100" r="1820" b="19558"/>
                  <a:stretch/>
                </pic:blipFill>
                <pic:spPr bwMode="auto">
                  <a:xfrm>
                    <a:off x="0" y="0"/>
                    <a:ext cx="698500" cy="5073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C35A0">
      <w:rPr>
        <w:b/>
        <w:sz w:val="24"/>
        <w:szCs w:val="24"/>
      </w:rPr>
      <w:fldChar w:fldCharType="begin"/>
    </w:r>
    <w:r w:rsidRPr="000C35A0">
      <w:rPr>
        <w:b/>
        <w:sz w:val="24"/>
        <w:szCs w:val="24"/>
      </w:rPr>
      <w:instrText xml:space="preserve"> PAGE   \* MERGEFORMAT </w:instrText>
    </w:r>
    <w:r w:rsidRPr="000C35A0">
      <w:rPr>
        <w:b/>
        <w:sz w:val="24"/>
        <w:szCs w:val="24"/>
      </w:rPr>
      <w:fldChar w:fldCharType="separate"/>
    </w:r>
    <w:r w:rsidR="00D74FCF">
      <w:rPr>
        <w:b/>
        <w:noProof/>
        <w:sz w:val="24"/>
        <w:szCs w:val="24"/>
      </w:rPr>
      <w:t>3</w:t>
    </w:r>
    <w:r w:rsidRPr="000C35A0">
      <w:rPr>
        <w:b/>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D21226" w14:textId="77777777" w:rsidR="00FE55FA" w:rsidRDefault="00FE55FA" w:rsidP="00261634">
      <w:r>
        <w:separator/>
      </w:r>
    </w:p>
  </w:footnote>
  <w:footnote w:type="continuationSeparator" w:id="0">
    <w:p w14:paraId="646CAB3F" w14:textId="77777777" w:rsidR="00FE55FA" w:rsidRDefault="00FE55FA" w:rsidP="00261634">
      <w:r>
        <w:continuationSeparator/>
      </w:r>
    </w:p>
  </w:footnote>
  <w:footnote w:id="1">
    <w:p w14:paraId="4CD80006" w14:textId="77777777" w:rsidR="00FE55FA" w:rsidRPr="00797FB9" w:rsidRDefault="00FE55FA" w:rsidP="00A95D99">
      <w:pPr>
        <w:rPr>
          <w:rStyle w:val="UnderlineBold"/>
          <w:rFonts w:cs="Arial"/>
          <w:b w:val="0"/>
          <w:sz w:val="16"/>
          <w:u w:val="none"/>
          <w:shd w:val="clear" w:color="auto" w:fill="FFFFFF"/>
        </w:rPr>
      </w:pPr>
      <w:r>
        <w:rPr>
          <w:rStyle w:val="FootnoteReference"/>
        </w:rPr>
        <w:footnoteRef/>
      </w:r>
      <w:r>
        <w:t xml:space="preserve"> </w:t>
      </w:r>
      <w:proofErr w:type="gramStart"/>
      <w:r w:rsidRPr="00042D0A">
        <w:rPr>
          <w:rFonts w:cs="Arial"/>
          <w:sz w:val="16"/>
          <w:shd w:val="clear" w:color="auto" w:fill="FFFFFF"/>
          <w:lang w:eastAsia="zh-TW"/>
        </w:rPr>
        <w:t xml:space="preserve">Whitley R.P. Kaufman, </w:t>
      </w:r>
      <w:r>
        <w:rPr>
          <w:rFonts w:cs="Arial"/>
          <w:sz w:val="16"/>
          <w:shd w:val="clear" w:color="auto" w:fill="FFFFFF"/>
          <w:lang w:eastAsia="zh-TW"/>
        </w:rPr>
        <w:t>[</w:t>
      </w:r>
      <w:r w:rsidRPr="00042D0A">
        <w:rPr>
          <w:rFonts w:cs="Arial"/>
          <w:sz w:val="16"/>
          <w:shd w:val="clear" w:color="auto" w:fill="FFFFFF"/>
          <w:lang w:eastAsia="zh-TW"/>
        </w:rPr>
        <w:t>Department of Philosophy at University of Massachusetts Lowell</w:t>
      </w:r>
      <w:r>
        <w:rPr>
          <w:rFonts w:cs="Arial"/>
          <w:sz w:val="16"/>
          <w:shd w:val="clear" w:color="auto" w:fill="FFFFFF"/>
          <w:lang w:eastAsia="zh-TW"/>
        </w:rPr>
        <w:t>]</w:t>
      </w:r>
      <w:r w:rsidRPr="00042D0A">
        <w:rPr>
          <w:rFonts w:cs="Arial"/>
          <w:sz w:val="16"/>
          <w:shd w:val="clear" w:color="auto" w:fill="FFFFFF"/>
          <w:lang w:eastAsia="zh-TW"/>
        </w:rPr>
        <w:t>, “Self-Defense, Imminence, and the Battered Woman”, New Crimin</w:t>
      </w:r>
      <w:r>
        <w:rPr>
          <w:rFonts w:cs="Arial"/>
          <w:sz w:val="16"/>
          <w:shd w:val="clear" w:color="auto" w:fill="FFFFFF"/>
          <w:lang w:eastAsia="zh-TW"/>
        </w:rPr>
        <w:t>al Law Review, Volume 10, 2007.</w:t>
      </w:r>
      <w:proofErr w:type="gramEnd"/>
      <w:r>
        <w:rPr>
          <w:rFonts w:cs="Arial"/>
          <w:sz w:val="16"/>
          <w:shd w:val="clear" w:color="auto" w:fill="FFFFFF"/>
          <w:lang w:eastAsia="zh-TW"/>
        </w:rPr>
        <w:t xml:space="preserve"> RK</w:t>
      </w:r>
    </w:p>
    <w:p w14:paraId="1585B9CD" w14:textId="77777777" w:rsidR="00FE55FA" w:rsidRDefault="00FE55FA" w:rsidP="00A95D99">
      <w:pPr>
        <w:pStyle w:val="FootnoteText"/>
      </w:pPr>
    </w:p>
  </w:footnote>
  <w:footnote w:id="2">
    <w:p w14:paraId="5AEFDA8F" w14:textId="77777777" w:rsidR="00FE55FA" w:rsidRPr="00596BF0" w:rsidRDefault="00FE55FA" w:rsidP="00700986">
      <w:pPr>
        <w:rPr>
          <w:rFonts w:cs="Arial"/>
          <w:sz w:val="16"/>
        </w:rPr>
      </w:pPr>
      <w:r>
        <w:rPr>
          <w:rStyle w:val="FootnoteReference"/>
        </w:rPr>
        <w:footnoteRef/>
      </w:r>
      <w:r>
        <w:t xml:space="preserve"> </w:t>
      </w:r>
      <w:r w:rsidRPr="0011600B">
        <w:rPr>
          <w:rFonts w:cs="Arial"/>
          <w:sz w:val="16"/>
        </w:rPr>
        <w:t xml:space="preserve">Stephen J. Morse, </w:t>
      </w:r>
      <w:r>
        <w:rPr>
          <w:rFonts w:cs="Arial"/>
          <w:sz w:val="16"/>
        </w:rPr>
        <w:t xml:space="preserve">[Professor of Psychology and Law in Psychiatry at Pennsylvania Law School], </w:t>
      </w:r>
      <w:r w:rsidRPr="0011600B">
        <w:rPr>
          <w:rFonts w:cs="Arial"/>
          <w:sz w:val="16"/>
        </w:rPr>
        <w:t>“The Misbegotten Marriage of Soft Psychology and Bad Law: Psychological Self-Defense as a Justification for Homicide”, Law and Human Behavior, Vol. 14, No. 6 (Dec., 1990), pp. 595-618. RK</w:t>
      </w:r>
    </w:p>
    <w:p w14:paraId="3EA088B3" w14:textId="77777777" w:rsidR="00FE55FA" w:rsidRDefault="00FE55FA" w:rsidP="00700986">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1816FB" w14:textId="77777777" w:rsidR="00FE55FA" w:rsidRPr="005046D3" w:rsidRDefault="00FE55FA" w:rsidP="005046D3">
    <w:pPr>
      <w:tabs>
        <w:tab w:val="right" w:pos="9360"/>
      </w:tabs>
      <w:rPr>
        <w:b/>
        <w:sz w:val="24"/>
        <w:szCs w:val="24"/>
      </w:rPr>
    </w:pPr>
    <w:r>
      <w:rPr>
        <w:b/>
        <w:sz w:val="24"/>
        <w:szCs w:val="24"/>
      </w:rPr>
      <w:t>Greenhill 2011-12</w:t>
    </w:r>
    <w:r w:rsidRPr="005046D3">
      <w:rPr>
        <w:b/>
        <w:sz w:val="24"/>
        <w:szCs w:val="24"/>
      </w:rPr>
      <w:ptab w:relativeTo="margin" w:alignment="center" w:leader="none"/>
    </w:r>
    <w:r w:rsidRPr="005046D3">
      <w:rPr>
        <w:b/>
        <w:sz w:val="24"/>
        <w:szCs w:val="24"/>
      </w:rPr>
      <w:tab/>
    </w:r>
  </w:p>
  <w:p w14:paraId="39368C2D" w14:textId="4D4E01B2" w:rsidR="00FE55FA" w:rsidRPr="00B75032" w:rsidRDefault="00FE55FA">
    <w:pPr>
      <w:rPr>
        <w:b/>
        <w:sz w:val="24"/>
        <w:szCs w:val="24"/>
      </w:rPr>
    </w:pPr>
    <w:r>
      <w:rPr>
        <w:b/>
        <w:sz w:val="24"/>
        <w:szCs w:val="24"/>
      </w:rPr>
      <w:t>Rule-Consequentialism NC</w:t>
    </w:r>
    <w:r w:rsidRPr="005046D3">
      <w:rPr>
        <w:b/>
        <w:sz w:val="24"/>
        <w:szCs w:val="24"/>
      </w:rPr>
      <w:ptab w:relativeTo="margin" w:alignment="right" w:leader="none"/>
    </w:r>
    <w:proofErr w:type="spellStart"/>
    <w:r>
      <w:rPr>
        <w:b/>
        <w:sz w:val="24"/>
        <w:szCs w:val="24"/>
      </w:rPr>
      <w:t>Damani</w:t>
    </w:r>
    <w:proofErr w:type="spellEnd"/>
    <w:r>
      <w:rPr>
        <w:b/>
        <w:sz w:val="24"/>
        <w:szCs w:val="24"/>
      </w:rPr>
      <w:t>/Kuang</w:t>
    </w:r>
  </w:p>
  <w:p w14:paraId="7CAC70E3" w14:textId="77777777" w:rsidR="00FE55FA" w:rsidRPr="00B75032" w:rsidRDefault="00FE55FA">
    <w:pPr>
      <w:rPr>
        <w:b/>
        <w:sz w:val="16"/>
        <w:szCs w:val="16"/>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F55F08"/>
    <w:multiLevelType w:val="hybridMultilevel"/>
    <w:tmpl w:val="F44EF6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67325A"/>
    <w:multiLevelType w:val="hybridMultilevel"/>
    <w:tmpl w:val="0A3AB95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1C52B2"/>
    <w:multiLevelType w:val="hybridMultilevel"/>
    <w:tmpl w:val="AE26871A"/>
    <w:lvl w:ilvl="0" w:tplc="6688E376">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36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063"/>
    <w:rsid w:val="00000B0C"/>
    <w:rsid w:val="00002D07"/>
    <w:rsid w:val="0000547E"/>
    <w:rsid w:val="00006718"/>
    <w:rsid w:val="0001173E"/>
    <w:rsid w:val="0001477F"/>
    <w:rsid w:val="00021DC8"/>
    <w:rsid w:val="00030B04"/>
    <w:rsid w:val="0003124A"/>
    <w:rsid w:val="00031583"/>
    <w:rsid w:val="00034AAD"/>
    <w:rsid w:val="0003526A"/>
    <w:rsid w:val="0003551D"/>
    <w:rsid w:val="000414FA"/>
    <w:rsid w:val="00041A45"/>
    <w:rsid w:val="00042A8F"/>
    <w:rsid w:val="00043AD7"/>
    <w:rsid w:val="00045D43"/>
    <w:rsid w:val="000519DD"/>
    <w:rsid w:val="0005405A"/>
    <w:rsid w:val="0005542A"/>
    <w:rsid w:val="00056CB8"/>
    <w:rsid w:val="00057E14"/>
    <w:rsid w:val="00060CCB"/>
    <w:rsid w:val="0006175E"/>
    <w:rsid w:val="00061B36"/>
    <w:rsid w:val="00064013"/>
    <w:rsid w:val="00066FAF"/>
    <w:rsid w:val="000675C5"/>
    <w:rsid w:val="000677E6"/>
    <w:rsid w:val="00071344"/>
    <w:rsid w:val="000763CB"/>
    <w:rsid w:val="000764A7"/>
    <w:rsid w:val="000779C2"/>
    <w:rsid w:val="00081032"/>
    <w:rsid w:val="00081701"/>
    <w:rsid w:val="00081C37"/>
    <w:rsid w:val="00082BD0"/>
    <w:rsid w:val="00084727"/>
    <w:rsid w:val="0008565B"/>
    <w:rsid w:val="00086806"/>
    <w:rsid w:val="0008758C"/>
    <w:rsid w:val="00087613"/>
    <w:rsid w:val="00087DA3"/>
    <w:rsid w:val="000909DA"/>
    <w:rsid w:val="000915D9"/>
    <w:rsid w:val="0009438B"/>
    <w:rsid w:val="00095F7B"/>
    <w:rsid w:val="000A0CE8"/>
    <w:rsid w:val="000A28C7"/>
    <w:rsid w:val="000A2BA6"/>
    <w:rsid w:val="000A4EE8"/>
    <w:rsid w:val="000A61BC"/>
    <w:rsid w:val="000A6DF7"/>
    <w:rsid w:val="000A732D"/>
    <w:rsid w:val="000B2CE2"/>
    <w:rsid w:val="000B3B76"/>
    <w:rsid w:val="000B4F55"/>
    <w:rsid w:val="000B5693"/>
    <w:rsid w:val="000B58D1"/>
    <w:rsid w:val="000B6B22"/>
    <w:rsid w:val="000B7448"/>
    <w:rsid w:val="000C0D5E"/>
    <w:rsid w:val="000C1E1B"/>
    <w:rsid w:val="000C239B"/>
    <w:rsid w:val="000C35A0"/>
    <w:rsid w:val="000C3D9E"/>
    <w:rsid w:val="000C6014"/>
    <w:rsid w:val="000C7118"/>
    <w:rsid w:val="000D26F2"/>
    <w:rsid w:val="000D321F"/>
    <w:rsid w:val="000D4EDD"/>
    <w:rsid w:val="000D5258"/>
    <w:rsid w:val="000D533A"/>
    <w:rsid w:val="000D5635"/>
    <w:rsid w:val="000D78A3"/>
    <w:rsid w:val="000F147A"/>
    <w:rsid w:val="000F17C3"/>
    <w:rsid w:val="000F5051"/>
    <w:rsid w:val="000F6E34"/>
    <w:rsid w:val="000F6FCC"/>
    <w:rsid w:val="000F7681"/>
    <w:rsid w:val="0010165B"/>
    <w:rsid w:val="00101A45"/>
    <w:rsid w:val="00106FFD"/>
    <w:rsid w:val="0010737C"/>
    <w:rsid w:val="001111A7"/>
    <w:rsid w:val="00111C10"/>
    <w:rsid w:val="00112A8D"/>
    <w:rsid w:val="00113622"/>
    <w:rsid w:val="00114090"/>
    <w:rsid w:val="00114E5B"/>
    <w:rsid w:val="0011565B"/>
    <w:rsid w:val="0011706D"/>
    <w:rsid w:val="00117D96"/>
    <w:rsid w:val="0012359F"/>
    <w:rsid w:val="00123A6E"/>
    <w:rsid w:val="00123B6D"/>
    <w:rsid w:val="00123FEC"/>
    <w:rsid w:val="00125FDE"/>
    <w:rsid w:val="001263B2"/>
    <w:rsid w:val="00127E07"/>
    <w:rsid w:val="00127F95"/>
    <w:rsid w:val="00136A57"/>
    <w:rsid w:val="00144295"/>
    <w:rsid w:val="00146F8F"/>
    <w:rsid w:val="001475CB"/>
    <w:rsid w:val="00150AC8"/>
    <w:rsid w:val="00152855"/>
    <w:rsid w:val="00153E90"/>
    <w:rsid w:val="00155D01"/>
    <w:rsid w:val="0015771D"/>
    <w:rsid w:val="001602AE"/>
    <w:rsid w:val="00160630"/>
    <w:rsid w:val="00161176"/>
    <w:rsid w:val="0016233D"/>
    <w:rsid w:val="00171F69"/>
    <w:rsid w:val="00172A3E"/>
    <w:rsid w:val="00172C92"/>
    <w:rsid w:val="00176425"/>
    <w:rsid w:val="00176AD9"/>
    <w:rsid w:val="0017790F"/>
    <w:rsid w:val="001779FE"/>
    <w:rsid w:val="00181461"/>
    <w:rsid w:val="00183490"/>
    <w:rsid w:val="00184F94"/>
    <w:rsid w:val="00186EB2"/>
    <w:rsid w:val="001919D5"/>
    <w:rsid w:val="00191D07"/>
    <w:rsid w:val="00191F24"/>
    <w:rsid w:val="001948E1"/>
    <w:rsid w:val="00195E13"/>
    <w:rsid w:val="00196815"/>
    <w:rsid w:val="0019768E"/>
    <w:rsid w:val="001A06FB"/>
    <w:rsid w:val="001B1370"/>
    <w:rsid w:val="001B1F5F"/>
    <w:rsid w:val="001B3BB2"/>
    <w:rsid w:val="001B427B"/>
    <w:rsid w:val="001B4A29"/>
    <w:rsid w:val="001B506A"/>
    <w:rsid w:val="001B5AB9"/>
    <w:rsid w:val="001B7974"/>
    <w:rsid w:val="001C07D7"/>
    <w:rsid w:val="001C0F88"/>
    <w:rsid w:val="001C3F29"/>
    <w:rsid w:val="001C4DFD"/>
    <w:rsid w:val="001C65A6"/>
    <w:rsid w:val="001D0BF9"/>
    <w:rsid w:val="001D269D"/>
    <w:rsid w:val="001D4EF1"/>
    <w:rsid w:val="001E25B4"/>
    <w:rsid w:val="001F1E54"/>
    <w:rsid w:val="001F3E05"/>
    <w:rsid w:val="001F3E38"/>
    <w:rsid w:val="001F74B9"/>
    <w:rsid w:val="001F7BAA"/>
    <w:rsid w:val="00200A92"/>
    <w:rsid w:val="00200B29"/>
    <w:rsid w:val="00201078"/>
    <w:rsid w:val="00202963"/>
    <w:rsid w:val="00203629"/>
    <w:rsid w:val="00207120"/>
    <w:rsid w:val="00216941"/>
    <w:rsid w:val="00216ECE"/>
    <w:rsid w:val="00221241"/>
    <w:rsid w:val="00222BE0"/>
    <w:rsid w:val="00222EDB"/>
    <w:rsid w:val="002238A6"/>
    <w:rsid w:val="00223988"/>
    <w:rsid w:val="00224B70"/>
    <w:rsid w:val="002259BD"/>
    <w:rsid w:val="00227C6E"/>
    <w:rsid w:val="00233AC7"/>
    <w:rsid w:val="0023713C"/>
    <w:rsid w:val="00237DDA"/>
    <w:rsid w:val="00243732"/>
    <w:rsid w:val="00243A70"/>
    <w:rsid w:val="002451EE"/>
    <w:rsid w:val="002458F0"/>
    <w:rsid w:val="0024595C"/>
    <w:rsid w:val="00247037"/>
    <w:rsid w:val="00254F8D"/>
    <w:rsid w:val="002553AA"/>
    <w:rsid w:val="002555DC"/>
    <w:rsid w:val="00257005"/>
    <w:rsid w:val="002609F9"/>
    <w:rsid w:val="00261634"/>
    <w:rsid w:val="002631B8"/>
    <w:rsid w:val="002631E7"/>
    <w:rsid w:val="00270E30"/>
    <w:rsid w:val="002719BA"/>
    <w:rsid w:val="00272844"/>
    <w:rsid w:val="00272924"/>
    <w:rsid w:val="00272A7F"/>
    <w:rsid w:val="00275934"/>
    <w:rsid w:val="002762A7"/>
    <w:rsid w:val="002814DB"/>
    <w:rsid w:val="0028252F"/>
    <w:rsid w:val="00283325"/>
    <w:rsid w:val="00284073"/>
    <w:rsid w:val="00286312"/>
    <w:rsid w:val="00287666"/>
    <w:rsid w:val="00287947"/>
    <w:rsid w:val="00287D9A"/>
    <w:rsid w:val="00287EC3"/>
    <w:rsid w:val="00290959"/>
    <w:rsid w:val="0029106B"/>
    <w:rsid w:val="002923D4"/>
    <w:rsid w:val="00293D1B"/>
    <w:rsid w:val="00293E6D"/>
    <w:rsid w:val="00297024"/>
    <w:rsid w:val="00297B86"/>
    <w:rsid w:val="002A09C9"/>
    <w:rsid w:val="002A1118"/>
    <w:rsid w:val="002A3591"/>
    <w:rsid w:val="002A37E8"/>
    <w:rsid w:val="002A4B2A"/>
    <w:rsid w:val="002A4E1B"/>
    <w:rsid w:val="002A5307"/>
    <w:rsid w:val="002A6ABD"/>
    <w:rsid w:val="002B018D"/>
    <w:rsid w:val="002B0BB7"/>
    <w:rsid w:val="002B16CA"/>
    <w:rsid w:val="002B3B67"/>
    <w:rsid w:val="002B3CF8"/>
    <w:rsid w:val="002B4157"/>
    <w:rsid w:val="002B4493"/>
    <w:rsid w:val="002B49A5"/>
    <w:rsid w:val="002B5CFD"/>
    <w:rsid w:val="002B7634"/>
    <w:rsid w:val="002B7C3B"/>
    <w:rsid w:val="002C14F7"/>
    <w:rsid w:val="002C28B7"/>
    <w:rsid w:val="002C2DD1"/>
    <w:rsid w:val="002C2E51"/>
    <w:rsid w:val="002C4771"/>
    <w:rsid w:val="002C7983"/>
    <w:rsid w:val="002C7A1F"/>
    <w:rsid w:val="002D0445"/>
    <w:rsid w:val="002D2214"/>
    <w:rsid w:val="002D289A"/>
    <w:rsid w:val="002D2F12"/>
    <w:rsid w:val="002D31A6"/>
    <w:rsid w:val="002D4232"/>
    <w:rsid w:val="002D4340"/>
    <w:rsid w:val="002D567F"/>
    <w:rsid w:val="002D615F"/>
    <w:rsid w:val="002D63AB"/>
    <w:rsid w:val="002D77DC"/>
    <w:rsid w:val="002E00BA"/>
    <w:rsid w:val="002E13C0"/>
    <w:rsid w:val="002E5893"/>
    <w:rsid w:val="002E5EF7"/>
    <w:rsid w:val="002E63B0"/>
    <w:rsid w:val="002E70BE"/>
    <w:rsid w:val="002E7D22"/>
    <w:rsid w:val="002F03FF"/>
    <w:rsid w:val="002F1812"/>
    <w:rsid w:val="002F276F"/>
    <w:rsid w:val="002F330E"/>
    <w:rsid w:val="002F33AF"/>
    <w:rsid w:val="002F3420"/>
    <w:rsid w:val="002F3909"/>
    <w:rsid w:val="002F65DC"/>
    <w:rsid w:val="003048CC"/>
    <w:rsid w:val="00305446"/>
    <w:rsid w:val="00305B3B"/>
    <w:rsid w:val="00305D39"/>
    <w:rsid w:val="00306BD2"/>
    <w:rsid w:val="003070B6"/>
    <w:rsid w:val="00310037"/>
    <w:rsid w:val="003108C5"/>
    <w:rsid w:val="003111EA"/>
    <w:rsid w:val="00313734"/>
    <w:rsid w:val="00314973"/>
    <w:rsid w:val="00314A38"/>
    <w:rsid w:val="00314EC2"/>
    <w:rsid w:val="003154CD"/>
    <w:rsid w:val="00315E6C"/>
    <w:rsid w:val="00317D41"/>
    <w:rsid w:val="00320DD1"/>
    <w:rsid w:val="003218F6"/>
    <w:rsid w:val="00323107"/>
    <w:rsid w:val="00323405"/>
    <w:rsid w:val="003237BB"/>
    <w:rsid w:val="003240B7"/>
    <w:rsid w:val="00324486"/>
    <w:rsid w:val="00324F8A"/>
    <w:rsid w:val="00332096"/>
    <w:rsid w:val="003341D4"/>
    <w:rsid w:val="003352FF"/>
    <w:rsid w:val="00336357"/>
    <w:rsid w:val="00336DB1"/>
    <w:rsid w:val="00346000"/>
    <w:rsid w:val="00351C78"/>
    <w:rsid w:val="0035569D"/>
    <w:rsid w:val="00357CF5"/>
    <w:rsid w:val="00362FD1"/>
    <w:rsid w:val="0036326B"/>
    <w:rsid w:val="0036376C"/>
    <w:rsid w:val="00364881"/>
    <w:rsid w:val="00365B06"/>
    <w:rsid w:val="003702AB"/>
    <w:rsid w:val="00371595"/>
    <w:rsid w:val="003726C2"/>
    <w:rsid w:val="00373BF9"/>
    <w:rsid w:val="00381A03"/>
    <w:rsid w:val="00381F8A"/>
    <w:rsid w:val="00383B1A"/>
    <w:rsid w:val="00384D66"/>
    <w:rsid w:val="00386C01"/>
    <w:rsid w:val="00387C5C"/>
    <w:rsid w:val="00387FBB"/>
    <w:rsid w:val="00390848"/>
    <w:rsid w:val="00391D7D"/>
    <w:rsid w:val="00392572"/>
    <w:rsid w:val="00394F44"/>
    <w:rsid w:val="00394FA2"/>
    <w:rsid w:val="00395AF8"/>
    <w:rsid w:val="003A0DEC"/>
    <w:rsid w:val="003A17AC"/>
    <w:rsid w:val="003A1C61"/>
    <w:rsid w:val="003A37D6"/>
    <w:rsid w:val="003A3F64"/>
    <w:rsid w:val="003A42C3"/>
    <w:rsid w:val="003A4B88"/>
    <w:rsid w:val="003A52E9"/>
    <w:rsid w:val="003A72B5"/>
    <w:rsid w:val="003A776F"/>
    <w:rsid w:val="003A7AC1"/>
    <w:rsid w:val="003B45ED"/>
    <w:rsid w:val="003B4FCA"/>
    <w:rsid w:val="003B56E4"/>
    <w:rsid w:val="003B669C"/>
    <w:rsid w:val="003C115D"/>
    <w:rsid w:val="003C2374"/>
    <w:rsid w:val="003C2C76"/>
    <w:rsid w:val="003C3ECC"/>
    <w:rsid w:val="003C450B"/>
    <w:rsid w:val="003C45F6"/>
    <w:rsid w:val="003C5869"/>
    <w:rsid w:val="003D31D2"/>
    <w:rsid w:val="003D3ACB"/>
    <w:rsid w:val="003D5857"/>
    <w:rsid w:val="003D5858"/>
    <w:rsid w:val="003E5026"/>
    <w:rsid w:val="003E559F"/>
    <w:rsid w:val="003E5A9B"/>
    <w:rsid w:val="003E62D8"/>
    <w:rsid w:val="003E6F52"/>
    <w:rsid w:val="003F3115"/>
    <w:rsid w:val="003F332B"/>
    <w:rsid w:val="003F5EA6"/>
    <w:rsid w:val="003F7C76"/>
    <w:rsid w:val="00402632"/>
    <w:rsid w:val="00411EF0"/>
    <w:rsid w:val="00412215"/>
    <w:rsid w:val="00413CC3"/>
    <w:rsid w:val="004207E2"/>
    <w:rsid w:val="00426716"/>
    <w:rsid w:val="004273A4"/>
    <w:rsid w:val="00427507"/>
    <w:rsid w:val="0042770D"/>
    <w:rsid w:val="004300DF"/>
    <w:rsid w:val="004305BB"/>
    <w:rsid w:val="00430F0A"/>
    <w:rsid w:val="0043192D"/>
    <w:rsid w:val="0043393F"/>
    <w:rsid w:val="00440692"/>
    <w:rsid w:val="00440AA1"/>
    <w:rsid w:val="004423BB"/>
    <w:rsid w:val="0044253B"/>
    <w:rsid w:val="00442BB2"/>
    <w:rsid w:val="00442EAB"/>
    <w:rsid w:val="00443408"/>
    <w:rsid w:val="004473D6"/>
    <w:rsid w:val="00447F6E"/>
    <w:rsid w:val="00451079"/>
    <w:rsid w:val="00452231"/>
    <w:rsid w:val="00453552"/>
    <w:rsid w:val="004538A5"/>
    <w:rsid w:val="00453B7B"/>
    <w:rsid w:val="00454685"/>
    <w:rsid w:val="0045671C"/>
    <w:rsid w:val="004573B0"/>
    <w:rsid w:val="004579FA"/>
    <w:rsid w:val="004645B4"/>
    <w:rsid w:val="00466B81"/>
    <w:rsid w:val="00471134"/>
    <w:rsid w:val="00472A61"/>
    <w:rsid w:val="004732C5"/>
    <w:rsid w:val="004752F7"/>
    <w:rsid w:val="0047586E"/>
    <w:rsid w:val="00475C96"/>
    <w:rsid w:val="0047771C"/>
    <w:rsid w:val="0047782E"/>
    <w:rsid w:val="004808D8"/>
    <w:rsid w:val="00483A62"/>
    <w:rsid w:val="00483E6D"/>
    <w:rsid w:val="004849D3"/>
    <w:rsid w:val="00485452"/>
    <w:rsid w:val="00486B76"/>
    <w:rsid w:val="00487083"/>
    <w:rsid w:val="00490D00"/>
    <w:rsid w:val="00491F8E"/>
    <w:rsid w:val="004925F3"/>
    <w:rsid w:val="00492655"/>
    <w:rsid w:val="0049297D"/>
    <w:rsid w:val="00492D28"/>
    <w:rsid w:val="00492DD6"/>
    <w:rsid w:val="00496D5B"/>
    <w:rsid w:val="004A0984"/>
    <w:rsid w:val="004A1F11"/>
    <w:rsid w:val="004A3D2C"/>
    <w:rsid w:val="004A4631"/>
    <w:rsid w:val="004A59EF"/>
    <w:rsid w:val="004B03CF"/>
    <w:rsid w:val="004B1189"/>
    <w:rsid w:val="004B1321"/>
    <w:rsid w:val="004B1FDD"/>
    <w:rsid w:val="004B2BA3"/>
    <w:rsid w:val="004B4434"/>
    <w:rsid w:val="004B51E3"/>
    <w:rsid w:val="004B5BD8"/>
    <w:rsid w:val="004B6141"/>
    <w:rsid w:val="004B6F9D"/>
    <w:rsid w:val="004C2EAE"/>
    <w:rsid w:val="004C30B0"/>
    <w:rsid w:val="004C497B"/>
    <w:rsid w:val="004C4CBC"/>
    <w:rsid w:val="004D065B"/>
    <w:rsid w:val="004D12F8"/>
    <w:rsid w:val="004D352B"/>
    <w:rsid w:val="004D37A3"/>
    <w:rsid w:val="004D3B8E"/>
    <w:rsid w:val="004D6500"/>
    <w:rsid w:val="004D6A1E"/>
    <w:rsid w:val="004E11BA"/>
    <w:rsid w:val="004E1D16"/>
    <w:rsid w:val="004E1F74"/>
    <w:rsid w:val="004E386E"/>
    <w:rsid w:val="004E73A6"/>
    <w:rsid w:val="004E761C"/>
    <w:rsid w:val="004F1F58"/>
    <w:rsid w:val="004F2989"/>
    <w:rsid w:val="004F635A"/>
    <w:rsid w:val="004F6F20"/>
    <w:rsid w:val="005026B2"/>
    <w:rsid w:val="00502F45"/>
    <w:rsid w:val="005046D3"/>
    <w:rsid w:val="005063CB"/>
    <w:rsid w:val="005107FC"/>
    <w:rsid w:val="00510CEF"/>
    <w:rsid w:val="00512B1E"/>
    <w:rsid w:val="00512FD6"/>
    <w:rsid w:val="00513269"/>
    <w:rsid w:val="00517986"/>
    <w:rsid w:val="00520499"/>
    <w:rsid w:val="00524907"/>
    <w:rsid w:val="00524B3F"/>
    <w:rsid w:val="00524B89"/>
    <w:rsid w:val="005264BC"/>
    <w:rsid w:val="005279E0"/>
    <w:rsid w:val="00527B4D"/>
    <w:rsid w:val="00531C2F"/>
    <w:rsid w:val="0053273A"/>
    <w:rsid w:val="00532965"/>
    <w:rsid w:val="00533111"/>
    <w:rsid w:val="00533DCF"/>
    <w:rsid w:val="00534464"/>
    <w:rsid w:val="005352FD"/>
    <w:rsid w:val="00535BF3"/>
    <w:rsid w:val="00536421"/>
    <w:rsid w:val="005366B0"/>
    <w:rsid w:val="00536886"/>
    <w:rsid w:val="00541AAF"/>
    <w:rsid w:val="00541F89"/>
    <w:rsid w:val="00546CB6"/>
    <w:rsid w:val="005505EA"/>
    <w:rsid w:val="005548C6"/>
    <w:rsid w:val="00555E3C"/>
    <w:rsid w:val="0055717F"/>
    <w:rsid w:val="00557A91"/>
    <w:rsid w:val="00557CD2"/>
    <w:rsid w:val="00561888"/>
    <w:rsid w:val="005653C3"/>
    <w:rsid w:val="00565CF7"/>
    <w:rsid w:val="005708A8"/>
    <w:rsid w:val="00572B30"/>
    <w:rsid w:val="0057362C"/>
    <w:rsid w:val="00574279"/>
    <w:rsid w:val="00575F3F"/>
    <w:rsid w:val="005765A2"/>
    <w:rsid w:val="00576AEC"/>
    <w:rsid w:val="0057706F"/>
    <w:rsid w:val="00583228"/>
    <w:rsid w:val="005840FF"/>
    <w:rsid w:val="00586139"/>
    <w:rsid w:val="005868D0"/>
    <w:rsid w:val="00586DD1"/>
    <w:rsid w:val="005901C1"/>
    <w:rsid w:val="00591CAE"/>
    <w:rsid w:val="0059227A"/>
    <w:rsid w:val="00594AB5"/>
    <w:rsid w:val="0059537E"/>
    <w:rsid w:val="0059542A"/>
    <w:rsid w:val="0059618A"/>
    <w:rsid w:val="00597098"/>
    <w:rsid w:val="005A0615"/>
    <w:rsid w:val="005A0C5A"/>
    <w:rsid w:val="005A1949"/>
    <w:rsid w:val="005A22B1"/>
    <w:rsid w:val="005A346C"/>
    <w:rsid w:val="005A396F"/>
    <w:rsid w:val="005A4DF6"/>
    <w:rsid w:val="005A6C12"/>
    <w:rsid w:val="005A7978"/>
    <w:rsid w:val="005B038C"/>
    <w:rsid w:val="005B13ED"/>
    <w:rsid w:val="005B3619"/>
    <w:rsid w:val="005B516B"/>
    <w:rsid w:val="005C0E7F"/>
    <w:rsid w:val="005C395E"/>
    <w:rsid w:val="005C4310"/>
    <w:rsid w:val="005C4A0D"/>
    <w:rsid w:val="005C4DBE"/>
    <w:rsid w:val="005C5A25"/>
    <w:rsid w:val="005C6852"/>
    <w:rsid w:val="005D0603"/>
    <w:rsid w:val="005D1672"/>
    <w:rsid w:val="005D20E2"/>
    <w:rsid w:val="005D3506"/>
    <w:rsid w:val="005D683E"/>
    <w:rsid w:val="005D7DF0"/>
    <w:rsid w:val="005E08F1"/>
    <w:rsid w:val="005E0F8D"/>
    <w:rsid w:val="005E16CD"/>
    <w:rsid w:val="005E19A8"/>
    <w:rsid w:val="005E1F29"/>
    <w:rsid w:val="005E65DE"/>
    <w:rsid w:val="005F07DE"/>
    <w:rsid w:val="005F3EF6"/>
    <w:rsid w:val="005F58FE"/>
    <w:rsid w:val="005F5B31"/>
    <w:rsid w:val="005F7C48"/>
    <w:rsid w:val="006017AC"/>
    <w:rsid w:val="00603C8E"/>
    <w:rsid w:val="006040E0"/>
    <w:rsid w:val="0060648C"/>
    <w:rsid w:val="006064BD"/>
    <w:rsid w:val="00606854"/>
    <w:rsid w:val="0060717B"/>
    <w:rsid w:val="006101A8"/>
    <w:rsid w:val="006107D9"/>
    <w:rsid w:val="006114BA"/>
    <w:rsid w:val="006126C5"/>
    <w:rsid w:val="00613F01"/>
    <w:rsid w:val="00614EAB"/>
    <w:rsid w:val="006155C0"/>
    <w:rsid w:val="0061701B"/>
    <w:rsid w:val="006219EA"/>
    <w:rsid w:val="00622E2A"/>
    <w:rsid w:val="006264C4"/>
    <w:rsid w:val="006315DD"/>
    <w:rsid w:val="00634384"/>
    <w:rsid w:val="00635115"/>
    <w:rsid w:val="006373B0"/>
    <w:rsid w:val="0064249E"/>
    <w:rsid w:val="00643544"/>
    <w:rsid w:val="00644CF3"/>
    <w:rsid w:val="006450EC"/>
    <w:rsid w:val="00647053"/>
    <w:rsid w:val="00650460"/>
    <w:rsid w:val="006507B2"/>
    <w:rsid w:val="006509E1"/>
    <w:rsid w:val="00651274"/>
    <w:rsid w:val="00651C7E"/>
    <w:rsid w:val="006537CA"/>
    <w:rsid w:val="00654AB6"/>
    <w:rsid w:val="006568AB"/>
    <w:rsid w:val="006606E7"/>
    <w:rsid w:val="00660F4E"/>
    <w:rsid w:val="00662437"/>
    <w:rsid w:val="00662536"/>
    <w:rsid w:val="006630BC"/>
    <w:rsid w:val="00663409"/>
    <w:rsid w:val="006671E7"/>
    <w:rsid w:val="006733C6"/>
    <w:rsid w:val="006743E6"/>
    <w:rsid w:val="00675270"/>
    <w:rsid w:val="006756D4"/>
    <w:rsid w:val="006758CE"/>
    <w:rsid w:val="0067605C"/>
    <w:rsid w:val="006761F2"/>
    <w:rsid w:val="00683F81"/>
    <w:rsid w:val="00685106"/>
    <w:rsid w:val="0068560D"/>
    <w:rsid w:val="0069097B"/>
    <w:rsid w:val="006918C7"/>
    <w:rsid w:val="00694395"/>
    <w:rsid w:val="00696CF0"/>
    <w:rsid w:val="006A07E8"/>
    <w:rsid w:val="006A14BC"/>
    <w:rsid w:val="006A182B"/>
    <w:rsid w:val="006A3C59"/>
    <w:rsid w:val="006A4B96"/>
    <w:rsid w:val="006A64F0"/>
    <w:rsid w:val="006A6DD4"/>
    <w:rsid w:val="006B0FD9"/>
    <w:rsid w:val="006B2680"/>
    <w:rsid w:val="006B3177"/>
    <w:rsid w:val="006B3281"/>
    <w:rsid w:val="006B5681"/>
    <w:rsid w:val="006C019B"/>
    <w:rsid w:val="006C0FA7"/>
    <w:rsid w:val="006C3685"/>
    <w:rsid w:val="006C7660"/>
    <w:rsid w:val="006C773A"/>
    <w:rsid w:val="006D0B59"/>
    <w:rsid w:val="006D1212"/>
    <w:rsid w:val="006D407E"/>
    <w:rsid w:val="006D4B23"/>
    <w:rsid w:val="006E1F8E"/>
    <w:rsid w:val="006E3325"/>
    <w:rsid w:val="006E47E1"/>
    <w:rsid w:val="006E77F8"/>
    <w:rsid w:val="006E7CE1"/>
    <w:rsid w:val="006F20B0"/>
    <w:rsid w:val="006F35BD"/>
    <w:rsid w:val="006F3C3C"/>
    <w:rsid w:val="006F5A72"/>
    <w:rsid w:val="00700986"/>
    <w:rsid w:val="0070435B"/>
    <w:rsid w:val="00707DAE"/>
    <w:rsid w:val="007107F3"/>
    <w:rsid w:val="007108B8"/>
    <w:rsid w:val="00711FE4"/>
    <w:rsid w:val="00714C2E"/>
    <w:rsid w:val="00714F9D"/>
    <w:rsid w:val="007207C2"/>
    <w:rsid w:val="00720CB6"/>
    <w:rsid w:val="007246A5"/>
    <w:rsid w:val="00725279"/>
    <w:rsid w:val="00726D84"/>
    <w:rsid w:val="007277F4"/>
    <w:rsid w:val="0073096E"/>
    <w:rsid w:val="00731712"/>
    <w:rsid w:val="00732037"/>
    <w:rsid w:val="007339F8"/>
    <w:rsid w:val="00734703"/>
    <w:rsid w:val="00734FD8"/>
    <w:rsid w:val="00735B69"/>
    <w:rsid w:val="00744A34"/>
    <w:rsid w:val="00745A63"/>
    <w:rsid w:val="0075028F"/>
    <w:rsid w:val="00750804"/>
    <w:rsid w:val="007513AF"/>
    <w:rsid w:val="00751C53"/>
    <w:rsid w:val="007535E7"/>
    <w:rsid w:val="00753FC7"/>
    <w:rsid w:val="00755E27"/>
    <w:rsid w:val="0075647C"/>
    <w:rsid w:val="0075666F"/>
    <w:rsid w:val="00763B7B"/>
    <w:rsid w:val="00763E79"/>
    <w:rsid w:val="00764C4E"/>
    <w:rsid w:val="00765418"/>
    <w:rsid w:val="00765A67"/>
    <w:rsid w:val="007663C5"/>
    <w:rsid w:val="00771526"/>
    <w:rsid w:val="00774865"/>
    <w:rsid w:val="007753F9"/>
    <w:rsid w:val="00775AB7"/>
    <w:rsid w:val="00776823"/>
    <w:rsid w:val="00776E61"/>
    <w:rsid w:val="00777C55"/>
    <w:rsid w:val="00780A99"/>
    <w:rsid w:val="00781F5F"/>
    <w:rsid w:val="00783080"/>
    <w:rsid w:val="007831C7"/>
    <w:rsid w:val="00783CD2"/>
    <w:rsid w:val="00784492"/>
    <w:rsid w:val="00785188"/>
    <w:rsid w:val="007865DE"/>
    <w:rsid w:val="0078676F"/>
    <w:rsid w:val="0079123E"/>
    <w:rsid w:val="007933DB"/>
    <w:rsid w:val="00794655"/>
    <w:rsid w:val="0079481F"/>
    <w:rsid w:val="007A49EA"/>
    <w:rsid w:val="007A4BEA"/>
    <w:rsid w:val="007A76EF"/>
    <w:rsid w:val="007B12D2"/>
    <w:rsid w:val="007B226B"/>
    <w:rsid w:val="007B26DD"/>
    <w:rsid w:val="007B4715"/>
    <w:rsid w:val="007B6F90"/>
    <w:rsid w:val="007B785E"/>
    <w:rsid w:val="007B7D0C"/>
    <w:rsid w:val="007C13F0"/>
    <w:rsid w:val="007C5E06"/>
    <w:rsid w:val="007C6592"/>
    <w:rsid w:val="007C69FC"/>
    <w:rsid w:val="007C6A4B"/>
    <w:rsid w:val="007C7A18"/>
    <w:rsid w:val="007D3D48"/>
    <w:rsid w:val="007D477D"/>
    <w:rsid w:val="007D5DB4"/>
    <w:rsid w:val="007D6C50"/>
    <w:rsid w:val="007D71D6"/>
    <w:rsid w:val="007E01A7"/>
    <w:rsid w:val="007E0733"/>
    <w:rsid w:val="007E3574"/>
    <w:rsid w:val="007E3998"/>
    <w:rsid w:val="007E4B76"/>
    <w:rsid w:val="007E56BD"/>
    <w:rsid w:val="007E63B4"/>
    <w:rsid w:val="007F351F"/>
    <w:rsid w:val="007F4927"/>
    <w:rsid w:val="007F7169"/>
    <w:rsid w:val="008003AC"/>
    <w:rsid w:val="00800E0F"/>
    <w:rsid w:val="0080329E"/>
    <w:rsid w:val="008038CE"/>
    <w:rsid w:val="00807869"/>
    <w:rsid w:val="00807F78"/>
    <w:rsid w:val="00813030"/>
    <w:rsid w:val="008138A9"/>
    <w:rsid w:val="008154B0"/>
    <w:rsid w:val="0081574E"/>
    <w:rsid w:val="00817071"/>
    <w:rsid w:val="00817DA3"/>
    <w:rsid w:val="00821179"/>
    <w:rsid w:val="008215AA"/>
    <w:rsid w:val="00821691"/>
    <w:rsid w:val="00822655"/>
    <w:rsid w:val="00824225"/>
    <w:rsid w:val="00824FBA"/>
    <w:rsid w:val="00825632"/>
    <w:rsid w:val="00826C89"/>
    <w:rsid w:val="0082766A"/>
    <w:rsid w:val="00830B35"/>
    <w:rsid w:val="0083608A"/>
    <w:rsid w:val="00836953"/>
    <w:rsid w:val="008379E8"/>
    <w:rsid w:val="00841934"/>
    <w:rsid w:val="00841DBE"/>
    <w:rsid w:val="008426B1"/>
    <w:rsid w:val="00842FD2"/>
    <w:rsid w:val="0084426B"/>
    <w:rsid w:val="00844EEF"/>
    <w:rsid w:val="00845215"/>
    <w:rsid w:val="00846639"/>
    <w:rsid w:val="00852545"/>
    <w:rsid w:val="00853B2C"/>
    <w:rsid w:val="00853C87"/>
    <w:rsid w:val="00853F3C"/>
    <w:rsid w:val="008554AF"/>
    <w:rsid w:val="00862319"/>
    <w:rsid w:val="00863446"/>
    <w:rsid w:val="008634C9"/>
    <w:rsid w:val="00864162"/>
    <w:rsid w:val="00864389"/>
    <w:rsid w:val="008645F6"/>
    <w:rsid w:val="008663C8"/>
    <w:rsid w:val="00866948"/>
    <w:rsid w:val="00866A81"/>
    <w:rsid w:val="008677EE"/>
    <w:rsid w:val="0086791F"/>
    <w:rsid w:val="0087089C"/>
    <w:rsid w:val="00870A40"/>
    <w:rsid w:val="00870E2B"/>
    <w:rsid w:val="00870E38"/>
    <w:rsid w:val="00872CC5"/>
    <w:rsid w:val="008760E9"/>
    <w:rsid w:val="00876AA9"/>
    <w:rsid w:val="00880354"/>
    <w:rsid w:val="008830EC"/>
    <w:rsid w:val="00887AC6"/>
    <w:rsid w:val="008911E8"/>
    <w:rsid w:val="00891A19"/>
    <w:rsid w:val="008926DC"/>
    <w:rsid w:val="0089271D"/>
    <w:rsid w:val="00892F36"/>
    <w:rsid w:val="0089616C"/>
    <w:rsid w:val="008961AE"/>
    <w:rsid w:val="00897FB7"/>
    <w:rsid w:val="008A0B1B"/>
    <w:rsid w:val="008A4AC5"/>
    <w:rsid w:val="008A4C13"/>
    <w:rsid w:val="008A4D65"/>
    <w:rsid w:val="008A5048"/>
    <w:rsid w:val="008A685F"/>
    <w:rsid w:val="008A6E84"/>
    <w:rsid w:val="008A7B84"/>
    <w:rsid w:val="008B0A2B"/>
    <w:rsid w:val="008C01FA"/>
    <w:rsid w:val="008C25AF"/>
    <w:rsid w:val="008C2721"/>
    <w:rsid w:val="008C605E"/>
    <w:rsid w:val="008D0E95"/>
    <w:rsid w:val="008D4FAC"/>
    <w:rsid w:val="008D509F"/>
    <w:rsid w:val="008E1C41"/>
    <w:rsid w:val="008E3464"/>
    <w:rsid w:val="008E5276"/>
    <w:rsid w:val="008E5F01"/>
    <w:rsid w:val="008F2431"/>
    <w:rsid w:val="008F25E1"/>
    <w:rsid w:val="008F765F"/>
    <w:rsid w:val="0090020C"/>
    <w:rsid w:val="009014F3"/>
    <w:rsid w:val="00902685"/>
    <w:rsid w:val="00907391"/>
    <w:rsid w:val="00907BD6"/>
    <w:rsid w:val="009104E1"/>
    <w:rsid w:val="00914563"/>
    <w:rsid w:val="009155B0"/>
    <w:rsid w:val="00915ED9"/>
    <w:rsid w:val="00920A5C"/>
    <w:rsid w:val="00921663"/>
    <w:rsid w:val="009223A7"/>
    <w:rsid w:val="0092264D"/>
    <w:rsid w:val="009231E6"/>
    <w:rsid w:val="00923E52"/>
    <w:rsid w:val="00924D6E"/>
    <w:rsid w:val="00925EAC"/>
    <w:rsid w:val="00930D0C"/>
    <w:rsid w:val="00937DE7"/>
    <w:rsid w:val="00941905"/>
    <w:rsid w:val="00941E10"/>
    <w:rsid w:val="00943728"/>
    <w:rsid w:val="00943B70"/>
    <w:rsid w:val="00946BBC"/>
    <w:rsid w:val="00950667"/>
    <w:rsid w:val="00950BC9"/>
    <w:rsid w:val="00952871"/>
    <w:rsid w:val="00952945"/>
    <w:rsid w:val="00954754"/>
    <w:rsid w:val="009559B0"/>
    <w:rsid w:val="0095689A"/>
    <w:rsid w:val="00961FC6"/>
    <w:rsid w:val="00962137"/>
    <w:rsid w:val="00962F33"/>
    <w:rsid w:val="00964BBD"/>
    <w:rsid w:val="00967BB8"/>
    <w:rsid w:val="00973E85"/>
    <w:rsid w:val="0097419A"/>
    <w:rsid w:val="00983FC7"/>
    <w:rsid w:val="0098433E"/>
    <w:rsid w:val="00984987"/>
    <w:rsid w:val="00985E2B"/>
    <w:rsid w:val="009918C1"/>
    <w:rsid w:val="0099229B"/>
    <w:rsid w:val="00994858"/>
    <w:rsid w:val="009968AE"/>
    <w:rsid w:val="009977F9"/>
    <w:rsid w:val="00997851"/>
    <w:rsid w:val="0099791A"/>
    <w:rsid w:val="009A19DE"/>
    <w:rsid w:val="009A24FB"/>
    <w:rsid w:val="009A28BC"/>
    <w:rsid w:val="009A28DE"/>
    <w:rsid w:val="009A371B"/>
    <w:rsid w:val="009A7914"/>
    <w:rsid w:val="009A7B0A"/>
    <w:rsid w:val="009B10ED"/>
    <w:rsid w:val="009B4DA3"/>
    <w:rsid w:val="009B4DAA"/>
    <w:rsid w:val="009B503D"/>
    <w:rsid w:val="009B5FF9"/>
    <w:rsid w:val="009C07F6"/>
    <w:rsid w:val="009C2513"/>
    <w:rsid w:val="009C464C"/>
    <w:rsid w:val="009C4A56"/>
    <w:rsid w:val="009C4AE3"/>
    <w:rsid w:val="009C5105"/>
    <w:rsid w:val="009C55B9"/>
    <w:rsid w:val="009C57C0"/>
    <w:rsid w:val="009C7AD1"/>
    <w:rsid w:val="009D34EA"/>
    <w:rsid w:val="009D3C59"/>
    <w:rsid w:val="009D599D"/>
    <w:rsid w:val="009D5A56"/>
    <w:rsid w:val="009D5DB1"/>
    <w:rsid w:val="009D6228"/>
    <w:rsid w:val="009D71B6"/>
    <w:rsid w:val="009D7CC6"/>
    <w:rsid w:val="009E237A"/>
    <w:rsid w:val="009E24E4"/>
    <w:rsid w:val="009E4D8C"/>
    <w:rsid w:val="009E635A"/>
    <w:rsid w:val="009E67C1"/>
    <w:rsid w:val="009E75B8"/>
    <w:rsid w:val="009F282C"/>
    <w:rsid w:val="009F31FA"/>
    <w:rsid w:val="009F53EE"/>
    <w:rsid w:val="009F5F22"/>
    <w:rsid w:val="009F7205"/>
    <w:rsid w:val="00A00588"/>
    <w:rsid w:val="00A016FE"/>
    <w:rsid w:val="00A0221D"/>
    <w:rsid w:val="00A02545"/>
    <w:rsid w:val="00A10ADD"/>
    <w:rsid w:val="00A10EFE"/>
    <w:rsid w:val="00A11AFF"/>
    <w:rsid w:val="00A12805"/>
    <w:rsid w:val="00A135D0"/>
    <w:rsid w:val="00A20A78"/>
    <w:rsid w:val="00A22042"/>
    <w:rsid w:val="00A22849"/>
    <w:rsid w:val="00A230E6"/>
    <w:rsid w:val="00A238F4"/>
    <w:rsid w:val="00A2423E"/>
    <w:rsid w:val="00A25CE5"/>
    <w:rsid w:val="00A2714A"/>
    <w:rsid w:val="00A305CE"/>
    <w:rsid w:val="00A30E19"/>
    <w:rsid w:val="00A33B38"/>
    <w:rsid w:val="00A35358"/>
    <w:rsid w:val="00A36EEF"/>
    <w:rsid w:val="00A373C0"/>
    <w:rsid w:val="00A37439"/>
    <w:rsid w:val="00A40A65"/>
    <w:rsid w:val="00A4194D"/>
    <w:rsid w:val="00A42034"/>
    <w:rsid w:val="00A42063"/>
    <w:rsid w:val="00A42086"/>
    <w:rsid w:val="00A431AB"/>
    <w:rsid w:val="00A4346D"/>
    <w:rsid w:val="00A4407D"/>
    <w:rsid w:val="00A4437A"/>
    <w:rsid w:val="00A44595"/>
    <w:rsid w:val="00A44831"/>
    <w:rsid w:val="00A45D1C"/>
    <w:rsid w:val="00A46B1C"/>
    <w:rsid w:val="00A47372"/>
    <w:rsid w:val="00A47430"/>
    <w:rsid w:val="00A50A88"/>
    <w:rsid w:val="00A516F9"/>
    <w:rsid w:val="00A52ABB"/>
    <w:rsid w:val="00A53133"/>
    <w:rsid w:val="00A532C1"/>
    <w:rsid w:val="00A556A4"/>
    <w:rsid w:val="00A55BBC"/>
    <w:rsid w:val="00A56D04"/>
    <w:rsid w:val="00A609CF"/>
    <w:rsid w:val="00A61A75"/>
    <w:rsid w:val="00A670D5"/>
    <w:rsid w:val="00A67A37"/>
    <w:rsid w:val="00A70064"/>
    <w:rsid w:val="00A7061B"/>
    <w:rsid w:val="00A71585"/>
    <w:rsid w:val="00A73654"/>
    <w:rsid w:val="00A80430"/>
    <w:rsid w:val="00A805F1"/>
    <w:rsid w:val="00A81374"/>
    <w:rsid w:val="00A81775"/>
    <w:rsid w:val="00A82480"/>
    <w:rsid w:val="00A8379B"/>
    <w:rsid w:val="00A838B4"/>
    <w:rsid w:val="00A861FE"/>
    <w:rsid w:val="00A87453"/>
    <w:rsid w:val="00A87A78"/>
    <w:rsid w:val="00A92D52"/>
    <w:rsid w:val="00A92F80"/>
    <w:rsid w:val="00A93761"/>
    <w:rsid w:val="00A95A9F"/>
    <w:rsid w:val="00A95D3C"/>
    <w:rsid w:val="00A95D99"/>
    <w:rsid w:val="00A96B34"/>
    <w:rsid w:val="00A96D8F"/>
    <w:rsid w:val="00AA0391"/>
    <w:rsid w:val="00AA0983"/>
    <w:rsid w:val="00AA32C4"/>
    <w:rsid w:val="00AA3A94"/>
    <w:rsid w:val="00AB0568"/>
    <w:rsid w:val="00AB125E"/>
    <w:rsid w:val="00AB3C1E"/>
    <w:rsid w:val="00AB4F48"/>
    <w:rsid w:val="00AB7430"/>
    <w:rsid w:val="00AC047E"/>
    <w:rsid w:val="00AC54A7"/>
    <w:rsid w:val="00AC5AE7"/>
    <w:rsid w:val="00AD3428"/>
    <w:rsid w:val="00AD5032"/>
    <w:rsid w:val="00AD5579"/>
    <w:rsid w:val="00AE0FA9"/>
    <w:rsid w:val="00AE2686"/>
    <w:rsid w:val="00AE4E67"/>
    <w:rsid w:val="00AE6349"/>
    <w:rsid w:val="00AF2243"/>
    <w:rsid w:val="00AF2483"/>
    <w:rsid w:val="00AF5E27"/>
    <w:rsid w:val="00AF64E4"/>
    <w:rsid w:val="00AF7E2F"/>
    <w:rsid w:val="00B00C97"/>
    <w:rsid w:val="00B00DED"/>
    <w:rsid w:val="00B021E8"/>
    <w:rsid w:val="00B02B72"/>
    <w:rsid w:val="00B04721"/>
    <w:rsid w:val="00B04CF9"/>
    <w:rsid w:val="00B06960"/>
    <w:rsid w:val="00B06A1E"/>
    <w:rsid w:val="00B07581"/>
    <w:rsid w:val="00B10411"/>
    <w:rsid w:val="00B115B5"/>
    <w:rsid w:val="00B119AA"/>
    <w:rsid w:val="00B11A36"/>
    <w:rsid w:val="00B121DE"/>
    <w:rsid w:val="00B1461B"/>
    <w:rsid w:val="00B14FF5"/>
    <w:rsid w:val="00B177B0"/>
    <w:rsid w:val="00B20493"/>
    <w:rsid w:val="00B225BC"/>
    <w:rsid w:val="00B25248"/>
    <w:rsid w:val="00B25C7D"/>
    <w:rsid w:val="00B26604"/>
    <w:rsid w:val="00B30058"/>
    <w:rsid w:val="00B30C92"/>
    <w:rsid w:val="00B319AC"/>
    <w:rsid w:val="00B32DEF"/>
    <w:rsid w:val="00B344D2"/>
    <w:rsid w:val="00B355DD"/>
    <w:rsid w:val="00B360CE"/>
    <w:rsid w:val="00B40950"/>
    <w:rsid w:val="00B415A3"/>
    <w:rsid w:val="00B44BE0"/>
    <w:rsid w:val="00B451FF"/>
    <w:rsid w:val="00B474D0"/>
    <w:rsid w:val="00B508D1"/>
    <w:rsid w:val="00B51777"/>
    <w:rsid w:val="00B524AF"/>
    <w:rsid w:val="00B54DDD"/>
    <w:rsid w:val="00B55482"/>
    <w:rsid w:val="00B556B7"/>
    <w:rsid w:val="00B560FE"/>
    <w:rsid w:val="00B56412"/>
    <w:rsid w:val="00B5756D"/>
    <w:rsid w:val="00B607DA"/>
    <w:rsid w:val="00B614E1"/>
    <w:rsid w:val="00B61B2D"/>
    <w:rsid w:val="00B6251A"/>
    <w:rsid w:val="00B64933"/>
    <w:rsid w:val="00B70464"/>
    <w:rsid w:val="00B7113E"/>
    <w:rsid w:val="00B71373"/>
    <w:rsid w:val="00B72529"/>
    <w:rsid w:val="00B73058"/>
    <w:rsid w:val="00B740BA"/>
    <w:rsid w:val="00B74F40"/>
    <w:rsid w:val="00B75032"/>
    <w:rsid w:val="00B762B9"/>
    <w:rsid w:val="00B76F12"/>
    <w:rsid w:val="00B82A9C"/>
    <w:rsid w:val="00B832D8"/>
    <w:rsid w:val="00B87CF4"/>
    <w:rsid w:val="00B90452"/>
    <w:rsid w:val="00B91B2B"/>
    <w:rsid w:val="00B93D63"/>
    <w:rsid w:val="00B97B4C"/>
    <w:rsid w:val="00BA0C6F"/>
    <w:rsid w:val="00BA21CF"/>
    <w:rsid w:val="00BA2B23"/>
    <w:rsid w:val="00BA358D"/>
    <w:rsid w:val="00BA47F2"/>
    <w:rsid w:val="00BA4BD6"/>
    <w:rsid w:val="00BA5C5F"/>
    <w:rsid w:val="00BA6EAA"/>
    <w:rsid w:val="00BB181C"/>
    <w:rsid w:val="00BB58CD"/>
    <w:rsid w:val="00BB720A"/>
    <w:rsid w:val="00BC3EE5"/>
    <w:rsid w:val="00BD014A"/>
    <w:rsid w:val="00BD0A6C"/>
    <w:rsid w:val="00BD0AF5"/>
    <w:rsid w:val="00BD0B51"/>
    <w:rsid w:val="00BD0DD6"/>
    <w:rsid w:val="00BD29A1"/>
    <w:rsid w:val="00BD2EB7"/>
    <w:rsid w:val="00BD35E7"/>
    <w:rsid w:val="00BD6FD9"/>
    <w:rsid w:val="00BD7083"/>
    <w:rsid w:val="00BE04FA"/>
    <w:rsid w:val="00BE1DE9"/>
    <w:rsid w:val="00BE253D"/>
    <w:rsid w:val="00BE2B82"/>
    <w:rsid w:val="00BE36CD"/>
    <w:rsid w:val="00BE4358"/>
    <w:rsid w:val="00BE5196"/>
    <w:rsid w:val="00BE6059"/>
    <w:rsid w:val="00BE6C87"/>
    <w:rsid w:val="00BF1290"/>
    <w:rsid w:val="00BF32EE"/>
    <w:rsid w:val="00BF3DA4"/>
    <w:rsid w:val="00BF4662"/>
    <w:rsid w:val="00BF4F6D"/>
    <w:rsid w:val="00BF5191"/>
    <w:rsid w:val="00BF5C11"/>
    <w:rsid w:val="00BF7E2F"/>
    <w:rsid w:val="00C01BD0"/>
    <w:rsid w:val="00C03AFF"/>
    <w:rsid w:val="00C05280"/>
    <w:rsid w:val="00C0545D"/>
    <w:rsid w:val="00C0596E"/>
    <w:rsid w:val="00C061A7"/>
    <w:rsid w:val="00C07033"/>
    <w:rsid w:val="00C1021F"/>
    <w:rsid w:val="00C121F8"/>
    <w:rsid w:val="00C15BBF"/>
    <w:rsid w:val="00C1609E"/>
    <w:rsid w:val="00C172BD"/>
    <w:rsid w:val="00C17379"/>
    <w:rsid w:val="00C17522"/>
    <w:rsid w:val="00C21399"/>
    <w:rsid w:val="00C2144E"/>
    <w:rsid w:val="00C2340D"/>
    <w:rsid w:val="00C24CD9"/>
    <w:rsid w:val="00C25566"/>
    <w:rsid w:val="00C279BD"/>
    <w:rsid w:val="00C3127F"/>
    <w:rsid w:val="00C3258D"/>
    <w:rsid w:val="00C35641"/>
    <w:rsid w:val="00C35984"/>
    <w:rsid w:val="00C40153"/>
    <w:rsid w:val="00C40CF0"/>
    <w:rsid w:val="00C40ED9"/>
    <w:rsid w:val="00C43D99"/>
    <w:rsid w:val="00C43F72"/>
    <w:rsid w:val="00C44A81"/>
    <w:rsid w:val="00C45B5B"/>
    <w:rsid w:val="00C4600A"/>
    <w:rsid w:val="00C50649"/>
    <w:rsid w:val="00C51A29"/>
    <w:rsid w:val="00C52C03"/>
    <w:rsid w:val="00C53BE4"/>
    <w:rsid w:val="00C54BEA"/>
    <w:rsid w:val="00C554FA"/>
    <w:rsid w:val="00C57AD0"/>
    <w:rsid w:val="00C57BB9"/>
    <w:rsid w:val="00C60D28"/>
    <w:rsid w:val="00C613F9"/>
    <w:rsid w:val="00C61D8B"/>
    <w:rsid w:val="00C63015"/>
    <w:rsid w:val="00C637A7"/>
    <w:rsid w:val="00C64307"/>
    <w:rsid w:val="00C66504"/>
    <w:rsid w:val="00C674AB"/>
    <w:rsid w:val="00C67E6D"/>
    <w:rsid w:val="00C71276"/>
    <w:rsid w:val="00C71458"/>
    <w:rsid w:val="00C71E33"/>
    <w:rsid w:val="00C74861"/>
    <w:rsid w:val="00C7553B"/>
    <w:rsid w:val="00C75F9B"/>
    <w:rsid w:val="00C75FA8"/>
    <w:rsid w:val="00C7767A"/>
    <w:rsid w:val="00C803A3"/>
    <w:rsid w:val="00C825C9"/>
    <w:rsid w:val="00C82789"/>
    <w:rsid w:val="00C8386F"/>
    <w:rsid w:val="00C865E4"/>
    <w:rsid w:val="00C91A23"/>
    <w:rsid w:val="00C95162"/>
    <w:rsid w:val="00C95978"/>
    <w:rsid w:val="00C95E32"/>
    <w:rsid w:val="00C96E32"/>
    <w:rsid w:val="00CA22F8"/>
    <w:rsid w:val="00CA318D"/>
    <w:rsid w:val="00CA4605"/>
    <w:rsid w:val="00CA698A"/>
    <w:rsid w:val="00CB2BA2"/>
    <w:rsid w:val="00CB3F5E"/>
    <w:rsid w:val="00CB5341"/>
    <w:rsid w:val="00CB5F43"/>
    <w:rsid w:val="00CB6D46"/>
    <w:rsid w:val="00CB6F0F"/>
    <w:rsid w:val="00CC2423"/>
    <w:rsid w:val="00CC2A9C"/>
    <w:rsid w:val="00CC3C6A"/>
    <w:rsid w:val="00CC40A2"/>
    <w:rsid w:val="00CC47A3"/>
    <w:rsid w:val="00CC4967"/>
    <w:rsid w:val="00CC5EC7"/>
    <w:rsid w:val="00CC668F"/>
    <w:rsid w:val="00CC6F73"/>
    <w:rsid w:val="00CD0AD9"/>
    <w:rsid w:val="00CD0DE0"/>
    <w:rsid w:val="00CD28B4"/>
    <w:rsid w:val="00CE1864"/>
    <w:rsid w:val="00CE2651"/>
    <w:rsid w:val="00CE380D"/>
    <w:rsid w:val="00CE584F"/>
    <w:rsid w:val="00CF01A3"/>
    <w:rsid w:val="00CF0452"/>
    <w:rsid w:val="00CF2BD7"/>
    <w:rsid w:val="00CF43F5"/>
    <w:rsid w:val="00CF6A9D"/>
    <w:rsid w:val="00CF70B0"/>
    <w:rsid w:val="00D0083C"/>
    <w:rsid w:val="00D01968"/>
    <w:rsid w:val="00D01B9C"/>
    <w:rsid w:val="00D0217D"/>
    <w:rsid w:val="00D021ED"/>
    <w:rsid w:val="00D02642"/>
    <w:rsid w:val="00D0397E"/>
    <w:rsid w:val="00D03CB3"/>
    <w:rsid w:val="00D07039"/>
    <w:rsid w:val="00D15121"/>
    <w:rsid w:val="00D17516"/>
    <w:rsid w:val="00D1752E"/>
    <w:rsid w:val="00D22B52"/>
    <w:rsid w:val="00D25A71"/>
    <w:rsid w:val="00D25BAC"/>
    <w:rsid w:val="00D30BE1"/>
    <w:rsid w:val="00D30F26"/>
    <w:rsid w:val="00D34BE7"/>
    <w:rsid w:val="00D356F9"/>
    <w:rsid w:val="00D3779E"/>
    <w:rsid w:val="00D45335"/>
    <w:rsid w:val="00D46BC6"/>
    <w:rsid w:val="00D472C2"/>
    <w:rsid w:val="00D47E87"/>
    <w:rsid w:val="00D51958"/>
    <w:rsid w:val="00D51D4C"/>
    <w:rsid w:val="00D523F4"/>
    <w:rsid w:val="00D55BF6"/>
    <w:rsid w:val="00D5689B"/>
    <w:rsid w:val="00D60FB2"/>
    <w:rsid w:val="00D63576"/>
    <w:rsid w:val="00D63BF0"/>
    <w:rsid w:val="00D64879"/>
    <w:rsid w:val="00D64C45"/>
    <w:rsid w:val="00D65250"/>
    <w:rsid w:val="00D74AB9"/>
    <w:rsid w:val="00D74FCF"/>
    <w:rsid w:val="00D756A2"/>
    <w:rsid w:val="00D76FB3"/>
    <w:rsid w:val="00D77540"/>
    <w:rsid w:val="00D807AD"/>
    <w:rsid w:val="00D810DB"/>
    <w:rsid w:val="00D822B2"/>
    <w:rsid w:val="00D83810"/>
    <w:rsid w:val="00D84F92"/>
    <w:rsid w:val="00D87F8F"/>
    <w:rsid w:val="00D907F5"/>
    <w:rsid w:val="00D912F2"/>
    <w:rsid w:val="00D91675"/>
    <w:rsid w:val="00D943DF"/>
    <w:rsid w:val="00D9452A"/>
    <w:rsid w:val="00D96BEA"/>
    <w:rsid w:val="00DA1782"/>
    <w:rsid w:val="00DA192B"/>
    <w:rsid w:val="00DA1BFB"/>
    <w:rsid w:val="00DA2735"/>
    <w:rsid w:val="00DA2A91"/>
    <w:rsid w:val="00DA351B"/>
    <w:rsid w:val="00DA387C"/>
    <w:rsid w:val="00DA4551"/>
    <w:rsid w:val="00DA6CE9"/>
    <w:rsid w:val="00DA7058"/>
    <w:rsid w:val="00DA74A2"/>
    <w:rsid w:val="00DA76B9"/>
    <w:rsid w:val="00DA7FBC"/>
    <w:rsid w:val="00DB0A62"/>
    <w:rsid w:val="00DB2C50"/>
    <w:rsid w:val="00DB3DC9"/>
    <w:rsid w:val="00DB47FA"/>
    <w:rsid w:val="00DB7955"/>
    <w:rsid w:val="00DC01FD"/>
    <w:rsid w:val="00DC0D54"/>
    <w:rsid w:val="00DC3855"/>
    <w:rsid w:val="00DC6882"/>
    <w:rsid w:val="00DC6A4A"/>
    <w:rsid w:val="00DD5888"/>
    <w:rsid w:val="00DD598D"/>
    <w:rsid w:val="00DD6067"/>
    <w:rsid w:val="00DD63DC"/>
    <w:rsid w:val="00DE29E8"/>
    <w:rsid w:val="00DE355C"/>
    <w:rsid w:val="00DE36F8"/>
    <w:rsid w:val="00DE4651"/>
    <w:rsid w:val="00DE4FEC"/>
    <w:rsid w:val="00DE61F0"/>
    <w:rsid w:val="00DE725C"/>
    <w:rsid w:val="00DE76D9"/>
    <w:rsid w:val="00DF03B9"/>
    <w:rsid w:val="00DF1C60"/>
    <w:rsid w:val="00DF23B9"/>
    <w:rsid w:val="00DF2CF2"/>
    <w:rsid w:val="00DF32B9"/>
    <w:rsid w:val="00DF5547"/>
    <w:rsid w:val="00DF6BFC"/>
    <w:rsid w:val="00DF7D5F"/>
    <w:rsid w:val="00E00A24"/>
    <w:rsid w:val="00E02567"/>
    <w:rsid w:val="00E027AB"/>
    <w:rsid w:val="00E03DB0"/>
    <w:rsid w:val="00E10DFC"/>
    <w:rsid w:val="00E10EE2"/>
    <w:rsid w:val="00E120FF"/>
    <w:rsid w:val="00E123CD"/>
    <w:rsid w:val="00E13C3F"/>
    <w:rsid w:val="00E173FB"/>
    <w:rsid w:val="00E208BB"/>
    <w:rsid w:val="00E2196C"/>
    <w:rsid w:val="00E22A75"/>
    <w:rsid w:val="00E233D2"/>
    <w:rsid w:val="00E25020"/>
    <w:rsid w:val="00E2651D"/>
    <w:rsid w:val="00E27E21"/>
    <w:rsid w:val="00E31CEF"/>
    <w:rsid w:val="00E3216F"/>
    <w:rsid w:val="00E33B20"/>
    <w:rsid w:val="00E345F1"/>
    <w:rsid w:val="00E35A4F"/>
    <w:rsid w:val="00E35D78"/>
    <w:rsid w:val="00E37C61"/>
    <w:rsid w:val="00E4139E"/>
    <w:rsid w:val="00E50046"/>
    <w:rsid w:val="00E50717"/>
    <w:rsid w:val="00E50A4E"/>
    <w:rsid w:val="00E51FC6"/>
    <w:rsid w:val="00E55F78"/>
    <w:rsid w:val="00E56E41"/>
    <w:rsid w:val="00E627CF"/>
    <w:rsid w:val="00E63103"/>
    <w:rsid w:val="00E641F2"/>
    <w:rsid w:val="00E641F7"/>
    <w:rsid w:val="00E6466D"/>
    <w:rsid w:val="00E64AFE"/>
    <w:rsid w:val="00E66B48"/>
    <w:rsid w:val="00E70BE3"/>
    <w:rsid w:val="00E71173"/>
    <w:rsid w:val="00E7139C"/>
    <w:rsid w:val="00E823B4"/>
    <w:rsid w:val="00E8289A"/>
    <w:rsid w:val="00E84A47"/>
    <w:rsid w:val="00E86079"/>
    <w:rsid w:val="00E91499"/>
    <w:rsid w:val="00E91BDC"/>
    <w:rsid w:val="00E9203A"/>
    <w:rsid w:val="00E94352"/>
    <w:rsid w:val="00E96019"/>
    <w:rsid w:val="00EA02FA"/>
    <w:rsid w:val="00EA0594"/>
    <w:rsid w:val="00EA075F"/>
    <w:rsid w:val="00EA1ECD"/>
    <w:rsid w:val="00EA391B"/>
    <w:rsid w:val="00EA4704"/>
    <w:rsid w:val="00EA5D9C"/>
    <w:rsid w:val="00EA75A3"/>
    <w:rsid w:val="00EA7C4D"/>
    <w:rsid w:val="00EA7E46"/>
    <w:rsid w:val="00EA7F13"/>
    <w:rsid w:val="00EB0156"/>
    <w:rsid w:val="00EB0FC0"/>
    <w:rsid w:val="00EB101F"/>
    <w:rsid w:val="00EB25D2"/>
    <w:rsid w:val="00EB4933"/>
    <w:rsid w:val="00EB6123"/>
    <w:rsid w:val="00EC0E5C"/>
    <w:rsid w:val="00EC290A"/>
    <w:rsid w:val="00EC39A3"/>
    <w:rsid w:val="00EC4389"/>
    <w:rsid w:val="00EC59C6"/>
    <w:rsid w:val="00EC6933"/>
    <w:rsid w:val="00ED051B"/>
    <w:rsid w:val="00ED1903"/>
    <w:rsid w:val="00ED3782"/>
    <w:rsid w:val="00ED4960"/>
    <w:rsid w:val="00ED4B6C"/>
    <w:rsid w:val="00ED71A0"/>
    <w:rsid w:val="00EE002A"/>
    <w:rsid w:val="00EE0421"/>
    <w:rsid w:val="00EE2E1A"/>
    <w:rsid w:val="00EE3497"/>
    <w:rsid w:val="00EE7C73"/>
    <w:rsid w:val="00EE7FCA"/>
    <w:rsid w:val="00EF0B29"/>
    <w:rsid w:val="00EF35FF"/>
    <w:rsid w:val="00EF3E99"/>
    <w:rsid w:val="00EF424B"/>
    <w:rsid w:val="00EF4F9E"/>
    <w:rsid w:val="00EF5247"/>
    <w:rsid w:val="00EF56A7"/>
    <w:rsid w:val="00EF6A6A"/>
    <w:rsid w:val="00F00067"/>
    <w:rsid w:val="00F00112"/>
    <w:rsid w:val="00F017CA"/>
    <w:rsid w:val="00F0291B"/>
    <w:rsid w:val="00F0692E"/>
    <w:rsid w:val="00F10690"/>
    <w:rsid w:val="00F115C6"/>
    <w:rsid w:val="00F116DF"/>
    <w:rsid w:val="00F14857"/>
    <w:rsid w:val="00F15D33"/>
    <w:rsid w:val="00F16191"/>
    <w:rsid w:val="00F16462"/>
    <w:rsid w:val="00F17476"/>
    <w:rsid w:val="00F2075C"/>
    <w:rsid w:val="00F2276D"/>
    <w:rsid w:val="00F2326D"/>
    <w:rsid w:val="00F24469"/>
    <w:rsid w:val="00F25895"/>
    <w:rsid w:val="00F2651A"/>
    <w:rsid w:val="00F269FB"/>
    <w:rsid w:val="00F30737"/>
    <w:rsid w:val="00F33233"/>
    <w:rsid w:val="00F34984"/>
    <w:rsid w:val="00F35E75"/>
    <w:rsid w:val="00F40D1F"/>
    <w:rsid w:val="00F45D33"/>
    <w:rsid w:val="00F4630C"/>
    <w:rsid w:val="00F46CBA"/>
    <w:rsid w:val="00F474BE"/>
    <w:rsid w:val="00F511F3"/>
    <w:rsid w:val="00F5143C"/>
    <w:rsid w:val="00F524CF"/>
    <w:rsid w:val="00F5258D"/>
    <w:rsid w:val="00F53686"/>
    <w:rsid w:val="00F54000"/>
    <w:rsid w:val="00F54F36"/>
    <w:rsid w:val="00F569F2"/>
    <w:rsid w:val="00F6097B"/>
    <w:rsid w:val="00F626A8"/>
    <w:rsid w:val="00F630B3"/>
    <w:rsid w:val="00F63617"/>
    <w:rsid w:val="00F65A04"/>
    <w:rsid w:val="00F70AA3"/>
    <w:rsid w:val="00F71ADA"/>
    <w:rsid w:val="00F75B2F"/>
    <w:rsid w:val="00F75D2F"/>
    <w:rsid w:val="00F76826"/>
    <w:rsid w:val="00F80218"/>
    <w:rsid w:val="00F809AF"/>
    <w:rsid w:val="00F816A5"/>
    <w:rsid w:val="00F82362"/>
    <w:rsid w:val="00F82FAD"/>
    <w:rsid w:val="00F83490"/>
    <w:rsid w:val="00F84508"/>
    <w:rsid w:val="00F86A26"/>
    <w:rsid w:val="00F90423"/>
    <w:rsid w:val="00F90B83"/>
    <w:rsid w:val="00F913B0"/>
    <w:rsid w:val="00F91782"/>
    <w:rsid w:val="00F926F5"/>
    <w:rsid w:val="00F9271D"/>
    <w:rsid w:val="00F95043"/>
    <w:rsid w:val="00F95605"/>
    <w:rsid w:val="00F965CD"/>
    <w:rsid w:val="00F972E5"/>
    <w:rsid w:val="00FA0E2C"/>
    <w:rsid w:val="00FA2162"/>
    <w:rsid w:val="00FA29E4"/>
    <w:rsid w:val="00FA3D7F"/>
    <w:rsid w:val="00FA54C7"/>
    <w:rsid w:val="00FA6412"/>
    <w:rsid w:val="00FA65D8"/>
    <w:rsid w:val="00FB22ED"/>
    <w:rsid w:val="00FB2A12"/>
    <w:rsid w:val="00FB2A24"/>
    <w:rsid w:val="00FB2BEC"/>
    <w:rsid w:val="00FB2EB0"/>
    <w:rsid w:val="00FB2EC0"/>
    <w:rsid w:val="00FB3997"/>
    <w:rsid w:val="00FB71B3"/>
    <w:rsid w:val="00FC2105"/>
    <w:rsid w:val="00FC21F4"/>
    <w:rsid w:val="00FC230C"/>
    <w:rsid w:val="00FC26BF"/>
    <w:rsid w:val="00FC2B40"/>
    <w:rsid w:val="00FC2C14"/>
    <w:rsid w:val="00FC3A3B"/>
    <w:rsid w:val="00FC3DDD"/>
    <w:rsid w:val="00FC768F"/>
    <w:rsid w:val="00FD0E5B"/>
    <w:rsid w:val="00FD1E0B"/>
    <w:rsid w:val="00FD401D"/>
    <w:rsid w:val="00FD5BE2"/>
    <w:rsid w:val="00FD6CAA"/>
    <w:rsid w:val="00FD7B4F"/>
    <w:rsid w:val="00FE06BC"/>
    <w:rsid w:val="00FE0729"/>
    <w:rsid w:val="00FE1A76"/>
    <w:rsid w:val="00FE55FA"/>
    <w:rsid w:val="00FE5AFA"/>
    <w:rsid w:val="00FE6E36"/>
    <w:rsid w:val="00FF5998"/>
    <w:rsid w:val="00FF6414"/>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2693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A76EF"/>
    <w:rPr>
      <w:rFonts w:ascii="Arial" w:hAnsi="Arial" w:cs="Times New Roman"/>
      <w:sz w:val="20"/>
    </w:rPr>
  </w:style>
  <w:style w:type="paragraph" w:styleId="Heading1">
    <w:name w:val="heading 1"/>
    <w:basedOn w:val="Normal"/>
    <w:next w:val="Normal"/>
    <w:link w:val="Heading1Char"/>
    <w:autoRedefine/>
    <w:uiPriority w:val="9"/>
    <w:qFormat/>
    <w:rsid w:val="007A76EF"/>
    <w:pPr>
      <w:pageBreakBefore/>
      <w:jc w:val="center"/>
      <w:outlineLvl w:val="0"/>
    </w:pPr>
    <w:rPr>
      <w:rFonts w:eastAsiaTheme="majorEastAsia" w:cstheme="majorBidi"/>
      <w:b/>
      <w:bCs/>
      <w:caps/>
      <w:kern w:val="32"/>
      <w:sz w:val="28"/>
      <w:szCs w:val="28"/>
      <w:u w:val="thick"/>
    </w:rPr>
  </w:style>
  <w:style w:type="paragraph" w:styleId="Heading2">
    <w:name w:val="heading 2"/>
    <w:basedOn w:val="Normal"/>
    <w:next w:val="Normal"/>
    <w:link w:val="Heading2Char"/>
    <w:uiPriority w:val="9"/>
    <w:unhideWhenUsed/>
    <w:rsid w:val="007A76EF"/>
    <w:pPr>
      <w:outlineLvl w:val="1"/>
    </w:pPr>
    <w:rPr>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76EF"/>
    <w:rPr>
      <w:rFonts w:ascii="Arial" w:eastAsiaTheme="majorEastAsia" w:hAnsi="Arial" w:cstheme="majorBidi"/>
      <w:b/>
      <w:bCs/>
      <w:caps/>
      <w:kern w:val="32"/>
      <w:sz w:val="28"/>
      <w:szCs w:val="28"/>
      <w:u w:val="thick"/>
    </w:rPr>
  </w:style>
  <w:style w:type="paragraph" w:styleId="DocumentMap">
    <w:name w:val="Document Map"/>
    <w:basedOn w:val="Normal"/>
    <w:link w:val="DocumentMapChar"/>
    <w:semiHidden/>
    <w:rsid w:val="007A76EF"/>
    <w:pPr>
      <w:shd w:val="clear" w:color="auto" w:fill="C6D5EC"/>
    </w:pPr>
    <w:rPr>
      <w:rFonts w:ascii="Verdana" w:eastAsia="Batang" w:hAnsi="Verdana"/>
      <w:sz w:val="28"/>
      <w:szCs w:val="24"/>
      <w:lang w:eastAsia="ko-KR"/>
    </w:rPr>
  </w:style>
  <w:style w:type="character" w:customStyle="1" w:styleId="DocumentMapChar">
    <w:name w:val="Document Map Char"/>
    <w:basedOn w:val="DefaultParagraphFont"/>
    <w:link w:val="DocumentMap"/>
    <w:semiHidden/>
    <w:rsid w:val="007A76EF"/>
    <w:rPr>
      <w:rFonts w:ascii="Verdana" w:eastAsia="Batang" w:hAnsi="Verdana" w:cs="Times New Roman"/>
      <w:sz w:val="28"/>
      <w:szCs w:val="24"/>
      <w:shd w:val="clear" w:color="auto" w:fill="C6D5EC"/>
      <w:lang w:eastAsia="ko-KR"/>
    </w:rPr>
  </w:style>
  <w:style w:type="character" w:customStyle="1" w:styleId="Heading2Char">
    <w:name w:val="Heading 2 Char"/>
    <w:basedOn w:val="DefaultParagraphFont"/>
    <w:link w:val="Heading2"/>
    <w:uiPriority w:val="9"/>
    <w:rsid w:val="007A76EF"/>
    <w:rPr>
      <w:rFonts w:ascii="Arial" w:hAnsi="Arial" w:cs="Times New Roman"/>
      <w:b/>
      <w:sz w:val="20"/>
      <w:szCs w:val="26"/>
    </w:rPr>
  </w:style>
  <w:style w:type="character" w:styleId="Hyperlink">
    <w:name w:val="Hyperlink"/>
    <w:basedOn w:val="DefaultParagraphFont"/>
    <w:uiPriority w:val="99"/>
    <w:rsid w:val="007A76EF"/>
    <w:rPr>
      <w:color w:val="auto"/>
      <w:u w:val="none"/>
    </w:rPr>
  </w:style>
  <w:style w:type="paragraph" w:styleId="Header">
    <w:name w:val="header"/>
    <w:basedOn w:val="Normal"/>
    <w:link w:val="HeaderChar"/>
    <w:uiPriority w:val="99"/>
    <w:unhideWhenUsed/>
    <w:rsid w:val="007A76EF"/>
    <w:pPr>
      <w:tabs>
        <w:tab w:val="center" w:pos="4680"/>
        <w:tab w:val="right" w:pos="9360"/>
      </w:tabs>
    </w:pPr>
  </w:style>
  <w:style w:type="character" w:customStyle="1" w:styleId="HeaderChar">
    <w:name w:val="Header Char"/>
    <w:basedOn w:val="DefaultParagraphFont"/>
    <w:link w:val="Header"/>
    <w:uiPriority w:val="99"/>
    <w:rsid w:val="007A76EF"/>
    <w:rPr>
      <w:rFonts w:ascii="Arial" w:hAnsi="Arial" w:cs="Times New Roman"/>
      <w:sz w:val="20"/>
    </w:rPr>
  </w:style>
  <w:style w:type="paragraph" w:customStyle="1" w:styleId="Default">
    <w:name w:val="Default"/>
    <w:basedOn w:val="Normal"/>
    <w:rsid w:val="007A76EF"/>
    <w:pPr>
      <w:autoSpaceDE w:val="0"/>
      <w:autoSpaceDN w:val="0"/>
      <w:adjustRightInd w:val="0"/>
      <w:spacing w:after="200" w:line="276" w:lineRule="auto"/>
    </w:pPr>
    <w:rPr>
      <w:rFonts w:cs="AKDPE C+ Utopia"/>
      <w:szCs w:val="24"/>
    </w:rPr>
  </w:style>
  <w:style w:type="paragraph" w:customStyle="1" w:styleId="Hat">
    <w:name w:val="Hat"/>
    <w:basedOn w:val="Heading1"/>
    <w:next w:val="Heading1"/>
    <w:rsid w:val="007A76EF"/>
    <w:pPr>
      <w:pageBreakBefore w:val="0"/>
      <w:framePr w:hSpace="144" w:wrap="notBeside" w:vAnchor="page" w:hAnchor="page" w:xAlign="center" w:yAlign="bottom" w:anchorLock="1"/>
      <w:widowControl w:val="0"/>
    </w:pPr>
    <w:rPr>
      <w:rFonts w:eastAsia="Times New Roman" w:cs="Arial"/>
      <w:color w:val="000000"/>
      <w:sz w:val="22"/>
      <w:szCs w:val="32"/>
      <w:u w:val="none"/>
    </w:rPr>
  </w:style>
  <w:style w:type="paragraph" w:styleId="ListParagraph">
    <w:name w:val="List Paragraph"/>
    <w:basedOn w:val="Normal"/>
    <w:uiPriority w:val="34"/>
    <w:qFormat/>
    <w:rsid w:val="007A76EF"/>
  </w:style>
  <w:style w:type="character" w:customStyle="1" w:styleId="Underline">
    <w:name w:val="Underline"/>
    <w:basedOn w:val="DefaultParagraphFont"/>
    <w:uiPriority w:val="1"/>
    <w:qFormat/>
    <w:rsid w:val="007A76EF"/>
    <w:rPr>
      <w:b w:val="0"/>
      <w:sz w:val="20"/>
      <w:u w:val="single"/>
    </w:rPr>
  </w:style>
  <w:style w:type="paragraph" w:styleId="Footer">
    <w:name w:val="footer"/>
    <w:basedOn w:val="Normal"/>
    <w:link w:val="FooterChar"/>
    <w:uiPriority w:val="99"/>
    <w:unhideWhenUsed/>
    <w:rsid w:val="007A76EF"/>
    <w:pPr>
      <w:tabs>
        <w:tab w:val="center" w:pos="4680"/>
        <w:tab w:val="right" w:pos="9360"/>
      </w:tabs>
    </w:pPr>
  </w:style>
  <w:style w:type="character" w:customStyle="1" w:styleId="FooterChar">
    <w:name w:val="Footer Char"/>
    <w:basedOn w:val="DefaultParagraphFont"/>
    <w:link w:val="Footer"/>
    <w:uiPriority w:val="99"/>
    <w:rsid w:val="007A76EF"/>
    <w:rPr>
      <w:rFonts w:ascii="Arial" w:hAnsi="Arial" w:cs="Times New Roman"/>
      <w:sz w:val="20"/>
    </w:rPr>
  </w:style>
  <w:style w:type="paragraph" w:styleId="List">
    <w:name w:val="List"/>
    <w:basedOn w:val="Normal"/>
    <w:uiPriority w:val="99"/>
    <w:semiHidden/>
    <w:unhideWhenUsed/>
    <w:rsid w:val="007A76EF"/>
    <w:pPr>
      <w:contextualSpacing/>
    </w:pPr>
  </w:style>
  <w:style w:type="paragraph" w:customStyle="1" w:styleId="PageHeaderLine1">
    <w:name w:val="PageHeaderLine1"/>
    <w:basedOn w:val="Normal"/>
    <w:rsid w:val="007A76EF"/>
    <w:pPr>
      <w:tabs>
        <w:tab w:val="right" w:pos="10800"/>
      </w:tabs>
    </w:pPr>
    <w:rPr>
      <w:b/>
      <w:sz w:val="28"/>
    </w:rPr>
  </w:style>
  <w:style w:type="paragraph" w:customStyle="1" w:styleId="PageHeaderLine2">
    <w:name w:val="PageHeaderLine2"/>
    <w:basedOn w:val="Normal"/>
    <w:next w:val="Normal"/>
    <w:rsid w:val="007A76EF"/>
    <w:pPr>
      <w:tabs>
        <w:tab w:val="right" w:pos="10800"/>
      </w:tabs>
      <w:spacing w:line="480" w:lineRule="auto"/>
    </w:pPr>
    <w:rPr>
      <w:b/>
    </w:rPr>
  </w:style>
  <w:style w:type="paragraph" w:customStyle="1" w:styleId="Tag">
    <w:name w:val="Tag"/>
    <w:basedOn w:val="Normal"/>
    <w:next w:val="Normal"/>
    <w:link w:val="TagChar"/>
    <w:qFormat/>
    <w:rsid w:val="007A76EF"/>
    <w:rPr>
      <w:b/>
      <w:sz w:val="24"/>
    </w:rPr>
  </w:style>
  <w:style w:type="paragraph" w:styleId="EndnoteText">
    <w:name w:val="endnote text"/>
    <w:basedOn w:val="Normal"/>
    <w:link w:val="EndnoteTextChar"/>
    <w:uiPriority w:val="99"/>
    <w:semiHidden/>
    <w:unhideWhenUsed/>
    <w:rsid w:val="007A76EF"/>
    <w:rPr>
      <w:szCs w:val="20"/>
    </w:rPr>
  </w:style>
  <w:style w:type="character" w:customStyle="1" w:styleId="EndnoteTextChar">
    <w:name w:val="Endnote Text Char"/>
    <w:basedOn w:val="DefaultParagraphFont"/>
    <w:link w:val="EndnoteText"/>
    <w:uiPriority w:val="99"/>
    <w:semiHidden/>
    <w:rsid w:val="007A76EF"/>
    <w:rPr>
      <w:rFonts w:ascii="Arial" w:hAnsi="Arial" w:cs="Times New Roman"/>
      <w:sz w:val="20"/>
      <w:szCs w:val="20"/>
    </w:rPr>
  </w:style>
  <w:style w:type="character" w:styleId="EndnoteReference">
    <w:name w:val="endnote reference"/>
    <w:basedOn w:val="DefaultParagraphFont"/>
    <w:uiPriority w:val="99"/>
    <w:semiHidden/>
    <w:unhideWhenUsed/>
    <w:rsid w:val="007A76EF"/>
    <w:rPr>
      <w:vertAlign w:val="superscript"/>
    </w:rPr>
  </w:style>
  <w:style w:type="paragraph" w:customStyle="1" w:styleId="2909F619802848F09E01365C32F34654">
    <w:name w:val="2909F619802848F09E01365C32F34654"/>
    <w:rsid w:val="007A76EF"/>
    <w:pPr>
      <w:spacing w:after="200" w:line="276" w:lineRule="auto"/>
    </w:pPr>
    <w:rPr>
      <w:rFonts w:eastAsiaTheme="minorEastAsia"/>
      <w:lang w:eastAsia="ja-JP"/>
    </w:rPr>
  </w:style>
  <w:style w:type="paragraph" w:customStyle="1" w:styleId="D345FF3D873148C5AE3FBF3267827368">
    <w:name w:val="D345FF3D873148C5AE3FBF3267827368"/>
    <w:rsid w:val="007A76EF"/>
    <w:pPr>
      <w:spacing w:after="200" w:line="276" w:lineRule="auto"/>
    </w:pPr>
    <w:rPr>
      <w:rFonts w:eastAsiaTheme="minorEastAsia"/>
      <w:lang w:eastAsia="ja-JP"/>
    </w:rPr>
  </w:style>
  <w:style w:type="paragraph" w:styleId="BalloonText">
    <w:name w:val="Balloon Text"/>
    <w:basedOn w:val="Normal"/>
    <w:link w:val="BalloonTextChar"/>
    <w:uiPriority w:val="99"/>
    <w:semiHidden/>
    <w:unhideWhenUsed/>
    <w:rsid w:val="007A76EF"/>
    <w:rPr>
      <w:rFonts w:ascii="Tahoma" w:hAnsi="Tahoma" w:cs="Tahoma"/>
      <w:sz w:val="16"/>
      <w:szCs w:val="16"/>
    </w:rPr>
  </w:style>
  <w:style w:type="character" w:customStyle="1" w:styleId="BalloonTextChar">
    <w:name w:val="Balloon Text Char"/>
    <w:basedOn w:val="DefaultParagraphFont"/>
    <w:link w:val="BalloonText"/>
    <w:uiPriority w:val="99"/>
    <w:semiHidden/>
    <w:rsid w:val="007A76EF"/>
    <w:rPr>
      <w:rFonts w:ascii="Tahoma" w:hAnsi="Tahoma" w:cs="Tahoma"/>
      <w:sz w:val="16"/>
      <w:szCs w:val="16"/>
    </w:rPr>
  </w:style>
  <w:style w:type="paragraph" w:customStyle="1" w:styleId="Cite">
    <w:name w:val="Cite"/>
    <w:basedOn w:val="Tag"/>
    <w:next w:val="Normal"/>
    <w:link w:val="CiteChar"/>
    <w:qFormat/>
    <w:rsid w:val="007A76EF"/>
    <w:pPr>
      <w:tabs>
        <w:tab w:val="left" w:pos="0"/>
        <w:tab w:val="right" w:pos="11160"/>
      </w:tabs>
    </w:pPr>
    <w:rPr>
      <w:u w:val="single"/>
    </w:rPr>
  </w:style>
  <w:style w:type="character" w:customStyle="1" w:styleId="UnderlineBold">
    <w:name w:val="Underline + Bold"/>
    <w:basedOn w:val="Underline"/>
    <w:uiPriority w:val="1"/>
    <w:qFormat/>
    <w:rsid w:val="007A76EF"/>
    <w:rPr>
      <w:b/>
      <w:sz w:val="20"/>
      <w:u w:val="single"/>
    </w:rPr>
  </w:style>
  <w:style w:type="character" w:customStyle="1" w:styleId="TagChar">
    <w:name w:val="Tag Char"/>
    <w:basedOn w:val="DefaultParagraphFont"/>
    <w:link w:val="Tag"/>
    <w:rsid w:val="007A76EF"/>
    <w:rPr>
      <w:rFonts w:ascii="Arial" w:hAnsi="Arial" w:cs="Times New Roman"/>
      <w:b/>
      <w:sz w:val="24"/>
    </w:rPr>
  </w:style>
  <w:style w:type="character" w:customStyle="1" w:styleId="CiteChar">
    <w:name w:val="Cite Char"/>
    <w:basedOn w:val="TagChar"/>
    <w:link w:val="Cite"/>
    <w:rsid w:val="007A76EF"/>
    <w:rPr>
      <w:rFonts w:ascii="Arial" w:hAnsi="Arial" w:cs="Times New Roman"/>
      <w:b/>
      <w:sz w:val="24"/>
      <w:u w:val="single"/>
    </w:rPr>
  </w:style>
  <w:style w:type="paragraph" w:styleId="Index1">
    <w:name w:val="index 1"/>
    <w:basedOn w:val="Normal"/>
    <w:next w:val="Normal"/>
    <w:autoRedefine/>
    <w:uiPriority w:val="99"/>
    <w:unhideWhenUsed/>
    <w:rsid w:val="00336DB1"/>
    <w:pPr>
      <w:ind w:left="200" w:hanging="200"/>
    </w:pPr>
  </w:style>
  <w:style w:type="paragraph" w:styleId="Index2">
    <w:name w:val="index 2"/>
    <w:basedOn w:val="Normal"/>
    <w:next w:val="Normal"/>
    <w:autoRedefine/>
    <w:uiPriority w:val="99"/>
    <w:unhideWhenUsed/>
    <w:rsid w:val="00336DB1"/>
    <w:pPr>
      <w:ind w:left="400" w:hanging="200"/>
    </w:pPr>
  </w:style>
  <w:style w:type="paragraph" w:styleId="Index3">
    <w:name w:val="index 3"/>
    <w:basedOn w:val="Normal"/>
    <w:next w:val="Normal"/>
    <w:autoRedefine/>
    <w:uiPriority w:val="99"/>
    <w:unhideWhenUsed/>
    <w:rsid w:val="00336DB1"/>
    <w:pPr>
      <w:ind w:left="600" w:hanging="200"/>
    </w:pPr>
  </w:style>
  <w:style w:type="paragraph" w:styleId="Index4">
    <w:name w:val="index 4"/>
    <w:basedOn w:val="Normal"/>
    <w:next w:val="Normal"/>
    <w:autoRedefine/>
    <w:uiPriority w:val="99"/>
    <w:unhideWhenUsed/>
    <w:rsid w:val="00336DB1"/>
    <w:pPr>
      <w:ind w:left="800" w:hanging="200"/>
    </w:pPr>
  </w:style>
  <w:style w:type="paragraph" w:styleId="Index5">
    <w:name w:val="index 5"/>
    <w:basedOn w:val="Normal"/>
    <w:next w:val="Normal"/>
    <w:autoRedefine/>
    <w:uiPriority w:val="99"/>
    <w:unhideWhenUsed/>
    <w:rsid w:val="00336DB1"/>
    <w:pPr>
      <w:ind w:left="1000" w:hanging="200"/>
    </w:pPr>
  </w:style>
  <w:style w:type="paragraph" w:styleId="Index6">
    <w:name w:val="index 6"/>
    <w:basedOn w:val="Normal"/>
    <w:next w:val="Normal"/>
    <w:autoRedefine/>
    <w:uiPriority w:val="99"/>
    <w:unhideWhenUsed/>
    <w:rsid w:val="00336DB1"/>
    <w:pPr>
      <w:ind w:left="1200" w:hanging="200"/>
    </w:pPr>
  </w:style>
  <w:style w:type="paragraph" w:styleId="Index7">
    <w:name w:val="index 7"/>
    <w:basedOn w:val="Normal"/>
    <w:next w:val="Normal"/>
    <w:autoRedefine/>
    <w:uiPriority w:val="99"/>
    <w:unhideWhenUsed/>
    <w:rsid w:val="00336DB1"/>
    <w:pPr>
      <w:ind w:left="1400" w:hanging="200"/>
    </w:pPr>
  </w:style>
  <w:style w:type="paragraph" w:styleId="Index8">
    <w:name w:val="index 8"/>
    <w:basedOn w:val="Normal"/>
    <w:next w:val="Normal"/>
    <w:autoRedefine/>
    <w:uiPriority w:val="99"/>
    <w:unhideWhenUsed/>
    <w:rsid w:val="00336DB1"/>
    <w:pPr>
      <w:ind w:left="1600" w:hanging="200"/>
    </w:pPr>
  </w:style>
  <w:style w:type="paragraph" w:styleId="Index9">
    <w:name w:val="index 9"/>
    <w:basedOn w:val="Normal"/>
    <w:next w:val="Normal"/>
    <w:autoRedefine/>
    <w:uiPriority w:val="99"/>
    <w:unhideWhenUsed/>
    <w:rsid w:val="00336DB1"/>
    <w:pPr>
      <w:ind w:left="1800" w:hanging="200"/>
    </w:pPr>
  </w:style>
  <w:style w:type="paragraph" w:styleId="IndexHeading">
    <w:name w:val="index heading"/>
    <w:basedOn w:val="Normal"/>
    <w:next w:val="Index1"/>
    <w:uiPriority w:val="99"/>
    <w:unhideWhenUsed/>
    <w:rsid w:val="00336DB1"/>
  </w:style>
  <w:style w:type="paragraph" w:styleId="TOC1">
    <w:name w:val="toc 1"/>
    <w:basedOn w:val="Normal"/>
    <w:next w:val="Normal"/>
    <w:autoRedefine/>
    <w:uiPriority w:val="39"/>
    <w:unhideWhenUsed/>
    <w:rsid w:val="00336DB1"/>
  </w:style>
  <w:style w:type="paragraph" w:styleId="TOC2">
    <w:name w:val="toc 2"/>
    <w:basedOn w:val="Normal"/>
    <w:next w:val="Normal"/>
    <w:autoRedefine/>
    <w:uiPriority w:val="39"/>
    <w:unhideWhenUsed/>
    <w:rsid w:val="00336DB1"/>
    <w:pPr>
      <w:ind w:left="200"/>
    </w:pPr>
  </w:style>
  <w:style w:type="paragraph" w:styleId="TOC3">
    <w:name w:val="toc 3"/>
    <w:basedOn w:val="Normal"/>
    <w:next w:val="Normal"/>
    <w:autoRedefine/>
    <w:uiPriority w:val="39"/>
    <w:unhideWhenUsed/>
    <w:rsid w:val="00336DB1"/>
    <w:pPr>
      <w:ind w:left="400"/>
    </w:pPr>
  </w:style>
  <w:style w:type="paragraph" w:styleId="TOC4">
    <w:name w:val="toc 4"/>
    <w:basedOn w:val="Normal"/>
    <w:next w:val="Normal"/>
    <w:autoRedefine/>
    <w:uiPriority w:val="39"/>
    <w:unhideWhenUsed/>
    <w:rsid w:val="00336DB1"/>
    <w:pPr>
      <w:ind w:left="600"/>
    </w:pPr>
  </w:style>
  <w:style w:type="paragraph" w:styleId="TOC5">
    <w:name w:val="toc 5"/>
    <w:basedOn w:val="Normal"/>
    <w:next w:val="Normal"/>
    <w:autoRedefine/>
    <w:uiPriority w:val="39"/>
    <w:unhideWhenUsed/>
    <w:rsid w:val="00336DB1"/>
    <w:pPr>
      <w:ind w:left="800"/>
    </w:pPr>
  </w:style>
  <w:style w:type="paragraph" w:styleId="TOC6">
    <w:name w:val="toc 6"/>
    <w:basedOn w:val="Normal"/>
    <w:next w:val="Normal"/>
    <w:autoRedefine/>
    <w:uiPriority w:val="39"/>
    <w:unhideWhenUsed/>
    <w:rsid w:val="00336DB1"/>
    <w:pPr>
      <w:ind w:left="1000"/>
    </w:pPr>
  </w:style>
  <w:style w:type="paragraph" w:styleId="TOC7">
    <w:name w:val="toc 7"/>
    <w:basedOn w:val="Normal"/>
    <w:next w:val="Normal"/>
    <w:autoRedefine/>
    <w:uiPriority w:val="39"/>
    <w:unhideWhenUsed/>
    <w:rsid w:val="00336DB1"/>
    <w:pPr>
      <w:ind w:left="1200"/>
    </w:pPr>
  </w:style>
  <w:style w:type="paragraph" w:styleId="TOC8">
    <w:name w:val="toc 8"/>
    <w:basedOn w:val="Normal"/>
    <w:next w:val="Normal"/>
    <w:autoRedefine/>
    <w:uiPriority w:val="39"/>
    <w:unhideWhenUsed/>
    <w:rsid w:val="00336DB1"/>
    <w:pPr>
      <w:ind w:left="1400"/>
    </w:pPr>
  </w:style>
  <w:style w:type="paragraph" w:styleId="TOC9">
    <w:name w:val="toc 9"/>
    <w:basedOn w:val="Normal"/>
    <w:next w:val="Normal"/>
    <w:autoRedefine/>
    <w:uiPriority w:val="39"/>
    <w:unhideWhenUsed/>
    <w:rsid w:val="00336DB1"/>
    <w:pPr>
      <w:ind w:left="1600"/>
    </w:pPr>
  </w:style>
  <w:style w:type="character" w:styleId="FootnoteReference">
    <w:name w:val="footnote reference"/>
    <w:basedOn w:val="DefaultParagraphFont"/>
    <w:uiPriority w:val="99"/>
    <w:unhideWhenUsed/>
    <w:rsid w:val="00E10EE2"/>
    <w:rPr>
      <w:vertAlign w:val="superscript"/>
    </w:rPr>
  </w:style>
  <w:style w:type="paragraph" w:styleId="FootnoteText">
    <w:name w:val="footnote text"/>
    <w:basedOn w:val="Normal"/>
    <w:link w:val="FootnoteTextChar"/>
    <w:uiPriority w:val="99"/>
    <w:unhideWhenUsed/>
    <w:rsid w:val="00A95D99"/>
    <w:rPr>
      <w:sz w:val="24"/>
      <w:szCs w:val="24"/>
    </w:rPr>
  </w:style>
  <w:style w:type="character" w:customStyle="1" w:styleId="FootnoteTextChar">
    <w:name w:val="Footnote Text Char"/>
    <w:basedOn w:val="DefaultParagraphFont"/>
    <w:link w:val="FootnoteText"/>
    <w:uiPriority w:val="99"/>
    <w:rsid w:val="00A95D99"/>
    <w:rPr>
      <w:rFonts w:ascii="Arial" w:hAnsi="Arial" w:cs="Times New Roman"/>
      <w:sz w:val="24"/>
      <w:szCs w:val="24"/>
    </w:rPr>
  </w:style>
  <w:style w:type="paragraph" w:styleId="NormalWeb">
    <w:name w:val="Normal (Web)"/>
    <w:basedOn w:val="Normal"/>
    <w:uiPriority w:val="99"/>
    <w:semiHidden/>
    <w:unhideWhenUsed/>
    <w:rsid w:val="00EA7F13"/>
    <w:pPr>
      <w:spacing w:before="100" w:beforeAutospacing="1" w:after="100" w:afterAutospacing="1"/>
    </w:pPr>
    <w:rPr>
      <w:rFonts w:ascii="Times" w:hAnsi="Times"/>
      <w:szCs w:val="20"/>
    </w:rPr>
  </w:style>
  <w:style w:type="character" w:customStyle="1" w:styleId="apple-converted-space">
    <w:name w:val="apple-converted-space"/>
    <w:basedOn w:val="DefaultParagraphFont"/>
    <w:rsid w:val="00EA7F13"/>
  </w:style>
  <w:style w:type="character" w:styleId="Emphasis">
    <w:name w:val="Emphasis"/>
    <w:basedOn w:val="DefaultParagraphFont"/>
    <w:uiPriority w:val="20"/>
    <w:qFormat/>
    <w:rsid w:val="00EA7F13"/>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A76EF"/>
    <w:rPr>
      <w:rFonts w:ascii="Arial" w:hAnsi="Arial" w:cs="Times New Roman"/>
      <w:sz w:val="20"/>
    </w:rPr>
  </w:style>
  <w:style w:type="paragraph" w:styleId="Heading1">
    <w:name w:val="heading 1"/>
    <w:basedOn w:val="Normal"/>
    <w:next w:val="Normal"/>
    <w:link w:val="Heading1Char"/>
    <w:autoRedefine/>
    <w:uiPriority w:val="9"/>
    <w:qFormat/>
    <w:rsid w:val="007A76EF"/>
    <w:pPr>
      <w:pageBreakBefore/>
      <w:jc w:val="center"/>
      <w:outlineLvl w:val="0"/>
    </w:pPr>
    <w:rPr>
      <w:rFonts w:eastAsiaTheme="majorEastAsia" w:cstheme="majorBidi"/>
      <w:b/>
      <w:bCs/>
      <w:caps/>
      <w:kern w:val="32"/>
      <w:sz w:val="28"/>
      <w:szCs w:val="28"/>
      <w:u w:val="thick"/>
    </w:rPr>
  </w:style>
  <w:style w:type="paragraph" w:styleId="Heading2">
    <w:name w:val="heading 2"/>
    <w:basedOn w:val="Normal"/>
    <w:next w:val="Normal"/>
    <w:link w:val="Heading2Char"/>
    <w:uiPriority w:val="9"/>
    <w:unhideWhenUsed/>
    <w:rsid w:val="007A76EF"/>
    <w:pPr>
      <w:outlineLvl w:val="1"/>
    </w:pPr>
    <w:rPr>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76EF"/>
    <w:rPr>
      <w:rFonts w:ascii="Arial" w:eastAsiaTheme="majorEastAsia" w:hAnsi="Arial" w:cstheme="majorBidi"/>
      <w:b/>
      <w:bCs/>
      <w:caps/>
      <w:kern w:val="32"/>
      <w:sz w:val="28"/>
      <w:szCs w:val="28"/>
      <w:u w:val="thick"/>
    </w:rPr>
  </w:style>
  <w:style w:type="paragraph" w:styleId="DocumentMap">
    <w:name w:val="Document Map"/>
    <w:basedOn w:val="Normal"/>
    <w:link w:val="DocumentMapChar"/>
    <w:semiHidden/>
    <w:rsid w:val="007A76EF"/>
    <w:pPr>
      <w:shd w:val="clear" w:color="auto" w:fill="C6D5EC"/>
    </w:pPr>
    <w:rPr>
      <w:rFonts w:ascii="Verdana" w:eastAsia="Batang" w:hAnsi="Verdana"/>
      <w:sz w:val="28"/>
      <w:szCs w:val="24"/>
      <w:lang w:eastAsia="ko-KR"/>
    </w:rPr>
  </w:style>
  <w:style w:type="character" w:customStyle="1" w:styleId="DocumentMapChar">
    <w:name w:val="Document Map Char"/>
    <w:basedOn w:val="DefaultParagraphFont"/>
    <w:link w:val="DocumentMap"/>
    <w:semiHidden/>
    <w:rsid w:val="007A76EF"/>
    <w:rPr>
      <w:rFonts w:ascii="Verdana" w:eastAsia="Batang" w:hAnsi="Verdana" w:cs="Times New Roman"/>
      <w:sz w:val="28"/>
      <w:szCs w:val="24"/>
      <w:shd w:val="clear" w:color="auto" w:fill="C6D5EC"/>
      <w:lang w:eastAsia="ko-KR"/>
    </w:rPr>
  </w:style>
  <w:style w:type="character" w:customStyle="1" w:styleId="Heading2Char">
    <w:name w:val="Heading 2 Char"/>
    <w:basedOn w:val="DefaultParagraphFont"/>
    <w:link w:val="Heading2"/>
    <w:uiPriority w:val="9"/>
    <w:rsid w:val="007A76EF"/>
    <w:rPr>
      <w:rFonts w:ascii="Arial" w:hAnsi="Arial" w:cs="Times New Roman"/>
      <w:b/>
      <w:sz w:val="20"/>
      <w:szCs w:val="26"/>
    </w:rPr>
  </w:style>
  <w:style w:type="character" w:styleId="Hyperlink">
    <w:name w:val="Hyperlink"/>
    <w:basedOn w:val="DefaultParagraphFont"/>
    <w:uiPriority w:val="99"/>
    <w:rsid w:val="007A76EF"/>
    <w:rPr>
      <w:color w:val="auto"/>
      <w:u w:val="none"/>
    </w:rPr>
  </w:style>
  <w:style w:type="paragraph" w:styleId="Header">
    <w:name w:val="header"/>
    <w:basedOn w:val="Normal"/>
    <w:link w:val="HeaderChar"/>
    <w:uiPriority w:val="99"/>
    <w:unhideWhenUsed/>
    <w:rsid w:val="007A76EF"/>
    <w:pPr>
      <w:tabs>
        <w:tab w:val="center" w:pos="4680"/>
        <w:tab w:val="right" w:pos="9360"/>
      </w:tabs>
    </w:pPr>
  </w:style>
  <w:style w:type="character" w:customStyle="1" w:styleId="HeaderChar">
    <w:name w:val="Header Char"/>
    <w:basedOn w:val="DefaultParagraphFont"/>
    <w:link w:val="Header"/>
    <w:uiPriority w:val="99"/>
    <w:rsid w:val="007A76EF"/>
    <w:rPr>
      <w:rFonts w:ascii="Arial" w:hAnsi="Arial" w:cs="Times New Roman"/>
      <w:sz w:val="20"/>
    </w:rPr>
  </w:style>
  <w:style w:type="paragraph" w:customStyle="1" w:styleId="Default">
    <w:name w:val="Default"/>
    <w:basedOn w:val="Normal"/>
    <w:rsid w:val="007A76EF"/>
    <w:pPr>
      <w:autoSpaceDE w:val="0"/>
      <w:autoSpaceDN w:val="0"/>
      <w:adjustRightInd w:val="0"/>
      <w:spacing w:after="200" w:line="276" w:lineRule="auto"/>
    </w:pPr>
    <w:rPr>
      <w:rFonts w:cs="AKDPE C+ Utopia"/>
      <w:szCs w:val="24"/>
    </w:rPr>
  </w:style>
  <w:style w:type="paragraph" w:customStyle="1" w:styleId="Hat">
    <w:name w:val="Hat"/>
    <w:basedOn w:val="Heading1"/>
    <w:next w:val="Heading1"/>
    <w:rsid w:val="007A76EF"/>
    <w:pPr>
      <w:pageBreakBefore w:val="0"/>
      <w:framePr w:hSpace="144" w:wrap="notBeside" w:vAnchor="page" w:hAnchor="page" w:xAlign="center" w:yAlign="bottom" w:anchorLock="1"/>
      <w:widowControl w:val="0"/>
    </w:pPr>
    <w:rPr>
      <w:rFonts w:eastAsia="Times New Roman" w:cs="Arial"/>
      <w:color w:val="000000"/>
      <w:sz w:val="22"/>
      <w:szCs w:val="32"/>
      <w:u w:val="none"/>
    </w:rPr>
  </w:style>
  <w:style w:type="paragraph" w:styleId="ListParagraph">
    <w:name w:val="List Paragraph"/>
    <w:basedOn w:val="Normal"/>
    <w:uiPriority w:val="34"/>
    <w:qFormat/>
    <w:rsid w:val="007A76EF"/>
  </w:style>
  <w:style w:type="character" w:customStyle="1" w:styleId="Underline">
    <w:name w:val="Underline"/>
    <w:basedOn w:val="DefaultParagraphFont"/>
    <w:uiPriority w:val="1"/>
    <w:qFormat/>
    <w:rsid w:val="007A76EF"/>
    <w:rPr>
      <w:b w:val="0"/>
      <w:sz w:val="20"/>
      <w:u w:val="single"/>
    </w:rPr>
  </w:style>
  <w:style w:type="paragraph" w:styleId="Footer">
    <w:name w:val="footer"/>
    <w:basedOn w:val="Normal"/>
    <w:link w:val="FooterChar"/>
    <w:uiPriority w:val="99"/>
    <w:unhideWhenUsed/>
    <w:rsid w:val="007A76EF"/>
    <w:pPr>
      <w:tabs>
        <w:tab w:val="center" w:pos="4680"/>
        <w:tab w:val="right" w:pos="9360"/>
      </w:tabs>
    </w:pPr>
  </w:style>
  <w:style w:type="character" w:customStyle="1" w:styleId="FooterChar">
    <w:name w:val="Footer Char"/>
    <w:basedOn w:val="DefaultParagraphFont"/>
    <w:link w:val="Footer"/>
    <w:uiPriority w:val="99"/>
    <w:rsid w:val="007A76EF"/>
    <w:rPr>
      <w:rFonts w:ascii="Arial" w:hAnsi="Arial" w:cs="Times New Roman"/>
      <w:sz w:val="20"/>
    </w:rPr>
  </w:style>
  <w:style w:type="paragraph" w:styleId="List">
    <w:name w:val="List"/>
    <w:basedOn w:val="Normal"/>
    <w:uiPriority w:val="99"/>
    <w:semiHidden/>
    <w:unhideWhenUsed/>
    <w:rsid w:val="007A76EF"/>
    <w:pPr>
      <w:contextualSpacing/>
    </w:pPr>
  </w:style>
  <w:style w:type="paragraph" w:customStyle="1" w:styleId="PageHeaderLine1">
    <w:name w:val="PageHeaderLine1"/>
    <w:basedOn w:val="Normal"/>
    <w:rsid w:val="007A76EF"/>
    <w:pPr>
      <w:tabs>
        <w:tab w:val="right" w:pos="10800"/>
      </w:tabs>
    </w:pPr>
    <w:rPr>
      <w:b/>
      <w:sz w:val="28"/>
    </w:rPr>
  </w:style>
  <w:style w:type="paragraph" w:customStyle="1" w:styleId="PageHeaderLine2">
    <w:name w:val="PageHeaderLine2"/>
    <w:basedOn w:val="Normal"/>
    <w:next w:val="Normal"/>
    <w:rsid w:val="007A76EF"/>
    <w:pPr>
      <w:tabs>
        <w:tab w:val="right" w:pos="10800"/>
      </w:tabs>
      <w:spacing w:line="480" w:lineRule="auto"/>
    </w:pPr>
    <w:rPr>
      <w:b/>
    </w:rPr>
  </w:style>
  <w:style w:type="paragraph" w:customStyle="1" w:styleId="Tag">
    <w:name w:val="Tag"/>
    <w:basedOn w:val="Normal"/>
    <w:next w:val="Normal"/>
    <w:link w:val="TagChar"/>
    <w:qFormat/>
    <w:rsid w:val="007A76EF"/>
    <w:rPr>
      <w:b/>
      <w:sz w:val="24"/>
    </w:rPr>
  </w:style>
  <w:style w:type="paragraph" w:styleId="EndnoteText">
    <w:name w:val="endnote text"/>
    <w:basedOn w:val="Normal"/>
    <w:link w:val="EndnoteTextChar"/>
    <w:uiPriority w:val="99"/>
    <w:semiHidden/>
    <w:unhideWhenUsed/>
    <w:rsid w:val="007A76EF"/>
    <w:rPr>
      <w:szCs w:val="20"/>
    </w:rPr>
  </w:style>
  <w:style w:type="character" w:customStyle="1" w:styleId="EndnoteTextChar">
    <w:name w:val="Endnote Text Char"/>
    <w:basedOn w:val="DefaultParagraphFont"/>
    <w:link w:val="EndnoteText"/>
    <w:uiPriority w:val="99"/>
    <w:semiHidden/>
    <w:rsid w:val="007A76EF"/>
    <w:rPr>
      <w:rFonts w:ascii="Arial" w:hAnsi="Arial" w:cs="Times New Roman"/>
      <w:sz w:val="20"/>
      <w:szCs w:val="20"/>
    </w:rPr>
  </w:style>
  <w:style w:type="character" w:styleId="EndnoteReference">
    <w:name w:val="endnote reference"/>
    <w:basedOn w:val="DefaultParagraphFont"/>
    <w:uiPriority w:val="99"/>
    <w:semiHidden/>
    <w:unhideWhenUsed/>
    <w:rsid w:val="007A76EF"/>
    <w:rPr>
      <w:vertAlign w:val="superscript"/>
    </w:rPr>
  </w:style>
  <w:style w:type="paragraph" w:customStyle="1" w:styleId="2909F619802848F09E01365C32F34654">
    <w:name w:val="2909F619802848F09E01365C32F34654"/>
    <w:rsid w:val="007A76EF"/>
    <w:pPr>
      <w:spacing w:after="200" w:line="276" w:lineRule="auto"/>
    </w:pPr>
    <w:rPr>
      <w:rFonts w:eastAsiaTheme="minorEastAsia"/>
      <w:lang w:eastAsia="ja-JP"/>
    </w:rPr>
  </w:style>
  <w:style w:type="paragraph" w:customStyle="1" w:styleId="D345FF3D873148C5AE3FBF3267827368">
    <w:name w:val="D345FF3D873148C5AE3FBF3267827368"/>
    <w:rsid w:val="007A76EF"/>
    <w:pPr>
      <w:spacing w:after="200" w:line="276" w:lineRule="auto"/>
    </w:pPr>
    <w:rPr>
      <w:rFonts w:eastAsiaTheme="minorEastAsia"/>
      <w:lang w:eastAsia="ja-JP"/>
    </w:rPr>
  </w:style>
  <w:style w:type="paragraph" w:styleId="BalloonText">
    <w:name w:val="Balloon Text"/>
    <w:basedOn w:val="Normal"/>
    <w:link w:val="BalloonTextChar"/>
    <w:uiPriority w:val="99"/>
    <w:semiHidden/>
    <w:unhideWhenUsed/>
    <w:rsid w:val="007A76EF"/>
    <w:rPr>
      <w:rFonts w:ascii="Tahoma" w:hAnsi="Tahoma" w:cs="Tahoma"/>
      <w:sz w:val="16"/>
      <w:szCs w:val="16"/>
    </w:rPr>
  </w:style>
  <w:style w:type="character" w:customStyle="1" w:styleId="BalloonTextChar">
    <w:name w:val="Balloon Text Char"/>
    <w:basedOn w:val="DefaultParagraphFont"/>
    <w:link w:val="BalloonText"/>
    <w:uiPriority w:val="99"/>
    <w:semiHidden/>
    <w:rsid w:val="007A76EF"/>
    <w:rPr>
      <w:rFonts w:ascii="Tahoma" w:hAnsi="Tahoma" w:cs="Tahoma"/>
      <w:sz w:val="16"/>
      <w:szCs w:val="16"/>
    </w:rPr>
  </w:style>
  <w:style w:type="paragraph" w:customStyle="1" w:styleId="Cite">
    <w:name w:val="Cite"/>
    <w:basedOn w:val="Tag"/>
    <w:next w:val="Normal"/>
    <w:link w:val="CiteChar"/>
    <w:qFormat/>
    <w:rsid w:val="007A76EF"/>
    <w:pPr>
      <w:tabs>
        <w:tab w:val="left" w:pos="0"/>
        <w:tab w:val="right" w:pos="11160"/>
      </w:tabs>
    </w:pPr>
    <w:rPr>
      <w:u w:val="single"/>
    </w:rPr>
  </w:style>
  <w:style w:type="character" w:customStyle="1" w:styleId="UnderlineBold">
    <w:name w:val="Underline + Bold"/>
    <w:basedOn w:val="Underline"/>
    <w:uiPriority w:val="1"/>
    <w:qFormat/>
    <w:rsid w:val="007A76EF"/>
    <w:rPr>
      <w:b/>
      <w:sz w:val="20"/>
      <w:u w:val="single"/>
    </w:rPr>
  </w:style>
  <w:style w:type="character" w:customStyle="1" w:styleId="TagChar">
    <w:name w:val="Tag Char"/>
    <w:basedOn w:val="DefaultParagraphFont"/>
    <w:link w:val="Tag"/>
    <w:rsid w:val="007A76EF"/>
    <w:rPr>
      <w:rFonts w:ascii="Arial" w:hAnsi="Arial" w:cs="Times New Roman"/>
      <w:b/>
      <w:sz w:val="24"/>
    </w:rPr>
  </w:style>
  <w:style w:type="character" w:customStyle="1" w:styleId="CiteChar">
    <w:name w:val="Cite Char"/>
    <w:basedOn w:val="TagChar"/>
    <w:link w:val="Cite"/>
    <w:rsid w:val="007A76EF"/>
    <w:rPr>
      <w:rFonts w:ascii="Arial" w:hAnsi="Arial" w:cs="Times New Roman"/>
      <w:b/>
      <w:sz w:val="24"/>
      <w:u w:val="single"/>
    </w:rPr>
  </w:style>
  <w:style w:type="paragraph" w:styleId="Index1">
    <w:name w:val="index 1"/>
    <w:basedOn w:val="Normal"/>
    <w:next w:val="Normal"/>
    <w:autoRedefine/>
    <w:uiPriority w:val="99"/>
    <w:unhideWhenUsed/>
    <w:rsid w:val="00336DB1"/>
    <w:pPr>
      <w:ind w:left="200" w:hanging="200"/>
    </w:pPr>
  </w:style>
  <w:style w:type="paragraph" w:styleId="Index2">
    <w:name w:val="index 2"/>
    <w:basedOn w:val="Normal"/>
    <w:next w:val="Normal"/>
    <w:autoRedefine/>
    <w:uiPriority w:val="99"/>
    <w:unhideWhenUsed/>
    <w:rsid w:val="00336DB1"/>
    <w:pPr>
      <w:ind w:left="400" w:hanging="200"/>
    </w:pPr>
  </w:style>
  <w:style w:type="paragraph" w:styleId="Index3">
    <w:name w:val="index 3"/>
    <w:basedOn w:val="Normal"/>
    <w:next w:val="Normal"/>
    <w:autoRedefine/>
    <w:uiPriority w:val="99"/>
    <w:unhideWhenUsed/>
    <w:rsid w:val="00336DB1"/>
    <w:pPr>
      <w:ind w:left="600" w:hanging="200"/>
    </w:pPr>
  </w:style>
  <w:style w:type="paragraph" w:styleId="Index4">
    <w:name w:val="index 4"/>
    <w:basedOn w:val="Normal"/>
    <w:next w:val="Normal"/>
    <w:autoRedefine/>
    <w:uiPriority w:val="99"/>
    <w:unhideWhenUsed/>
    <w:rsid w:val="00336DB1"/>
    <w:pPr>
      <w:ind w:left="800" w:hanging="200"/>
    </w:pPr>
  </w:style>
  <w:style w:type="paragraph" w:styleId="Index5">
    <w:name w:val="index 5"/>
    <w:basedOn w:val="Normal"/>
    <w:next w:val="Normal"/>
    <w:autoRedefine/>
    <w:uiPriority w:val="99"/>
    <w:unhideWhenUsed/>
    <w:rsid w:val="00336DB1"/>
    <w:pPr>
      <w:ind w:left="1000" w:hanging="200"/>
    </w:pPr>
  </w:style>
  <w:style w:type="paragraph" w:styleId="Index6">
    <w:name w:val="index 6"/>
    <w:basedOn w:val="Normal"/>
    <w:next w:val="Normal"/>
    <w:autoRedefine/>
    <w:uiPriority w:val="99"/>
    <w:unhideWhenUsed/>
    <w:rsid w:val="00336DB1"/>
    <w:pPr>
      <w:ind w:left="1200" w:hanging="200"/>
    </w:pPr>
  </w:style>
  <w:style w:type="paragraph" w:styleId="Index7">
    <w:name w:val="index 7"/>
    <w:basedOn w:val="Normal"/>
    <w:next w:val="Normal"/>
    <w:autoRedefine/>
    <w:uiPriority w:val="99"/>
    <w:unhideWhenUsed/>
    <w:rsid w:val="00336DB1"/>
    <w:pPr>
      <w:ind w:left="1400" w:hanging="200"/>
    </w:pPr>
  </w:style>
  <w:style w:type="paragraph" w:styleId="Index8">
    <w:name w:val="index 8"/>
    <w:basedOn w:val="Normal"/>
    <w:next w:val="Normal"/>
    <w:autoRedefine/>
    <w:uiPriority w:val="99"/>
    <w:unhideWhenUsed/>
    <w:rsid w:val="00336DB1"/>
    <w:pPr>
      <w:ind w:left="1600" w:hanging="200"/>
    </w:pPr>
  </w:style>
  <w:style w:type="paragraph" w:styleId="Index9">
    <w:name w:val="index 9"/>
    <w:basedOn w:val="Normal"/>
    <w:next w:val="Normal"/>
    <w:autoRedefine/>
    <w:uiPriority w:val="99"/>
    <w:unhideWhenUsed/>
    <w:rsid w:val="00336DB1"/>
    <w:pPr>
      <w:ind w:left="1800" w:hanging="200"/>
    </w:pPr>
  </w:style>
  <w:style w:type="paragraph" w:styleId="IndexHeading">
    <w:name w:val="index heading"/>
    <w:basedOn w:val="Normal"/>
    <w:next w:val="Index1"/>
    <w:uiPriority w:val="99"/>
    <w:unhideWhenUsed/>
    <w:rsid w:val="00336DB1"/>
  </w:style>
  <w:style w:type="paragraph" w:styleId="TOC1">
    <w:name w:val="toc 1"/>
    <w:basedOn w:val="Normal"/>
    <w:next w:val="Normal"/>
    <w:autoRedefine/>
    <w:uiPriority w:val="39"/>
    <w:unhideWhenUsed/>
    <w:rsid w:val="00336DB1"/>
  </w:style>
  <w:style w:type="paragraph" w:styleId="TOC2">
    <w:name w:val="toc 2"/>
    <w:basedOn w:val="Normal"/>
    <w:next w:val="Normal"/>
    <w:autoRedefine/>
    <w:uiPriority w:val="39"/>
    <w:unhideWhenUsed/>
    <w:rsid w:val="00336DB1"/>
    <w:pPr>
      <w:ind w:left="200"/>
    </w:pPr>
  </w:style>
  <w:style w:type="paragraph" w:styleId="TOC3">
    <w:name w:val="toc 3"/>
    <w:basedOn w:val="Normal"/>
    <w:next w:val="Normal"/>
    <w:autoRedefine/>
    <w:uiPriority w:val="39"/>
    <w:unhideWhenUsed/>
    <w:rsid w:val="00336DB1"/>
    <w:pPr>
      <w:ind w:left="400"/>
    </w:pPr>
  </w:style>
  <w:style w:type="paragraph" w:styleId="TOC4">
    <w:name w:val="toc 4"/>
    <w:basedOn w:val="Normal"/>
    <w:next w:val="Normal"/>
    <w:autoRedefine/>
    <w:uiPriority w:val="39"/>
    <w:unhideWhenUsed/>
    <w:rsid w:val="00336DB1"/>
    <w:pPr>
      <w:ind w:left="600"/>
    </w:pPr>
  </w:style>
  <w:style w:type="paragraph" w:styleId="TOC5">
    <w:name w:val="toc 5"/>
    <w:basedOn w:val="Normal"/>
    <w:next w:val="Normal"/>
    <w:autoRedefine/>
    <w:uiPriority w:val="39"/>
    <w:unhideWhenUsed/>
    <w:rsid w:val="00336DB1"/>
    <w:pPr>
      <w:ind w:left="800"/>
    </w:pPr>
  </w:style>
  <w:style w:type="paragraph" w:styleId="TOC6">
    <w:name w:val="toc 6"/>
    <w:basedOn w:val="Normal"/>
    <w:next w:val="Normal"/>
    <w:autoRedefine/>
    <w:uiPriority w:val="39"/>
    <w:unhideWhenUsed/>
    <w:rsid w:val="00336DB1"/>
    <w:pPr>
      <w:ind w:left="1000"/>
    </w:pPr>
  </w:style>
  <w:style w:type="paragraph" w:styleId="TOC7">
    <w:name w:val="toc 7"/>
    <w:basedOn w:val="Normal"/>
    <w:next w:val="Normal"/>
    <w:autoRedefine/>
    <w:uiPriority w:val="39"/>
    <w:unhideWhenUsed/>
    <w:rsid w:val="00336DB1"/>
    <w:pPr>
      <w:ind w:left="1200"/>
    </w:pPr>
  </w:style>
  <w:style w:type="paragraph" w:styleId="TOC8">
    <w:name w:val="toc 8"/>
    <w:basedOn w:val="Normal"/>
    <w:next w:val="Normal"/>
    <w:autoRedefine/>
    <w:uiPriority w:val="39"/>
    <w:unhideWhenUsed/>
    <w:rsid w:val="00336DB1"/>
    <w:pPr>
      <w:ind w:left="1400"/>
    </w:pPr>
  </w:style>
  <w:style w:type="paragraph" w:styleId="TOC9">
    <w:name w:val="toc 9"/>
    <w:basedOn w:val="Normal"/>
    <w:next w:val="Normal"/>
    <w:autoRedefine/>
    <w:uiPriority w:val="39"/>
    <w:unhideWhenUsed/>
    <w:rsid w:val="00336DB1"/>
    <w:pPr>
      <w:ind w:left="1600"/>
    </w:pPr>
  </w:style>
  <w:style w:type="character" w:styleId="FootnoteReference">
    <w:name w:val="footnote reference"/>
    <w:basedOn w:val="DefaultParagraphFont"/>
    <w:uiPriority w:val="99"/>
    <w:unhideWhenUsed/>
    <w:rsid w:val="00E10EE2"/>
    <w:rPr>
      <w:vertAlign w:val="superscript"/>
    </w:rPr>
  </w:style>
  <w:style w:type="paragraph" w:styleId="FootnoteText">
    <w:name w:val="footnote text"/>
    <w:basedOn w:val="Normal"/>
    <w:link w:val="FootnoteTextChar"/>
    <w:uiPriority w:val="99"/>
    <w:unhideWhenUsed/>
    <w:rsid w:val="00A95D99"/>
    <w:rPr>
      <w:sz w:val="24"/>
      <w:szCs w:val="24"/>
    </w:rPr>
  </w:style>
  <w:style w:type="character" w:customStyle="1" w:styleId="FootnoteTextChar">
    <w:name w:val="Footnote Text Char"/>
    <w:basedOn w:val="DefaultParagraphFont"/>
    <w:link w:val="FootnoteText"/>
    <w:uiPriority w:val="99"/>
    <w:rsid w:val="00A95D99"/>
    <w:rPr>
      <w:rFonts w:ascii="Arial" w:hAnsi="Arial" w:cs="Times New Roman"/>
      <w:sz w:val="24"/>
      <w:szCs w:val="24"/>
    </w:rPr>
  </w:style>
  <w:style w:type="paragraph" w:styleId="NormalWeb">
    <w:name w:val="Normal (Web)"/>
    <w:basedOn w:val="Normal"/>
    <w:uiPriority w:val="99"/>
    <w:semiHidden/>
    <w:unhideWhenUsed/>
    <w:rsid w:val="00EA7F13"/>
    <w:pPr>
      <w:spacing w:before="100" w:beforeAutospacing="1" w:after="100" w:afterAutospacing="1"/>
    </w:pPr>
    <w:rPr>
      <w:rFonts w:ascii="Times" w:hAnsi="Times"/>
      <w:szCs w:val="20"/>
    </w:rPr>
  </w:style>
  <w:style w:type="character" w:customStyle="1" w:styleId="apple-converted-space">
    <w:name w:val="apple-converted-space"/>
    <w:basedOn w:val="DefaultParagraphFont"/>
    <w:rsid w:val="00EA7F13"/>
  </w:style>
  <w:style w:type="character" w:styleId="Emphasis">
    <w:name w:val="Emphasis"/>
    <w:basedOn w:val="DefaultParagraphFont"/>
    <w:uiPriority w:val="20"/>
    <w:qFormat/>
    <w:rsid w:val="00EA7F1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5827887">
      <w:bodyDiv w:val="1"/>
      <w:marLeft w:val="0"/>
      <w:marRight w:val="0"/>
      <w:marTop w:val="0"/>
      <w:marBottom w:val="0"/>
      <w:divBdr>
        <w:top w:val="none" w:sz="0" w:space="0" w:color="auto"/>
        <w:left w:val="none" w:sz="0" w:space="0" w:color="auto"/>
        <w:bottom w:val="none" w:sz="0" w:space="0" w:color="auto"/>
        <w:right w:val="none" w:sz="0" w:space="0" w:color="auto"/>
      </w:divBdr>
    </w:div>
    <w:div w:id="1602950795">
      <w:bodyDiv w:val="1"/>
      <w:marLeft w:val="0"/>
      <w:marRight w:val="0"/>
      <w:marTop w:val="0"/>
      <w:marBottom w:val="0"/>
      <w:divBdr>
        <w:top w:val="none" w:sz="0" w:space="0" w:color="auto"/>
        <w:left w:val="none" w:sz="0" w:space="0" w:color="auto"/>
        <w:bottom w:val="none" w:sz="0" w:space="0" w:color="auto"/>
        <w:right w:val="none" w:sz="0" w:space="0" w:color="auto"/>
      </w:divBdr>
    </w:div>
    <w:div w:id="2024820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plato.stanford.edu/entries/justep-coherence/" TargetMode="External"/><Relationship Id="rId10" Type="http://schemas.openxmlformats.org/officeDocument/2006/relationships/hyperlink" Target="http://plato.stanford.edu/entries/justep-foundationa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Farhan:Documents:SugarSync%20Shared%20Folders:Jake%20Nebel:GH%20LD%20Generics:Georgetown%20Debate%20-%20Mac.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F03DD-8B88-6C48-A1D0-076D3F68B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Georgetown Debate - Mac.dotm</Template>
  <TotalTime>17</TotalTime>
  <Pages>16</Pages>
  <Words>3414</Words>
  <Characters>19463</Characters>
  <Application>Microsoft Macintosh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Farhan Damani</dc:creator>
  <cp:lastModifiedBy>Rebecca Kuang</cp:lastModifiedBy>
  <cp:revision>6</cp:revision>
  <dcterms:created xsi:type="dcterms:W3CDTF">2012-04-21T16:11:00Z</dcterms:created>
  <dcterms:modified xsi:type="dcterms:W3CDTF">2012-04-28T19:48:00Z</dcterms:modified>
</cp:coreProperties>
</file>